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E7A" w:rsidRPr="00585261" w:rsidRDefault="00F75E7A" w:rsidP="00F066E6">
      <w:pPr>
        <w:pStyle w:val="Heading1"/>
        <w:numPr>
          <w:ilvl w:val="0"/>
          <w:numId w:val="0"/>
        </w:numPr>
        <w:pBdr>
          <w:top w:val="none" w:sz="0" w:space="0" w:color="auto"/>
          <w:left w:val="none" w:sz="0" w:space="0" w:color="auto"/>
          <w:bottom w:val="none" w:sz="0" w:space="0" w:color="auto"/>
          <w:right w:val="none" w:sz="0" w:space="0" w:color="auto"/>
          <w:between w:val="none" w:sz="0" w:space="0" w:color="auto"/>
        </w:pBdr>
        <w:rPr>
          <w:rFonts w:ascii="Arial" w:hAnsi="Arial" w:cs="Arial"/>
          <w:b/>
          <w:bCs/>
          <w:sz w:val="26"/>
          <w:szCs w:val="26"/>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50pt;height:50pt;z-index:251658240;visibility:hidden" filled="t" stroked="t">
            <v:stroke joinstyle="round"/>
            <v:path o:extrusionok="t" gradientshapeok="f" o:connecttype="segments"/>
            <o:lock v:ext="edit" aspectratio="f" selection="t"/>
          </v:shape>
        </w:pict>
      </w:r>
      <w:r w:rsidRPr="00585261">
        <w:rPr>
          <w:rFonts w:ascii="Arial" w:hAnsi="Arial" w:cs="Arial"/>
          <w:b/>
          <w:bCs/>
          <w:sz w:val="26"/>
          <w:szCs w:val="26"/>
        </w:rPr>
        <w:t>DIRECȚIA PATRIMONIU</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rPr>
      </w:pPr>
      <w:r w:rsidRPr="00585261">
        <w:rPr>
          <w:rFonts w:ascii="Arial" w:hAnsi="Arial" w:cs="Arial"/>
          <w:b/>
          <w:bCs/>
          <w:sz w:val="26"/>
          <w:szCs w:val="26"/>
        </w:rPr>
        <w:t>RPL OCOLUL SILVIC AL MUN. BISTRIȚA R.A.</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rPr>
      </w:pPr>
      <w:r w:rsidRPr="00585261">
        <w:rPr>
          <w:rFonts w:ascii="Arial" w:hAnsi="Arial" w:cs="Arial"/>
          <w:b/>
          <w:bCs/>
          <w:sz w:val="26"/>
          <w:szCs w:val="26"/>
        </w:rPr>
        <w:t>DIRECȚIA ADMINISTRAȚIE PUBLICĂ JURIDIC</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rPr>
      </w:pPr>
      <w:r w:rsidRPr="00585261">
        <w:rPr>
          <w:rFonts w:ascii="Arial" w:hAnsi="Arial" w:cs="Arial"/>
          <w:b/>
          <w:bCs/>
          <w:sz w:val="26"/>
          <w:szCs w:val="26"/>
        </w:rPr>
        <w:t xml:space="preserve">NR. </w:t>
      </w:r>
      <w:r>
        <w:rPr>
          <w:rFonts w:ascii="Arial" w:hAnsi="Arial" w:cs="Arial"/>
          <w:b/>
          <w:bCs/>
          <w:sz w:val="26"/>
          <w:szCs w:val="26"/>
        </w:rPr>
        <w:t>102269/14.10.2022</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r w:rsidRPr="00585261">
        <w:rPr>
          <w:rFonts w:ascii="Arial" w:hAnsi="Arial" w:cs="Arial"/>
          <w:b/>
          <w:bCs/>
          <w:sz w:val="26"/>
          <w:szCs w:val="26"/>
        </w:rPr>
        <w:t>R A P O R T</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rPr>
      </w:pPr>
      <w:r w:rsidRPr="00585261">
        <w:rPr>
          <w:rFonts w:ascii="Arial" w:hAnsi="Arial" w:cs="Arial"/>
          <w:sz w:val="26"/>
          <w:szCs w:val="26"/>
        </w:rPr>
        <w:t xml:space="preserve">cu privire la Proiectul de hotărâre </w:t>
      </w:r>
      <w:bookmarkStart w:id="0" w:name="_Hlk99029014"/>
      <w:r w:rsidRPr="00585261">
        <w:rPr>
          <w:rFonts w:ascii="Arial" w:hAnsi="Arial" w:cs="Arial"/>
          <w:sz w:val="26"/>
          <w:szCs w:val="26"/>
          <w:lang w:val="fr-FR"/>
        </w:rPr>
        <w:t>privind</w:t>
      </w:r>
      <w:r w:rsidRPr="00585261">
        <w:rPr>
          <w:rFonts w:ascii="Arial" w:hAnsi="Arial" w:cs="Arial"/>
          <w:sz w:val="26"/>
          <w:szCs w:val="26"/>
        </w:rPr>
        <w:t xml:space="preserve"> însuşirea documentaţiilor cadastrale </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rPr>
      </w:pPr>
      <w:r w:rsidRPr="00585261">
        <w:rPr>
          <w:rFonts w:ascii="Arial" w:hAnsi="Arial" w:cs="Arial"/>
          <w:sz w:val="26"/>
          <w:szCs w:val="26"/>
        </w:rPr>
        <w:t xml:space="preserve">de actualizare date pentru imobilele identificate în CF nr.72923 Bistrița și </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FF0000"/>
          <w:sz w:val="26"/>
          <w:szCs w:val="26"/>
        </w:rPr>
      </w:pPr>
      <w:r w:rsidRPr="00585261">
        <w:rPr>
          <w:rFonts w:ascii="Arial" w:hAnsi="Arial" w:cs="Arial"/>
          <w:sz w:val="26"/>
          <w:szCs w:val="26"/>
        </w:rPr>
        <w:t>CF nr.72968 Bistrița, proprietate</w:t>
      </w:r>
      <w:r w:rsidRPr="00585261">
        <w:rPr>
          <w:rFonts w:ascii="Arial" w:hAnsi="Arial" w:cs="Arial"/>
          <w:color w:val="FF0000"/>
          <w:sz w:val="26"/>
          <w:szCs w:val="26"/>
        </w:rPr>
        <w:t xml:space="preserve"> </w:t>
      </w:r>
      <w:r w:rsidRPr="00585261">
        <w:rPr>
          <w:rFonts w:ascii="Arial" w:hAnsi="Arial" w:cs="Arial"/>
          <w:sz w:val="26"/>
          <w:szCs w:val="26"/>
        </w:rPr>
        <w:t>a Municipiului Bistrița, domeniul public</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5"/>
          <w:szCs w:val="25"/>
        </w:rPr>
      </w:pPr>
    </w:p>
    <w:bookmarkEnd w:id="0"/>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5"/>
          <w:szCs w:val="25"/>
        </w:rPr>
      </w:pP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5"/>
          <w:szCs w:val="25"/>
          <w:lang w:val="ro-RO"/>
        </w:rPr>
      </w:pPr>
      <w:r w:rsidRPr="00585261">
        <w:rPr>
          <w:rFonts w:ascii="Arial" w:hAnsi="Arial" w:cs="Arial"/>
          <w:sz w:val="25"/>
          <w:szCs w:val="25"/>
          <w:lang w:val="it-IT"/>
        </w:rPr>
        <w:t>În baza Titlului de proprietate nr.30007 din 20.11.2000 emis de către Comisia jude</w:t>
      </w:r>
      <w:r w:rsidRPr="00585261">
        <w:rPr>
          <w:rFonts w:ascii="Arial" w:hAnsi="Arial" w:cs="Arial"/>
          <w:sz w:val="25"/>
          <w:szCs w:val="25"/>
          <w:lang w:val="ro-RO"/>
        </w:rPr>
        <w:t xml:space="preserve">țeană pentru stabilirea dreptului de proprietate privată asupra terenurilor s-a transmis în proprietatea Consiliului local municipal Bistrița </w:t>
      </w:r>
      <w:r w:rsidRPr="00585261">
        <w:rPr>
          <w:rFonts w:ascii="Arial" w:hAnsi="Arial" w:cs="Arial"/>
          <w:sz w:val="25"/>
          <w:szCs w:val="25"/>
          <w:lang w:val="it-IT"/>
        </w:rPr>
        <w:t>două suprafețe de teren de 266,90 ha și 308 ha, teren forestier înscris în amenajamentul silvic, cu destinația ”pădure”, care sunt înscrise și în</w:t>
      </w:r>
      <w:r w:rsidRPr="00585261">
        <w:rPr>
          <w:rFonts w:ascii="Arial" w:hAnsi="Arial" w:cs="Arial"/>
          <w:sz w:val="25"/>
          <w:szCs w:val="25"/>
          <w:lang w:val="ro-RO"/>
        </w:rPr>
        <w:t xml:space="preserve"> Inventarul bunurilor care aparțin domeniului public al municipiului Bistrița, atestat prin Hotărârea Guvernului României nr.527/2010, la Capitolul VIII. ”Păduri si terenuri cu vegetaţie forestieră” poziția nr.1 aferentă Pădurii municipiului Bistrita - Localitatea Bistrita. </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num" w:pos="0"/>
        </w:tabs>
        <w:ind w:firstLine="709"/>
        <w:jc w:val="both"/>
        <w:rPr>
          <w:rFonts w:ascii="Arial" w:hAnsi="Arial" w:cs="Arial"/>
          <w:sz w:val="25"/>
          <w:szCs w:val="25"/>
          <w:lang w:val="it-IT"/>
        </w:rPr>
      </w:pPr>
      <w:r w:rsidRPr="00585261">
        <w:rPr>
          <w:rFonts w:ascii="Arial" w:hAnsi="Arial" w:cs="Arial"/>
          <w:sz w:val="25"/>
          <w:szCs w:val="25"/>
          <w:lang w:val="ro-RO"/>
        </w:rPr>
        <w:t xml:space="preserve">În urma efectuării lucrării de cadastru general la nivelul municipiului Bistrița cele două suprafețe au fost </w:t>
      </w:r>
      <w:r w:rsidRPr="00585261">
        <w:rPr>
          <w:rFonts w:ascii="Arial" w:hAnsi="Arial" w:cs="Arial"/>
          <w:sz w:val="25"/>
          <w:szCs w:val="25"/>
          <w:lang w:val="it-IT"/>
        </w:rPr>
        <w:t xml:space="preserve">în </w:t>
      </w:r>
      <w:r w:rsidRPr="00585261">
        <w:rPr>
          <w:rFonts w:ascii="Arial" w:hAnsi="Arial" w:cs="Arial"/>
          <w:sz w:val="25"/>
          <w:szCs w:val="25"/>
          <w:lang w:val="ro-RO"/>
        </w:rPr>
        <w:t>înscrise în evidențele de carte funciară</w:t>
      </w:r>
      <w:r w:rsidRPr="00585261">
        <w:rPr>
          <w:rFonts w:ascii="Arial" w:hAnsi="Arial" w:cs="Arial"/>
          <w:sz w:val="25"/>
          <w:szCs w:val="25"/>
          <w:lang w:val="it-IT"/>
        </w:rPr>
        <w:t xml:space="preserve"> în CF Bistrița nr.72923 și nr.72968</w:t>
      </w:r>
      <w:r w:rsidRPr="00585261">
        <w:rPr>
          <w:rFonts w:ascii="Arial" w:hAnsi="Arial" w:cs="Arial"/>
          <w:sz w:val="25"/>
          <w:szCs w:val="25"/>
          <w:lang w:val="ro-RO"/>
        </w:rPr>
        <w:t xml:space="preserve"> cu suprafețele de </w:t>
      </w:r>
      <w:r w:rsidRPr="00585261">
        <w:rPr>
          <w:rFonts w:ascii="Arial" w:hAnsi="Arial" w:cs="Arial"/>
          <w:sz w:val="25"/>
          <w:szCs w:val="25"/>
          <w:lang w:val="it-IT"/>
        </w:rPr>
        <w:t>2714516 mp, respectiv 3093254 mp, mai mult cu 5,87 ha decât în titlul de proprietate mai sus menționat, în proprietatea Consiliului local municipal Bistrița.</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num" w:pos="0"/>
        </w:tabs>
        <w:ind w:firstLine="709"/>
        <w:jc w:val="both"/>
        <w:rPr>
          <w:rFonts w:ascii="Arial" w:hAnsi="Arial" w:cs="Arial"/>
          <w:sz w:val="25"/>
          <w:szCs w:val="25"/>
          <w:lang w:val="it-IT"/>
        </w:rPr>
      </w:pPr>
      <w:r w:rsidRPr="00585261">
        <w:rPr>
          <w:rFonts w:ascii="Arial" w:hAnsi="Arial" w:cs="Arial"/>
          <w:sz w:val="25"/>
          <w:szCs w:val="25"/>
          <w:lang w:val="it-IT"/>
        </w:rPr>
        <w:t>Limitrof cu cele două imobile proprietatea municipiului este drumul județean 173B care separă cele două suprafețe de pădure, care a fost înscris în cartea funciară după acestea, de către proprietar - Județul Bistrița - Năsăud, pe grafica și suprafața rezultată între cele două imobile pădure proprietatea Municipiului, fără să existe suprapunere.</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num" w:pos="0"/>
        </w:tabs>
        <w:ind w:firstLine="709"/>
        <w:jc w:val="both"/>
        <w:rPr>
          <w:rFonts w:ascii="Arial" w:hAnsi="Arial" w:cs="Arial"/>
          <w:sz w:val="25"/>
          <w:szCs w:val="25"/>
          <w:lang w:val="it-IT"/>
        </w:rPr>
      </w:pPr>
      <w:r w:rsidRPr="00585261">
        <w:rPr>
          <w:rFonts w:ascii="Arial" w:hAnsi="Arial" w:cs="Arial"/>
          <w:sz w:val="25"/>
          <w:szCs w:val="25"/>
          <w:lang w:val="it-IT"/>
        </w:rPr>
        <w:t xml:space="preserve">În prezent, Consiliul Județean Bistrița – Năsăud are </w:t>
      </w:r>
      <w:r w:rsidRPr="00585261">
        <w:rPr>
          <w:rFonts w:ascii="Arial" w:hAnsi="Arial" w:cs="Arial"/>
          <w:sz w:val="25"/>
          <w:szCs w:val="25"/>
        </w:rPr>
        <w:t>în derulare un proiect</w:t>
      </w:r>
      <w:r w:rsidRPr="00585261">
        <w:rPr>
          <w:rFonts w:ascii="Arial" w:hAnsi="Arial" w:cs="Arial"/>
          <w:sz w:val="25"/>
          <w:szCs w:val="25"/>
          <w:lang w:val="it-IT"/>
        </w:rPr>
        <w:t xml:space="preserve"> pentru realizarea lucrărilor de modernizare a drumului județean 173B, bun proprietate publică a județului, cuprins între km 2+728 și km 10+000, între Bistrița și Tărpiu. Prin suprapunerea proiectului de execuție cu grafica drumului identificat în CF nr.83065 Bistrița au constatat faptul că drumul județean nu este înscris în evidențele de carte funciară conform realității din teren, pe amplasamentul faptic, ci se suprapune peste cele două suprafețe de pădure, astfel că este necesar ca odată cu actualizarea datelor de carte funciară a drumului județean să se actualizeze și datele cadastrale aferente imobilelor proprietatea municipiului, atât cu privire la limite, cât și la suprafață.</w:t>
      </w:r>
    </w:p>
    <w:p w:rsidR="00F75E7A" w:rsidRPr="00585261" w:rsidRDefault="00F75E7A" w:rsidP="00E1311B">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5"/>
          <w:szCs w:val="25"/>
          <w:lang w:val="it-IT"/>
        </w:rPr>
      </w:pPr>
      <w:r w:rsidRPr="00585261">
        <w:rPr>
          <w:rFonts w:ascii="Arial" w:hAnsi="Arial" w:cs="Arial"/>
          <w:sz w:val="25"/>
          <w:szCs w:val="25"/>
        </w:rPr>
        <w:t>Pentru a putea soluționa situația, cele două imobile au fost cuprinse într-un contract de servicii încheiat cu societatea TOP RMR CONSTRUCT SRL Timișoara – persoană juridică autorizată de ANCPI să execute lucrări de cadastru, geodeziei și cartografie, care a procedat la identificarea și măsurarea amplasamentelor pentru a fi înscrise în evidențele de cadastru și carte funciară conform realității din teren.</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num" w:pos="0"/>
        </w:tabs>
        <w:ind w:firstLine="709"/>
        <w:jc w:val="both"/>
        <w:rPr>
          <w:rFonts w:ascii="Arial" w:hAnsi="Arial" w:cs="Arial"/>
          <w:sz w:val="25"/>
          <w:szCs w:val="25"/>
          <w:lang w:val="it-IT"/>
        </w:rPr>
      </w:pPr>
      <w:r w:rsidRPr="00585261">
        <w:rPr>
          <w:rFonts w:ascii="Arial" w:hAnsi="Arial" w:cs="Arial"/>
          <w:sz w:val="25"/>
          <w:szCs w:val="25"/>
          <w:lang w:val="it-IT"/>
        </w:rPr>
        <w:t>Au fost astfel efectuate noi măsurători, atât ale drumului județean 173 B, cât și ale celor două imobile cu destinația de pădure și în prezența reprezentanților celor două unități administrativ-teritoriale au fost stabilite limitele imobilelor raportat la realitatea din teren. Conform măsurătorilor drumul județean DJ173B înscris în CF nr.83065 Bistrița are o lățime mai mare decât cea prevăzută în acte. Pentru ca limita juridică să corespundă cu limita fizică a imobilelor este necesară modificarea limitelor imobilelor, rezultând implicit și o modificare a suprafețelor.</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5"/>
          <w:szCs w:val="25"/>
        </w:rPr>
      </w:pPr>
      <w:r w:rsidRPr="00585261">
        <w:rPr>
          <w:rFonts w:ascii="Arial" w:hAnsi="Arial" w:cs="Arial"/>
          <w:sz w:val="25"/>
          <w:szCs w:val="25"/>
          <w:lang w:val="it-IT"/>
        </w:rPr>
        <w:t>Din documentațiile cadastrale întocmite pentru actualizarea informațiilor cadastrale, prin stabilirea limitelor reale ale celor două imobile proprietate a Municipiului Bistrița, pentru imobilul identificat în CF Bistrița nr.72923 reiese din măsurători suprafața de 2708704 mp, față de suprafața de 2714516 mp din lucrarea de cadastru general</w:t>
      </w:r>
      <w:r w:rsidRPr="00585261">
        <w:rPr>
          <w:rFonts w:ascii="Arial" w:hAnsi="Arial" w:cs="Arial"/>
          <w:sz w:val="25"/>
          <w:szCs w:val="25"/>
        </w:rPr>
        <w:t xml:space="preserve">, iar pentru </w:t>
      </w:r>
      <w:r w:rsidRPr="00585261">
        <w:rPr>
          <w:rFonts w:ascii="Arial" w:hAnsi="Arial" w:cs="Arial"/>
          <w:sz w:val="25"/>
          <w:szCs w:val="25"/>
          <w:lang w:val="it-IT"/>
        </w:rPr>
        <w:t xml:space="preserve">imobilul identificat în CF Bistrița nr.72968 reiese din măsurători suprafața de 3083181 mp, față de </w:t>
      </w:r>
      <w:r w:rsidRPr="00585261">
        <w:rPr>
          <w:rFonts w:ascii="Arial" w:hAnsi="Arial" w:cs="Arial"/>
          <w:sz w:val="25"/>
          <w:szCs w:val="25"/>
        </w:rPr>
        <w:t>3093254 mp din lucrarea de cadastru general, astfel că rezultă o suprafață mai mare decât cea cuprinsă în titlul de proprietate cu 4,2885 ha.</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5"/>
          <w:szCs w:val="25"/>
          <w:lang w:val="ro-RO"/>
        </w:rPr>
      </w:pPr>
      <w:r w:rsidRPr="00585261">
        <w:rPr>
          <w:rFonts w:ascii="Arial" w:hAnsi="Arial" w:cs="Arial"/>
          <w:sz w:val="25"/>
          <w:szCs w:val="25"/>
          <w:lang w:val="ro-RO"/>
        </w:rPr>
        <w:t xml:space="preserve">Având în vedere faptul că în prezent cele două imobile figurează înscrise în evidențele de carte funciară în proprietatea Consiliului local municipal Bistrița, care este autoritate deliberativă a administrației publice locale și asigură administrarea bunurilor aparținând unităților administrativ-teritoriale, se impune ca cele două imobile să fie declarate de </w:t>
      </w:r>
      <w:r w:rsidRPr="00585261">
        <w:rPr>
          <w:rFonts w:ascii="Arial" w:hAnsi="Arial" w:cs="Arial"/>
          <w:sz w:val="25"/>
          <w:szCs w:val="25"/>
        </w:rPr>
        <w:t xml:space="preserve">uz și interes public local și înscrise în proprietatea Municipiului Bistrița, domeniul public, raportat la prevederile art.96 din Codul administrativ care stipulează faptul că </w:t>
      </w:r>
      <w:r w:rsidRPr="00585261">
        <w:rPr>
          <w:rFonts w:ascii="Arial" w:hAnsi="Arial" w:cs="Arial"/>
          <w:i/>
          <w:iCs/>
          <w:sz w:val="25"/>
          <w:szCs w:val="25"/>
        </w:rPr>
        <w:t>”Unitățile administrativ-teritoriale sunt persoane juridice de drept public, cu capacitate juridică deplină și patrimoniu propriu”</w:t>
      </w:r>
      <w:r w:rsidRPr="00585261">
        <w:rPr>
          <w:rFonts w:ascii="Arial" w:hAnsi="Arial" w:cs="Arial"/>
          <w:sz w:val="25"/>
          <w:szCs w:val="25"/>
        </w:rPr>
        <w:t xml:space="preserve"> și la art.286 alin.4 care enumeră bunurile care alcătuiesc domeniul public al </w:t>
      </w:r>
      <w:r w:rsidRPr="00585261">
        <w:rPr>
          <w:rFonts w:ascii="Arial" w:hAnsi="Arial" w:cs="Arial"/>
          <w:sz w:val="25"/>
          <w:szCs w:val="25"/>
          <w:lang w:val="ro-RO"/>
        </w:rPr>
        <w:t>unităților administrativ-teritoriale, la punctul 9 din Anexa nr.4 fiind menționate ”terenurile cu destinație forestieră”, cu atât mai mult cu cât acestea sunt înscrise și în Inventarul bunurilor care aparțin domeniului public al Municipiului Bistrița.</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i/>
          <w:iCs/>
          <w:sz w:val="25"/>
          <w:szCs w:val="25"/>
          <w:lang w:val="en-GB" w:eastAsia="en-GB"/>
        </w:rPr>
      </w:pPr>
      <w:r w:rsidRPr="00585261">
        <w:rPr>
          <w:rFonts w:ascii="Arial" w:hAnsi="Arial" w:cs="Arial"/>
          <w:sz w:val="25"/>
          <w:szCs w:val="25"/>
          <w:lang w:val="ro-RO"/>
        </w:rPr>
        <w:t>C</w:t>
      </w:r>
      <w:r w:rsidRPr="00585261">
        <w:rPr>
          <w:rFonts w:ascii="Arial" w:hAnsi="Arial" w:cs="Arial"/>
          <w:sz w:val="25"/>
          <w:szCs w:val="25"/>
        </w:rPr>
        <w:t xml:space="preserve">onform prevederilor art.95 din </w:t>
      </w:r>
      <w:r w:rsidRPr="00585261">
        <w:rPr>
          <w:rFonts w:ascii="Arial" w:hAnsi="Arial" w:cs="Arial"/>
          <w:sz w:val="25"/>
          <w:szCs w:val="25"/>
          <w:lang w:val="ro-RO"/>
        </w:rPr>
        <w:t xml:space="preserve">Ordinul Directorului General al Agenţiei Naţionale de Cadastru şi Publicitate Imobiliară nr.700/2014 privind aprobarea Regulamentului de avizare, recepţie şi înscriere în evidenţele de cadastru şi carte funciară, cu modificările şi completările ulterioare </w:t>
      </w:r>
      <w:r w:rsidRPr="00585261">
        <w:rPr>
          <w:rFonts w:ascii="Arial" w:hAnsi="Arial" w:cs="Arial"/>
          <w:i/>
          <w:iCs/>
          <w:sz w:val="25"/>
          <w:szCs w:val="25"/>
          <w:lang w:val="ro-RO"/>
        </w:rPr>
        <w:t>”</w:t>
      </w:r>
      <w:r w:rsidRPr="00585261">
        <w:rPr>
          <w:rFonts w:ascii="Arial" w:hAnsi="Arial" w:cs="Arial"/>
          <w:i/>
          <w:iCs/>
          <w:sz w:val="25"/>
          <w:szCs w:val="25"/>
          <w:lang w:val="en-GB" w:eastAsia="en-GB"/>
        </w:rPr>
        <w:t>Documentaţia cadastrală de actualizare informaţii tehnice este documentaţia prin care se realizează actualizarea oricăror informaţii textuale şi grafice ale imobilului înscris în sistemul integrat de cadastru şi carte funciară şi poate fi realizată prin una sau mai multe operaţiuni de: înscriere/radiere construcţii, modificare limită de imobil, modificare suprafaţă, actualizare categorii de folosinţă/destinaţii, repoziţionare, descrierea dezmembrămintelor dreptului de proprietate pentru o parte din imobil şi actualizarea oricăror informaţii tehnice cu privire la imobil. Prin cererea de actualizare informaţii tehnice pot fi efectuate simultan toate operaţiunile enumerate mai sus.”</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left" w:pos="1260"/>
          <w:tab w:val="left" w:pos="9720"/>
        </w:tabs>
        <w:ind w:firstLine="720"/>
        <w:jc w:val="both"/>
        <w:rPr>
          <w:rFonts w:ascii="Arial" w:hAnsi="Arial" w:cs="Arial"/>
          <w:sz w:val="25"/>
          <w:szCs w:val="25"/>
          <w:lang w:eastAsia="en-GB"/>
        </w:rPr>
      </w:pPr>
      <w:r w:rsidRPr="00585261">
        <w:rPr>
          <w:rFonts w:ascii="Arial" w:hAnsi="Arial" w:cs="Arial"/>
          <w:sz w:val="25"/>
          <w:szCs w:val="25"/>
        </w:rPr>
        <w:t xml:space="preserve">Mai mult, art.129 </w:t>
      </w:r>
      <w:r w:rsidRPr="00585261">
        <w:rPr>
          <w:rFonts w:ascii="Arial" w:hAnsi="Arial" w:cs="Arial"/>
          <w:sz w:val="25"/>
          <w:szCs w:val="25"/>
          <w:lang w:eastAsia="en-GB"/>
        </w:rPr>
        <w:t>alin.1</w:t>
      </w:r>
      <w:r w:rsidRPr="00585261">
        <w:rPr>
          <w:rFonts w:ascii="Arial" w:hAnsi="Arial" w:cs="Arial"/>
          <w:sz w:val="25"/>
          <w:szCs w:val="25"/>
        </w:rPr>
        <w:t xml:space="preserve"> din Codul Administrativ, aprobat prin Ordonanța de urgență a Guvernului României nr.57/2019</w:t>
      </w:r>
      <w:r w:rsidRPr="00585261">
        <w:rPr>
          <w:rFonts w:ascii="Arial" w:hAnsi="Arial" w:cs="Arial"/>
          <w:sz w:val="25"/>
          <w:szCs w:val="25"/>
          <w:lang w:eastAsia="en-GB"/>
        </w:rPr>
        <w:t xml:space="preserve"> prevede: </w:t>
      </w:r>
      <w:r w:rsidRPr="00585261">
        <w:rPr>
          <w:rFonts w:ascii="Arial" w:hAnsi="Arial" w:cs="Arial"/>
          <w:i/>
          <w:iCs/>
          <w:sz w:val="25"/>
          <w:szCs w:val="25"/>
          <w:lang w:eastAsia="en-GB"/>
        </w:rPr>
        <w:t>”Consiliul local are iniţiativă şi hotărăşte, în condiţiile legii, în toate problemele de interes local, cu excepţia celor care sunt date prin lege în competenţa altor autorităţi ale administraţiei publice locale sau centrale</w:t>
      </w:r>
      <w:r w:rsidRPr="00585261">
        <w:rPr>
          <w:rFonts w:ascii="Arial" w:hAnsi="Arial" w:cs="Arial"/>
          <w:sz w:val="25"/>
          <w:szCs w:val="25"/>
          <w:lang w:eastAsia="en-GB"/>
        </w:rPr>
        <w:t xml:space="preserve">”. </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color w:val="000000"/>
          <w:sz w:val="25"/>
          <w:szCs w:val="25"/>
          <w:lang w:val="ro-RO" w:eastAsia="ro-RO"/>
        </w:rPr>
      </w:pPr>
      <w:r w:rsidRPr="00585261">
        <w:rPr>
          <w:rFonts w:ascii="Arial" w:hAnsi="Arial" w:cs="Arial"/>
          <w:sz w:val="25"/>
          <w:szCs w:val="25"/>
          <w:lang w:val="it-IT"/>
        </w:rPr>
        <w:t>În vederea remedierii situației intervenite și înscrierea celor trei imobile în sistemul integrat de cadastru și carte funciară conform realității din teren este necesară corelarea celor trei lucrări cadastrale, două care fac obiectul prezentului proiect de hotărâre și una care va face obiectul unui proiect de hotărâre al Consiliului Județean Bistrița – Năsăud, pentru aprobarea actualizării informațiilor cadastrale ale celor două imobile proprietatea Municipiului Bistrița, conform documentațiilor cadastrale întocmite de societatea de specialitate, prin hotărâre a consiliului local, aceasta</w:t>
      </w:r>
      <w:r w:rsidRPr="00585261">
        <w:rPr>
          <w:rFonts w:ascii="Arial" w:hAnsi="Arial" w:cs="Arial"/>
          <w:sz w:val="25"/>
          <w:szCs w:val="25"/>
          <w:lang w:val="ro-RO"/>
        </w:rPr>
        <w:t xml:space="preserve"> constituind titlu necesar pentru înscrierea în evidenţele de carte funciară a modificărilor aprobate</w:t>
      </w:r>
      <w:r w:rsidRPr="00585261">
        <w:rPr>
          <w:rFonts w:ascii="Arial" w:hAnsi="Arial" w:cs="Arial"/>
          <w:color w:val="000000"/>
          <w:sz w:val="25"/>
          <w:szCs w:val="25"/>
          <w:lang w:val="ro-RO" w:eastAsia="ro-RO"/>
        </w:rPr>
        <w:t>.</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5"/>
          <w:szCs w:val="25"/>
        </w:rPr>
      </w:pPr>
      <w:r w:rsidRPr="00585261">
        <w:rPr>
          <w:rFonts w:ascii="Arial" w:hAnsi="Arial" w:cs="Arial"/>
          <w:sz w:val="25"/>
          <w:szCs w:val="25"/>
        </w:rPr>
        <w:tab/>
        <w:t xml:space="preserve">În temeiul </w:t>
      </w:r>
      <w:r w:rsidRPr="00585261">
        <w:rPr>
          <w:rFonts w:ascii="Arial" w:hAnsi="Arial" w:cs="Arial"/>
          <w:sz w:val="25"/>
          <w:szCs w:val="25"/>
          <w:lang w:eastAsia="ro-RO"/>
        </w:rPr>
        <w:t xml:space="preserve">prevederilor </w:t>
      </w:r>
      <w:r w:rsidRPr="00585261">
        <w:rPr>
          <w:rFonts w:ascii="Arial" w:hAnsi="Arial" w:cs="Arial"/>
          <w:sz w:val="25"/>
          <w:szCs w:val="25"/>
        </w:rPr>
        <w:t>Codului Administrativ și ale</w:t>
      </w:r>
      <w:r w:rsidRPr="00585261">
        <w:rPr>
          <w:rFonts w:ascii="Arial" w:hAnsi="Arial" w:cs="Arial"/>
          <w:sz w:val="25"/>
          <w:szCs w:val="25"/>
          <w:lang w:eastAsia="ro-RO"/>
        </w:rPr>
        <w:t xml:space="preserve"> Noului Cod Civil</w:t>
      </w:r>
      <w:r w:rsidRPr="00585261">
        <w:rPr>
          <w:rFonts w:ascii="Arial" w:hAnsi="Arial" w:cs="Arial"/>
          <w:sz w:val="25"/>
          <w:szCs w:val="25"/>
        </w:rPr>
        <w:t xml:space="preserve">, cu modificările şi completările ulterioare, considerăm că sunt îndeplinite condițiile legale pentru ca Proiectul de hotărâre </w:t>
      </w:r>
      <w:r w:rsidRPr="00585261">
        <w:rPr>
          <w:rFonts w:ascii="Arial" w:hAnsi="Arial" w:cs="Arial"/>
          <w:sz w:val="25"/>
          <w:szCs w:val="25"/>
          <w:lang w:val="fr-FR"/>
        </w:rPr>
        <w:t>privind</w:t>
      </w:r>
      <w:r w:rsidRPr="00585261">
        <w:rPr>
          <w:rFonts w:ascii="Arial" w:hAnsi="Arial" w:cs="Arial"/>
          <w:sz w:val="25"/>
          <w:szCs w:val="25"/>
        </w:rPr>
        <w:t xml:space="preserve"> însuşirea documentaţiilor cadastrale de actualizare date pentru imobilele identificate în CF nr.72923 Bistrița și CF nr.72968 Bistrița, proprietate</w:t>
      </w:r>
      <w:r w:rsidRPr="00585261">
        <w:rPr>
          <w:rFonts w:ascii="Arial" w:hAnsi="Arial" w:cs="Arial"/>
          <w:color w:val="FF0000"/>
          <w:sz w:val="25"/>
          <w:szCs w:val="25"/>
        </w:rPr>
        <w:t xml:space="preserve"> </w:t>
      </w:r>
      <w:r w:rsidRPr="00585261">
        <w:rPr>
          <w:rFonts w:ascii="Arial" w:hAnsi="Arial" w:cs="Arial"/>
          <w:sz w:val="25"/>
          <w:szCs w:val="25"/>
        </w:rPr>
        <w:t>a Municipiului Bistrița, domeniul public, în forma prezentată de iniţiator, să fie supus analizei și dezbaterii Consiliului local al municipiului Bistrița.</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5"/>
          <w:szCs w:val="25"/>
        </w:rPr>
      </w:pPr>
    </w:p>
    <w:p w:rsidR="00F75E7A" w:rsidRPr="00585261" w:rsidRDefault="00F75E7A" w:rsidP="001E4807">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5"/>
          <w:szCs w:val="25"/>
        </w:rPr>
      </w:pPr>
      <w:r w:rsidRPr="00585261">
        <w:rPr>
          <w:rFonts w:ascii="Arial" w:hAnsi="Arial" w:cs="Arial"/>
          <w:b/>
          <w:bCs/>
          <w:sz w:val="25"/>
          <w:szCs w:val="25"/>
          <w:lang w:val="ro-RO"/>
        </w:rPr>
        <w:t xml:space="preserve">     DIRECTOR EXECUTIV,       ȘEF OCOL SILVIC,          DIRECTOR EXECUTIV,</w:t>
      </w:r>
    </w:p>
    <w:p w:rsidR="00F75E7A" w:rsidRDefault="00F75E7A" w:rsidP="00F066E6">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both"/>
        <w:rPr>
          <w:rFonts w:ascii="Arial" w:hAnsi="Arial" w:cs="Arial"/>
          <w:b/>
          <w:bCs/>
          <w:sz w:val="25"/>
          <w:szCs w:val="25"/>
          <w:lang w:val="ro-RO"/>
        </w:rPr>
      </w:pPr>
      <w:r w:rsidRPr="00585261">
        <w:rPr>
          <w:rFonts w:ascii="Arial" w:hAnsi="Arial" w:cs="Arial"/>
          <w:b/>
          <w:bCs/>
          <w:sz w:val="25"/>
          <w:szCs w:val="25"/>
          <w:lang w:val="ro-RO"/>
        </w:rPr>
        <w:t xml:space="preserve">      Vasile MARINA               Emil Titus ANCA            Dumitru Matei CINCEA</w:t>
      </w:r>
    </w:p>
    <w:p w:rsidR="00F75E7A" w:rsidRPr="00585261" w:rsidRDefault="00F75E7A" w:rsidP="00F066E6">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rPr>
      </w:pPr>
      <w:r w:rsidRPr="00585261">
        <w:rPr>
          <w:rFonts w:ascii="Arial" w:hAnsi="Arial" w:cs="Arial"/>
        </w:rPr>
        <w:t>V.M./A.I./2ex.</w:t>
      </w:r>
    </w:p>
    <w:sectPr w:rsidR="00F75E7A" w:rsidRPr="00585261" w:rsidSect="002B494C">
      <w:footerReference w:type="default" r:id="rId7"/>
      <w:pgSz w:w="11906" w:h="16838"/>
      <w:pgMar w:top="720" w:right="862" w:bottom="172" w:left="1440" w:header="708" w:footer="2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E7A" w:rsidRDefault="00F75E7A"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1">
    <w:p w:rsidR="00F75E7A" w:rsidRDefault="00F75E7A"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E7A" w:rsidRPr="003118B0" w:rsidRDefault="00F75E7A">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1</w:t>
    </w:r>
    <w:r w:rsidRPr="003118B0">
      <w:rPr>
        <w:rFonts w:ascii="Arial" w:hAnsi="Arial" w:cs="Arial"/>
      </w:rPr>
      <w:fldChar w:fldCharType="end"/>
    </w:r>
  </w:p>
  <w:p w:rsidR="00F75E7A" w:rsidRDefault="00F75E7A">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E7A" w:rsidRDefault="00F75E7A">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1">
    <w:p w:rsidR="00F75E7A" w:rsidRDefault="00F75E7A">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4">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9">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2">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nsid w:val="53861486"/>
    <w:multiLevelType w:val="hybridMultilevel"/>
    <w:tmpl w:val="FFFFFFFF"/>
    <w:lvl w:ilvl="0" w:tplc="2ADEE8FA">
      <w:start w:val="1"/>
      <w:numFmt w:val="decimal"/>
      <w:pStyle w:val="Heading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Heading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Heading6"/>
      <w:suff w:val="nothing"/>
      <w:lvlText w:val=""/>
      <w:lvlJc w:val="left"/>
      <w:pPr>
        <w:tabs>
          <w:tab w:val="num" w:pos="1152"/>
        </w:tabs>
        <w:ind w:left="1152" w:hanging="1152"/>
      </w:pPr>
    </w:lvl>
    <w:lvl w:ilvl="6" w:tplc="32EABC74">
      <w:start w:val="1"/>
      <w:numFmt w:val="decimal"/>
      <w:pStyle w:val="Heading7"/>
      <w:suff w:val="nothing"/>
      <w:lvlText w:val=""/>
      <w:lvlJc w:val="left"/>
      <w:pPr>
        <w:tabs>
          <w:tab w:val="num" w:pos="1296"/>
        </w:tabs>
        <w:ind w:left="1296" w:hanging="1296"/>
      </w:pPr>
    </w:lvl>
    <w:lvl w:ilvl="7" w:tplc="34CA89D4">
      <w:start w:val="1"/>
      <w:numFmt w:val="decimal"/>
      <w:pStyle w:val="Heading8"/>
      <w:suff w:val="nothing"/>
      <w:lvlText w:val=""/>
      <w:lvlJc w:val="left"/>
      <w:pPr>
        <w:tabs>
          <w:tab w:val="num" w:pos="1440"/>
        </w:tabs>
        <w:ind w:left="1440" w:hanging="1440"/>
      </w:pPr>
    </w:lvl>
    <w:lvl w:ilvl="8" w:tplc="34FE7DEA">
      <w:start w:val="1"/>
      <w:numFmt w:val="decimal"/>
      <w:pStyle w:val="Heading9"/>
      <w:suff w:val="nothing"/>
      <w:lvlText w:val=""/>
      <w:lvlJc w:val="left"/>
      <w:pPr>
        <w:tabs>
          <w:tab w:val="num" w:pos="1584"/>
        </w:tabs>
        <w:ind w:left="1584" w:hanging="1584"/>
      </w:pPr>
    </w:lvl>
  </w:abstractNum>
  <w:abstractNum w:abstractNumId="14">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abstractNumId w:val="13"/>
  </w:num>
  <w:num w:numId="2">
    <w:abstractNumId w:val="3"/>
  </w:num>
  <w:num w:numId="3">
    <w:abstractNumId w:val="11"/>
  </w:num>
  <w:num w:numId="4">
    <w:abstractNumId w:val="5"/>
  </w:num>
  <w:num w:numId="5">
    <w:abstractNumId w:val="0"/>
  </w:num>
  <w:num w:numId="6">
    <w:abstractNumId w:val="12"/>
  </w:num>
  <w:num w:numId="7">
    <w:abstractNumId w:val="7"/>
  </w:num>
  <w:num w:numId="8">
    <w:abstractNumId w:val="2"/>
  </w:num>
  <w:num w:numId="9">
    <w:abstractNumId w:val="1"/>
  </w:num>
  <w:num w:numId="10">
    <w:abstractNumId w:val="9"/>
  </w:num>
  <w:num w:numId="11">
    <w:abstractNumId w:val="8"/>
  </w:num>
  <w:num w:numId="12">
    <w:abstractNumId w:val="6"/>
  </w:num>
  <w:num w:numId="13">
    <w:abstractNumId w:val="10"/>
  </w:num>
  <w:num w:numId="14">
    <w:abstractNumId w:val="14"/>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9C2"/>
    <w:rsid w:val="00035793"/>
    <w:rsid w:val="00051728"/>
    <w:rsid w:val="000629C2"/>
    <w:rsid w:val="0006635F"/>
    <w:rsid w:val="00072E6C"/>
    <w:rsid w:val="000A3718"/>
    <w:rsid w:val="000C3AAE"/>
    <w:rsid w:val="000E79A3"/>
    <w:rsid w:val="00151922"/>
    <w:rsid w:val="00152720"/>
    <w:rsid w:val="0019786F"/>
    <w:rsid w:val="001E4807"/>
    <w:rsid w:val="001E5605"/>
    <w:rsid w:val="001F5EDE"/>
    <w:rsid w:val="001F6A0E"/>
    <w:rsid w:val="002023E9"/>
    <w:rsid w:val="00220031"/>
    <w:rsid w:val="002364E0"/>
    <w:rsid w:val="00242AA8"/>
    <w:rsid w:val="0028095F"/>
    <w:rsid w:val="00280D8C"/>
    <w:rsid w:val="0029611B"/>
    <w:rsid w:val="002B494C"/>
    <w:rsid w:val="002B6A5B"/>
    <w:rsid w:val="002D08ED"/>
    <w:rsid w:val="002D0E4F"/>
    <w:rsid w:val="002D5FF4"/>
    <w:rsid w:val="002E50A5"/>
    <w:rsid w:val="003118B0"/>
    <w:rsid w:val="00313CF4"/>
    <w:rsid w:val="0031665A"/>
    <w:rsid w:val="003424E5"/>
    <w:rsid w:val="00376B62"/>
    <w:rsid w:val="003818CD"/>
    <w:rsid w:val="003906D4"/>
    <w:rsid w:val="0039258B"/>
    <w:rsid w:val="003A4063"/>
    <w:rsid w:val="003A5E6E"/>
    <w:rsid w:val="003B74A7"/>
    <w:rsid w:val="003D7E6B"/>
    <w:rsid w:val="004120D1"/>
    <w:rsid w:val="0046319C"/>
    <w:rsid w:val="00464ADD"/>
    <w:rsid w:val="004B51F0"/>
    <w:rsid w:val="004E4BB7"/>
    <w:rsid w:val="00502E29"/>
    <w:rsid w:val="005169D0"/>
    <w:rsid w:val="00565AF3"/>
    <w:rsid w:val="00585261"/>
    <w:rsid w:val="00595969"/>
    <w:rsid w:val="0059796C"/>
    <w:rsid w:val="005C35EB"/>
    <w:rsid w:val="005E477C"/>
    <w:rsid w:val="00617392"/>
    <w:rsid w:val="00642849"/>
    <w:rsid w:val="00674819"/>
    <w:rsid w:val="0069334E"/>
    <w:rsid w:val="006F2B34"/>
    <w:rsid w:val="00701FE3"/>
    <w:rsid w:val="007105D1"/>
    <w:rsid w:val="0071268A"/>
    <w:rsid w:val="007126DD"/>
    <w:rsid w:val="0071548D"/>
    <w:rsid w:val="00732740"/>
    <w:rsid w:val="00741A8B"/>
    <w:rsid w:val="007634F8"/>
    <w:rsid w:val="0076353C"/>
    <w:rsid w:val="00780CB8"/>
    <w:rsid w:val="007865B9"/>
    <w:rsid w:val="00793CEA"/>
    <w:rsid w:val="007B4F5D"/>
    <w:rsid w:val="007C3DCE"/>
    <w:rsid w:val="007F1979"/>
    <w:rsid w:val="00815E66"/>
    <w:rsid w:val="00817A56"/>
    <w:rsid w:val="00845F77"/>
    <w:rsid w:val="00857687"/>
    <w:rsid w:val="00872A8B"/>
    <w:rsid w:val="008B728E"/>
    <w:rsid w:val="0094700D"/>
    <w:rsid w:val="00955444"/>
    <w:rsid w:val="009B58C3"/>
    <w:rsid w:val="009D2966"/>
    <w:rsid w:val="009E3EDA"/>
    <w:rsid w:val="00A15994"/>
    <w:rsid w:val="00A21733"/>
    <w:rsid w:val="00A252F4"/>
    <w:rsid w:val="00A3174D"/>
    <w:rsid w:val="00A319EB"/>
    <w:rsid w:val="00A54867"/>
    <w:rsid w:val="00AD0AA5"/>
    <w:rsid w:val="00B11132"/>
    <w:rsid w:val="00B430AF"/>
    <w:rsid w:val="00B4542F"/>
    <w:rsid w:val="00B47C0F"/>
    <w:rsid w:val="00B502DC"/>
    <w:rsid w:val="00B50EF7"/>
    <w:rsid w:val="00B66B35"/>
    <w:rsid w:val="00B77DA8"/>
    <w:rsid w:val="00B832D5"/>
    <w:rsid w:val="00BA73D8"/>
    <w:rsid w:val="00BD683C"/>
    <w:rsid w:val="00C157F2"/>
    <w:rsid w:val="00C9504F"/>
    <w:rsid w:val="00CA0CD8"/>
    <w:rsid w:val="00CB7819"/>
    <w:rsid w:val="00D151D3"/>
    <w:rsid w:val="00D22D6C"/>
    <w:rsid w:val="00D24EBA"/>
    <w:rsid w:val="00D24EC2"/>
    <w:rsid w:val="00D3258F"/>
    <w:rsid w:val="00D7445F"/>
    <w:rsid w:val="00D92F43"/>
    <w:rsid w:val="00DA3256"/>
    <w:rsid w:val="00DA3EDE"/>
    <w:rsid w:val="00DE74EF"/>
    <w:rsid w:val="00E1311B"/>
    <w:rsid w:val="00E21FCD"/>
    <w:rsid w:val="00E414BD"/>
    <w:rsid w:val="00E550AD"/>
    <w:rsid w:val="00E9799C"/>
    <w:rsid w:val="00EC4981"/>
    <w:rsid w:val="00EE7F37"/>
    <w:rsid w:val="00F00BA4"/>
    <w:rsid w:val="00F02135"/>
    <w:rsid w:val="00F066E6"/>
    <w:rsid w:val="00F2652F"/>
    <w:rsid w:val="00F5615B"/>
    <w:rsid w:val="00F74EB5"/>
    <w:rsid w:val="00F75E7A"/>
    <w:rsid w:val="00F77C7A"/>
    <w:rsid w:val="00F97EB5"/>
    <w:rsid w:val="00FA1481"/>
    <w:rsid w:val="00FB5A13"/>
    <w:rsid w:val="00FB5BA8"/>
    <w:rsid w:val="00FC27D3"/>
    <w:rsid w:val="00FD53E3"/>
    <w:rsid w:val="00FF49F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en-US" w:eastAsia="ar-SA"/>
    </w:rPr>
  </w:style>
  <w:style w:type="paragraph" w:styleId="Heading1">
    <w:name w:val="heading 1"/>
    <w:basedOn w:val="Normal"/>
    <w:next w:val="Normal"/>
    <w:link w:val="Heading1Char"/>
    <w:uiPriority w:val="99"/>
    <w:qFormat/>
    <w:rsid w:val="000629C2"/>
    <w:pPr>
      <w:keepNext/>
      <w:numPr>
        <w:numId w:val="1"/>
      </w:numPr>
      <w:outlineLvl w:val="0"/>
    </w:pPr>
    <w:rPr>
      <w:sz w:val="28"/>
      <w:szCs w:val="28"/>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cs="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cs="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cs="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b/>
      <w:bCs/>
      <w:sz w:val="22"/>
      <w:szCs w:val="22"/>
    </w:rPr>
  </w:style>
  <w:style w:type="paragraph" w:styleId="Heading7">
    <w:name w:val="heading 7"/>
    <w:basedOn w:val="Heading"/>
    <w:next w:val="BodyText"/>
    <w:link w:val="Heading7Char"/>
    <w:uiPriority w:val="99"/>
    <w:qFormat/>
    <w:rsid w:val="000629C2"/>
    <w:pPr>
      <w:numPr>
        <w:ilvl w:val="6"/>
        <w:numId w:val="1"/>
      </w:numPr>
      <w:outlineLvl w:val="6"/>
    </w:pPr>
    <w:rPr>
      <w:b/>
      <w:bCs/>
      <w:sz w:val="21"/>
      <w:szCs w:val="21"/>
    </w:rPr>
  </w:style>
  <w:style w:type="paragraph" w:styleId="Heading8">
    <w:name w:val="heading 8"/>
    <w:basedOn w:val="Heading"/>
    <w:next w:val="BodyText"/>
    <w:link w:val="Heading8Char"/>
    <w:uiPriority w:val="99"/>
    <w:qFormat/>
    <w:rsid w:val="000629C2"/>
    <w:pPr>
      <w:numPr>
        <w:ilvl w:val="7"/>
        <w:numId w:val="1"/>
      </w:numPr>
      <w:outlineLvl w:val="7"/>
    </w:pPr>
    <w:rPr>
      <w:b/>
      <w:bCs/>
      <w:sz w:val="21"/>
      <w:szCs w:val="21"/>
    </w:rPr>
  </w:style>
  <w:style w:type="paragraph" w:styleId="Heading9">
    <w:name w:val="heading 9"/>
    <w:basedOn w:val="Heading"/>
    <w:next w:val="BodyText"/>
    <w:link w:val="Heading9Char"/>
    <w:uiPriority w:val="99"/>
    <w:qFormat/>
    <w:rsid w:val="000629C2"/>
    <w:pPr>
      <w:numPr>
        <w:ilvl w:val="8"/>
        <w:numId w:val="1"/>
      </w:numPr>
      <w:outlineLvl w:val="8"/>
    </w:pPr>
    <w:rPr>
      <w:b/>
      <w:bCs/>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29C2"/>
    <w:rPr>
      <w:rFonts w:ascii="Arial" w:hAnsi="Arial" w:cs="Arial"/>
      <w:sz w:val="40"/>
      <w:szCs w:val="40"/>
    </w:rPr>
  </w:style>
  <w:style w:type="character" w:customStyle="1" w:styleId="Heading2Char">
    <w:name w:val="Heading 2 Char"/>
    <w:basedOn w:val="DefaultParagraphFont"/>
    <w:link w:val="Heading2"/>
    <w:uiPriority w:val="99"/>
    <w:locked/>
    <w:rsid w:val="000629C2"/>
    <w:rPr>
      <w:rFonts w:ascii="Arial" w:hAnsi="Arial" w:cs="Arial"/>
      <w:sz w:val="34"/>
      <w:szCs w:val="34"/>
    </w:rPr>
  </w:style>
  <w:style w:type="character" w:customStyle="1" w:styleId="Heading3Char">
    <w:name w:val="Heading 3 Char"/>
    <w:basedOn w:val="DefaultParagraphFont"/>
    <w:link w:val="Heading3"/>
    <w:uiPriority w:val="99"/>
    <w:locked/>
    <w:rsid w:val="000629C2"/>
    <w:rPr>
      <w:rFonts w:ascii="Arial" w:hAnsi="Arial" w:cs="Arial"/>
      <w:sz w:val="30"/>
      <w:szCs w:val="30"/>
    </w:rPr>
  </w:style>
  <w:style w:type="character" w:customStyle="1" w:styleId="Heading4Char">
    <w:name w:val="Heading 4 Char"/>
    <w:basedOn w:val="DefaultParagraphFont"/>
    <w:link w:val="Heading4"/>
    <w:uiPriority w:val="99"/>
    <w:locked/>
    <w:rsid w:val="000629C2"/>
    <w:rPr>
      <w:rFonts w:ascii="Arial" w:hAnsi="Arial" w:cs="Arial"/>
      <w:b/>
      <w:bCs/>
      <w:sz w:val="26"/>
      <w:szCs w:val="26"/>
    </w:rPr>
  </w:style>
  <w:style w:type="character" w:customStyle="1" w:styleId="Heading5Char">
    <w:name w:val="Heading 5 Char"/>
    <w:basedOn w:val="DefaultParagraphFont"/>
    <w:link w:val="Heading5"/>
    <w:uiPriority w:val="99"/>
    <w:locked/>
    <w:rsid w:val="000629C2"/>
    <w:rPr>
      <w:rFonts w:ascii="Arial" w:hAnsi="Arial" w:cs="Arial"/>
      <w:b/>
      <w:bCs/>
      <w:sz w:val="24"/>
      <w:szCs w:val="24"/>
    </w:rPr>
  </w:style>
  <w:style w:type="character" w:customStyle="1" w:styleId="Heading6Char">
    <w:name w:val="Heading 6 Char"/>
    <w:basedOn w:val="DefaultParagraphFont"/>
    <w:link w:val="Heading6"/>
    <w:uiPriority w:val="99"/>
    <w:locked/>
    <w:rsid w:val="000629C2"/>
    <w:rPr>
      <w:rFonts w:ascii="Arial" w:hAnsi="Arial" w:cs="Arial"/>
      <w:b/>
      <w:bCs/>
      <w:sz w:val="22"/>
      <w:szCs w:val="22"/>
    </w:rPr>
  </w:style>
  <w:style w:type="character" w:customStyle="1" w:styleId="Heading7Char">
    <w:name w:val="Heading 7 Char"/>
    <w:basedOn w:val="DefaultParagraphFont"/>
    <w:link w:val="Heading7"/>
    <w:uiPriority w:val="99"/>
    <w:locked/>
    <w:rsid w:val="000629C2"/>
    <w:rPr>
      <w:rFonts w:ascii="Arial" w:hAnsi="Arial" w:cs="Arial"/>
      <w:b/>
      <w:bCs/>
      <w:i/>
      <w:iCs/>
      <w:sz w:val="22"/>
      <w:szCs w:val="22"/>
    </w:rPr>
  </w:style>
  <w:style w:type="character" w:customStyle="1" w:styleId="Heading8Char">
    <w:name w:val="Heading 8 Char"/>
    <w:basedOn w:val="DefaultParagraphFont"/>
    <w:link w:val="Heading8"/>
    <w:uiPriority w:val="99"/>
    <w:locked/>
    <w:rsid w:val="000629C2"/>
    <w:rPr>
      <w:rFonts w:ascii="Arial" w:hAnsi="Arial" w:cs="Arial"/>
      <w:i/>
      <w:iCs/>
      <w:sz w:val="22"/>
      <w:szCs w:val="22"/>
    </w:rPr>
  </w:style>
  <w:style w:type="character" w:customStyle="1" w:styleId="Heading9Char">
    <w:name w:val="Heading 9 Char"/>
    <w:basedOn w:val="DefaultParagraphFont"/>
    <w:link w:val="Heading9"/>
    <w:uiPriority w:val="99"/>
    <w:locked/>
    <w:rsid w:val="000629C2"/>
    <w:rPr>
      <w:rFonts w:ascii="Arial" w:hAnsi="Arial" w:cs="Arial"/>
      <w:i/>
      <w:iCs/>
      <w:sz w:val="21"/>
      <w:szCs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basedOn w:val="DefaultParagraphFont"/>
    <w:link w:val="Title"/>
    <w:uiPriority w:val="99"/>
    <w:locked/>
    <w:rsid w:val="000629C2"/>
    <w:rPr>
      <w:sz w:val="48"/>
      <w:szCs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basedOn w:val="DefaultParagraphFont"/>
    <w:link w:val="Subtitle"/>
    <w:uiPriority w:val="99"/>
    <w:locked/>
    <w:rsid w:val="000629C2"/>
    <w:rPr>
      <w:sz w:val="24"/>
      <w:szCs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basedOn w:val="DefaultParagraphFont"/>
    <w:link w:val="Quote"/>
    <w:uiPriority w:val="99"/>
    <w:locked/>
    <w:rsid w:val="000629C2"/>
    <w:rPr>
      <w:i/>
      <w:iCs/>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basedOn w:val="DefaultParagraphFont"/>
    <w:link w:val="IntenseQuote"/>
    <w:uiPriority w:val="99"/>
    <w:locked/>
    <w:rsid w:val="000629C2"/>
    <w:rPr>
      <w:i/>
      <w:iCs/>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basedOn w:val="DefaultParagraphFont"/>
    <w:link w:val="Header"/>
    <w:uiPriority w:val="99"/>
    <w:locked/>
    <w:rsid w:val="000629C2"/>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basedOn w:val="DefaultParagraphFont"/>
    <w:link w:val="Footer"/>
    <w:uiPriority w:val="99"/>
    <w:locked/>
    <w:rsid w:val="000629C2"/>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PlainTable4">
    <w:name w:val="Plain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PlainTable5">
    <w:name w:val="Plain Table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GridTable1Light">
    <w:name w:val="Grid Table 1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
    <w:name w:val="Grid Table 6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1">
    <w:name w:val="List Table 1 Light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2">
    <w:name w:val="List Table 1 Light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3">
    <w:name w:val="List Table 1 Light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4">
    <w:name w:val="List Table 1 Light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5">
    <w:name w:val="List Table 1 Light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6">
    <w:name w:val="List Table 1 Light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2">
    <w:name w:val="List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
    <w:name w:val="List Table 6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basedOn w:val="DefaultParagraphFont"/>
    <w:link w:val="FootnoteText"/>
    <w:uiPriority w:val="99"/>
    <w:locked/>
    <w:rsid w:val="000629C2"/>
    <w:rPr>
      <w:sz w:val="18"/>
      <w:szCs w:val="18"/>
    </w:rPr>
  </w:style>
  <w:style w:type="character" w:styleId="FootnoteReference">
    <w:name w:val="footnote reference"/>
    <w:basedOn w:val="DefaultParagraphFont"/>
    <w:uiPriority w:val="99"/>
    <w:semiHidden/>
    <w:rsid w:val="000629C2"/>
    <w:rPr>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HTMLAcronym">
    <w:name w:val="HTML Acronym"/>
    <w:basedOn w:val="Fontdeparagrafimplicit1"/>
    <w:uiPriority w:val="99"/>
    <w:rsid w:val="000629C2"/>
  </w:style>
  <w:style w:type="character" w:styleId="Hyperlink">
    <w:name w:val="Hyperlink"/>
    <w:basedOn w:val="Fontdeparagrafimplicit1"/>
    <w:uiPriority w:val="99"/>
    <w:rsid w:val="000629C2"/>
    <w:rPr>
      <w:color w:val="0000FF"/>
      <w:u w:val="single"/>
    </w:rPr>
  </w:style>
  <w:style w:type="character" w:styleId="Strong">
    <w:name w:val="Strong"/>
    <w:basedOn w:val="Fontdeparagrafimplicit1"/>
    <w:uiPriority w:val="99"/>
    <w:qFormat/>
    <w:rsid w:val="000629C2"/>
    <w:rPr>
      <w:b/>
      <w:bCs/>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rPr>
      <w:sz w:val="28"/>
      <w:szCs w:val="28"/>
      <w:lang w:val="ro-RO"/>
    </w:rPr>
  </w:style>
  <w:style w:type="character" w:customStyle="1" w:styleId="BodyTextChar">
    <w:name w:val="Body Text Char"/>
    <w:basedOn w:val="DefaultParagraphFont"/>
    <w:link w:val="BodyText"/>
    <w:uiPriority w:val="99"/>
    <w:semiHidden/>
    <w:locked/>
    <w:rsid w:val="003424E5"/>
    <w:rPr>
      <w:sz w:val="20"/>
      <w:szCs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numPr>
        <w:ilvl w:val="8"/>
        <w:numId w:val="1"/>
      </w:numPr>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19189792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2</Pages>
  <Words>1162</Words>
  <Characters>6626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alina.ionescu</cp:lastModifiedBy>
  <cp:revision>26</cp:revision>
  <cp:lastPrinted>2022-05-11T13:01:00Z</cp:lastPrinted>
  <dcterms:created xsi:type="dcterms:W3CDTF">2022-10-11T12:54:00Z</dcterms:created>
  <dcterms:modified xsi:type="dcterms:W3CDTF">2022-10-14T10:52:00Z</dcterms:modified>
</cp:coreProperties>
</file>