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BA" w:rsidRDefault="003E54BA" w:rsidP="00D60E4B">
      <w:pPr>
        <w:spacing w:after="0"/>
        <w:jc w:val="right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Anexa </w:t>
      </w:r>
    </w:p>
    <w:p w:rsidR="003E54BA" w:rsidRDefault="003E54BA" w:rsidP="00D60E4B">
      <w:pPr>
        <w:spacing w:after="0"/>
        <w:jc w:val="right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la Horărârea Consiliului Local al mun. Bistrița nr......./ din................... </w:t>
      </w:r>
    </w:p>
    <w:p w:rsidR="003E54BA" w:rsidRPr="00902913" w:rsidRDefault="003E54BA" w:rsidP="00834DF4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3E54BA" w:rsidRPr="00D5639B" w:rsidRDefault="003E54BA" w:rsidP="00834DF4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5639B">
        <w:rPr>
          <w:rFonts w:ascii="Times New Roman" w:hAnsi="Times New Roman"/>
          <w:b/>
          <w:sz w:val="24"/>
          <w:szCs w:val="24"/>
          <w:lang w:val="ro-RO"/>
        </w:rPr>
        <w:t>CERERE DE FINANȚARE</w:t>
      </w:r>
    </w:p>
    <w:p w:rsidR="003E54BA" w:rsidRPr="00D5639B" w:rsidRDefault="003E54BA" w:rsidP="00834D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5639B">
        <w:rPr>
          <w:rFonts w:ascii="Times New Roman" w:hAnsi="Times New Roman"/>
          <w:b/>
          <w:sz w:val="24"/>
          <w:szCs w:val="24"/>
          <w:lang w:val="ro-RO"/>
        </w:rPr>
        <w:t xml:space="preserve"> Programul Național de Investiţii "Anghel Saligny"</w:t>
      </w:r>
      <w:bookmarkStart w:id="0" w:name="_GoBack"/>
      <w:bookmarkEnd w:id="0"/>
    </w:p>
    <w:p w:rsidR="003E54BA" w:rsidRPr="00D5639B" w:rsidRDefault="003E54BA" w:rsidP="00834DF4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3"/>
        <w:gridCol w:w="5295"/>
      </w:tblGrid>
      <w:tr w:rsidR="003E54BA" w:rsidRPr="00D5639B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:rsidR="003E54BA" w:rsidRPr="00D5639B" w:rsidRDefault="003E54BA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 xml:space="preserve">1. ÎNREGISTRAREA CERERII DE FINANŢARE </w:t>
            </w:r>
          </w:p>
        </w:tc>
      </w:tr>
      <w:tr w:rsidR="003E54BA" w:rsidRPr="00D5639B" w:rsidTr="00C561E9">
        <w:trPr>
          <w:trHeight w:val="120"/>
        </w:trPr>
        <w:tc>
          <w:tcPr>
            <w:tcW w:w="4873" w:type="dxa"/>
            <w:vAlign w:val="center"/>
          </w:tcPr>
          <w:p w:rsidR="003E54BA" w:rsidRPr="00D5639B" w:rsidRDefault="003E54BA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U.A.T:</w:t>
            </w:r>
          </w:p>
          <w:p w:rsidR="003E54BA" w:rsidRPr="00D5639B" w:rsidRDefault="003E54BA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JUDEȚUL:</w:t>
            </w:r>
          </w:p>
        </w:tc>
        <w:tc>
          <w:tcPr>
            <w:tcW w:w="5295" w:type="dxa"/>
            <w:vAlign w:val="center"/>
          </w:tcPr>
          <w:p w:rsidR="003E54BA" w:rsidRPr="00D5639B" w:rsidRDefault="003E54BA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MINISTERUL DEZVOLTĂRII, LUCRĂRILOR PUBLICE ȘI ADMINISTRAȚIEI</w:t>
            </w:r>
          </w:p>
        </w:tc>
      </w:tr>
      <w:tr w:rsidR="003E54BA" w:rsidRPr="00D5639B" w:rsidTr="00C561E9">
        <w:trPr>
          <w:trHeight w:val="412"/>
        </w:trPr>
        <w:tc>
          <w:tcPr>
            <w:tcW w:w="4873" w:type="dxa"/>
            <w:vAlign w:val="center"/>
          </w:tcPr>
          <w:p w:rsidR="003E54BA" w:rsidRPr="00D5639B" w:rsidRDefault="003E54BA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Număr /data înregistrare:</w:t>
            </w:r>
          </w:p>
          <w:p w:rsidR="003E54BA" w:rsidRPr="00D5639B" w:rsidRDefault="003E54BA" w:rsidP="00550EEC">
            <w:pPr>
              <w:pStyle w:val="Default"/>
              <w:tabs>
                <w:tab w:val="left" w:pos="255"/>
              </w:tabs>
              <w:jc w:val="center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AF6A5F">
              <w:rPr>
                <w:rFonts w:ascii="Times New Roman" w:hAnsi="Times New Roman" w:cs="Times New Roman"/>
                <w:bCs/>
                <w:color w:val="001133"/>
              </w:rPr>
              <w:t>12277</w:t>
            </w:r>
            <w:r>
              <w:rPr>
                <w:rFonts w:ascii="Times New Roman" w:hAnsi="Times New Roman" w:cs="Times New Roman"/>
                <w:color w:val="auto"/>
                <w:lang w:val="ro-RO"/>
              </w:rPr>
              <w:t>/ 03.02.2022</w:t>
            </w:r>
          </w:p>
        </w:tc>
        <w:tc>
          <w:tcPr>
            <w:tcW w:w="5295" w:type="dxa"/>
            <w:vAlign w:val="center"/>
          </w:tcPr>
          <w:p w:rsidR="003E54BA" w:rsidRPr="00D5639B" w:rsidRDefault="003E54BA" w:rsidP="00B2314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>(se completează numărul de înregistrare de la registratura MDLPA)</w:t>
            </w:r>
          </w:p>
        </w:tc>
      </w:tr>
    </w:tbl>
    <w:p w:rsidR="003E54BA" w:rsidRPr="00D5639B" w:rsidRDefault="003E54BA" w:rsidP="00834DF4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43"/>
        <w:gridCol w:w="5325"/>
        <w:gridCol w:w="15"/>
      </w:tblGrid>
      <w:tr w:rsidR="003E54BA" w:rsidRPr="00D5639B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:rsidR="003E54BA" w:rsidRPr="00D5639B" w:rsidRDefault="003E54BA" w:rsidP="00E54B8F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2. DATELE DE IDENTIFICARE ALE OBIECTIVULUI DE INVESTIȚII</w:t>
            </w:r>
          </w:p>
        </w:tc>
      </w:tr>
      <w:tr w:rsidR="003E54BA" w:rsidRPr="00D5639B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b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Beneficiar (U.A.T. / A.D.I):</w:t>
            </w:r>
          </w:p>
        </w:tc>
        <w:tc>
          <w:tcPr>
            <w:tcW w:w="5325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MUNICIPIUL BISTRITA</w:t>
            </w:r>
          </w:p>
        </w:tc>
      </w:tr>
      <w:tr w:rsidR="003E54BA" w:rsidRPr="00D5639B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b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Denumirea obiectivului de investiții:</w:t>
            </w:r>
          </w:p>
        </w:tc>
        <w:tc>
          <w:tcPr>
            <w:tcW w:w="5325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Reabilitarea și modernizarea străzii Tărpiului</w:t>
            </w:r>
          </w:p>
        </w:tc>
      </w:tr>
      <w:tr w:rsidR="003E54BA" w:rsidRPr="00D5639B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Tip proiect:</w:t>
            </w:r>
          </w:p>
        </w:tc>
        <w:tc>
          <w:tcPr>
            <w:tcW w:w="5325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Proiect cu o singură categorie de investiție;</w:t>
            </w:r>
          </w:p>
        </w:tc>
      </w:tr>
      <w:tr w:rsidR="003E54BA" w:rsidRPr="00D5639B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Categoria de investiție:</w:t>
            </w:r>
          </w:p>
        </w:tc>
        <w:tc>
          <w:tcPr>
            <w:tcW w:w="5325" w:type="dxa"/>
            <w:vAlign w:val="center"/>
          </w:tcPr>
          <w:p w:rsidR="003E54BA" w:rsidRPr="00D5639B" w:rsidRDefault="003E54BA" w:rsidP="009E2973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c.</w:t>
            </w: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ab/>
              <w:t>drumurile publice (</w:t>
            </w:r>
            <w:r w:rsidRPr="00D5639B">
              <w:rPr>
                <w:rFonts w:ascii="Times New Roman" w:hAnsi="Times New Roman" w:cs="Times New Roman"/>
                <w:iCs/>
                <w:color w:val="auto"/>
                <w:lang w:val="ro-RO"/>
              </w:rPr>
              <w:t>reabilitare/  modernizare);</w:t>
            </w:r>
          </w:p>
          <w:p w:rsidR="003E54BA" w:rsidRPr="00D5639B" w:rsidRDefault="003E54BA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color w:val="auto"/>
                <w:lang w:val="ro-RO"/>
              </w:rPr>
            </w:pPr>
          </w:p>
        </w:tc>
      </w:tr>
      <w:tr w:rsidR="003E54BA" w:rsidRPr="00D5639B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:rsidR="003E54BA" w:rsidRPr="00D5639B" w:rsidRDefault="003E54BA" w:rsidP="00890E32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Cs/>
                <w:color w:val="auto"/>
                <w:lang w:val="ro-RO"/>
              </w:rPr>
              <w:t>Obiectiv de investiții în continuare.</w:t>
            </w:r>
          </w:p>
        </w:tc>
      </w:tr>
      <w:tr w:rsidR="003E54BA" w:rsidRPr="00D5639B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:rsidR="003E54BA" w:rsidRPr="00D5639B" w:rsidRDefault="003E54BA" w:rsidP="00550EEC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>(stradă suprapusă pe</w:t>
            </w: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 xml:space="preserve"> DJ</w:t>
            </w: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 xml:space="preserve"> ) UAT </w:t>
            </w: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BISTRITA</w:t>
            </w:r>
          </w:p>
        </w:tc>
      </w:tr>
      <w:tr w:rsidR="003E54BA" w:rsidRPr="00D5639B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b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Durata de implementare a obiectivului de investiții (luni):</w:t>
            </w:r>
          </w:p>
        </w:tc>
        <w:tc>
          <w:tcPr>
            <w:tcW w:w="5325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>(perioada exprimată în luni cuprinsă între data aprobării notei conceptuale și data încheierii procesului-verbal privind admiterea recepției finale)</w:t>
            </w: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 xml:space="preserve"> ………48 luni………………</w:t>
            </w:r>
          </w:p>
        </w:tc>
      </w:tr>
      <w:tr w:rsidR="003E54BA" w:rsidRPr="00D5639B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3E54BA" w:rsidRPr="00D5639B" w:rsidRDefault="003E54BA" w:rsidP="00EF631C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Hotărârea consiliului local/județean de aprobare/ Hotărârea A.D.I.</w:t>
            </w:r>
          </w:p>
        </w:tc>
        <w:tc>
          <w:tcPr>
            <w:tcW w:w="5325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>(Număr/dată)</w:t>
            </w:r>
          </w:p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>………………….</w:t>
            </w:r>
          </w:p>
        </w:tc>
      </w:tr>
      <w:tr w:rsidR="003E54BA" w:rsidRPr="00D5639B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b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Valoarea totală a obiectivului de investiții:</w:t>
            </w:r>
          </w:p>
        </w:tc>
        <w:tc>
          <w:tcPr>
            <w:tcW w:w="5325" w:type="dxa"/>
            <w:vAlign w:val="center"/>
          </w:tcPr>
          <w:p w:rsidR="003E54BA" w:rsidRPr="00D5639B" w:rsidRDefault="003E54BA" w:rsidP="00550EEC">
            <w:pPr>
              <w:pStyle w:val="Default"/>
              <w:rPr>
                <w:rFonts w:ascii="Times New Roman" w:hAnsi="Times New Roman" w:cs="Times New Roman"/>
                <w:b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i/>
                <w:iCs/>
                <w:color w:val="auto"/>
                <w:lang w:val="ro-RO"/>
              </w:rPr>
              <w:t xml:space="preserve">16.159.964,62 </w:t>
            </w: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>lei cu TVA</w:t>
            </w:r>
          </w:p>
        </w:tc>
      </w:tr>
      <w:tr w:rsidR="003E54BA" w:rsidRPr="00D5639B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3E54BA" w:rsidRPr="00D5639B" w:rsidRDefault="003E54BA" w:rsidP="00F61EBC">
            <w:pPr>
              <w:pStyle w:val="Default"/>
              <w:rPr>
                <w:rFonts w:ascii="Times New Roman" w:hAnsi="Times New Roman" w:cs="Times New Roman"/>
                <w:b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Valoarea solicitată de la bugetul de stat:</w:t>
            </w:r>
          </w:p>
        </w:tc>
        <w:tc>
          <w:tcPr>
            <w:tcW w:w="5325" w:type="dxa"/>
            <w:vAlign w:val="center"/>
          </w:tcPr>
          <w:p w:rsidR="003E54BA" w:rsidRPr="00D5639B" w:rsidRDefault="003E54BA" w:rsidP="00550EE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D5639B">
              <w:rPr>
                <w:rFonts w:ascii="Times New Roman" w:hAnsi="Times New Roman" w:cs="Times New Roman"/>
                <w:b/>
                <w:i/>
                <w:iCs/>
                <w:color w:val="auto"/>
                <w:lang w:val="ro-RO"/>
              </w:rPr>
              <w:t>15.878.879,37</w:t>
            </w: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 xml:space="preserve">  lei cu TVA</w:t>
            </w:r>
          </w:p>
        </w:tc>
      </w:tr>
      <w:tr w:rsidR="003E54BA" w:rsidRPr="00D5639B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b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 xml:space="preserve">Valoarea finanțată  de la bugetul local: </w:t>
            </w:r>
          </w:p>
        </w:tc>
        <w:tc>
          <w:tcPr>
            <w:tcW w:w="5325" w:type="dxa"/>
            <w:vAlign w:val="center"/>
          </w:tcPr>
          <w:p w:rsidR="003E54BA" w:rsidRPr="00D5639B" w:rsidRDefault="003E54BA" w:rsidP="00550EEC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i/>
                <w:iCs/>
                <w:color w:val="auto"/>
                <w:lang w:val="ro-RO"/>
              </w:rPr>
              <w:t xml:space="preserve"> 281.085,25</w:t>
            </w: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 xml:space="preserve"> lei cu TVA</w:t>
            </w:r>
          </w:p>
        </w:tc>
      </w:tr>
      <w:tr w:rsidR="003E54BA" w:rsidRPr="00D5639B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Valoare calculată conform standardului de cost</w:t>
            </w:r>
          </w:p>
        </w:tc>
        <w:tc>
          <w:tcPr>
            <w:tcW w:w="5325" w:type="dxa"/>
            <w:vAlign w:val="center"/>
          </w:tcPr>
          <w:p w:rsidR="003E54BA" w:rsidRPr="00D5639B" w:rsidRDefault="003E54BA" w:rsidP="00550EEC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auto"/>
                <w:lang w:val="ro-RO"/>
              </w:rPr>
              <w:t>5.397.847,49</w:t>
            </w: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 xml:space="preserve"> lei fără TVA</w:t>
            </w: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 xml:space="preserve"> </w:t>
            </w:r>
          </w:p>
        </w:tc>
      </w:tr>
      <w:tr w:rsidR="003E54BA" w:rsidRPr="00D5639B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Cost unitar aferent investiției (calculat)</w:t>
            </w:r>
          </w:p>
        </w:tc>
        <w:tc>
          <w:tcPr>
            <w:tcW w:w="5325" w:type="dxa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>(se va prezenta valoarea în lei fără TVA)</w:t>
            </w: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 xml:space="preserve"> </w:t>
            </w:r>
            <w:r w:rsidRPr="00D5639B">
              <w:rPr>
                <w:rFonts w:ascii="Times New Roman" w:hAnsi="Times New Roman" w:cs="Times New Roman"/>
                <w:b/>
                <w:i/>
                <w:iCs/>
                <w:color w:val="auto"/>
                <w:lang w:val="ro-RO"/>
              </w:rPr>
              <w:t>1.977.233,51</w:t>
            </w: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 xml:space="preserve"> lei </w:t>
            </w: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 xml:space="preserve">/ km </w:t>
            </w:r>
          </w:p>
        </w:tc>
      </w:tr>
      <w:tr w:rsidR="003E54BA" w:rsidRPr="00D5639B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:rsidR="003E54BA" w:rsidRPr="00D5639B" w:rsidRDefault="003E54BA" w:rsidP="000F59E5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3. REZUMATUL OBIECTIVULUI DE INVESTIȚII</w:t>
            </w:r>
          </w:p>
        </w:tc>
      </w:tr>
      <w:tr w:rsidR="003E54BA" w:rsidRPr="00D5639B" w:rsidTr="00C6157D">
        <w:trPr>
          <w:trHeight w:val="9480"/>
        </w:trPr>
        <w:tc>
          <w:tcPr>
            <w:tcW w:w="10183" w:type="dxa"/>
            <w:gridSpan w:val="3"/>
            <w:vAlign w:val="center"/>
          </w:tcPr>
          <w:p w:rsidR="003E54BA" w:rsidRPr="00D5639B" w:rsidRDefault="003E54BA" w:rsidP="000F59E5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i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i/>
                <w:color w:val="auto"/>
                <w:lang w:val="ro-RO"/>
              </w:rPr>
              <w:t>Pentru alimentări cu apă și stații de tratare a apei: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Lungime rețea de distribuție: ..................  metri;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Număr locuitori deserviți (beneficiari direcți): .....................;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 xml:space="preserve">Sursa de apă: nouă/ existentă; 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Rezervor de înmagazinare: nou/ existent;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Stație de tratare a apei: nouă/ existentă.</w:t>
            </w:r>
          </w:p>
          <w:p w:rsidR="003E54BA" w:rsidRPr="00D5639B" w:rsidRDefault="003E54BA" w:rsidP="000F59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</w:p>
          <w:p w:rsidR="003E54BA" w:rsidRPr="00D5639B" w:rsidRDefault="003E54BA" w:rsidP="000F59E5">
            <w:pPr>
              <w:pStyle w:val="Default"/>
              <w:ind w:left="639"/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</w:p>
          <w:p w:rsidR="003E54BA" w:rsidRPr="00D5639B" w:rsidRDefault="003E54BA" w:rsidP="000F59E5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i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i/>
                <w:color w:val="auto"/>
                <w:lang w:val="ro-RO"/>
              </w:rPr>
              <w:t>Pentru sisteme de canalizare și stații de epurare a apelor uzate: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Tip rețea: ape uzate / pluvială / mixtă;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Lungime rețea de canalizare (colectare): .................. metri;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Număr locuitori echivalenți (beneficiari direcți): .....................;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Stație de epurare: nouă/ existentă.</w:t>
            </w:r>
          </w:p>
          <w:p w:rsidR="003E54BA" w:rsidRPr="00D5639B" w:rsidRDefault="003E54BA" w:rsidP="00BB48BF">
            <w:pPr>
              <w:pStyle w:val="Default"/>
              <w:ind w:left="639"/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</w:p>
          <w:p w:rsidR="003E54BA" w:rsidRPr="00D5639B" w:rsidRDefault="003E54BA" w:rsidP="000F59E5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i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i/>
                <w:color w:val="auto"/>
                <w:lang w:val="ro-RO"/>
              </w:rPr>
              <w:t xml:space="preserve"> Pentru drumurile publice: 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Tip drum: Drum județean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Clasă tehnică: IV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 xml:space="preserve">Lungime drum: </w:t>
            </w:r>
            <w:r w:rsidRPr="00D5639B">
              <w:rPr>
                <w:rFonts w:ascii="Times New Roman" w:hAnsi="Times New Roman" w:cs="Times New Roman"/>
                <w:b/>
                <w:color w:val="auto"/>
                <w:lang w:val="ro-RO"/>
              </w:rPr>
              <w:t>2.730</w:t>
            </w: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 xml:space="preserve"> metri;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Lucrări de consolidare: nu;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Lucrări pentru asigurarea accesului la proprietăți: da;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Trotuare: da;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Locurile de parcare, oprire și staționare: da;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Număr poduri, pasaje denivelate, tuneluri, viaducte pe tipuri: 1 pod;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Bretele de acces, noduri rutiere: nu;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Alte lucrări de arta: da.</w:t>
            </w:r>
          </w:p>
          <w:p w:rsidR="003E54BA" w:rsidRPr="00D5639B" w:rsidRDefault="003E54BA" w:rsidP="000F59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</w:p>
          <w:p w:rsidR="003E54BA" w:rsidRPr="00D5639B" w:rsidRDefault="003E54BA" w:rsidP="000F59E5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i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 xml:space="preserve"> </w:t>
            </w:r>
            <w:r w:rsidRPr="00D5639B">
              <w:rPr>
                <w:rFonts w:ascii="Times New Roman" w:hAnsi="Times New Roman" w:cs="Times New Roman"/>
                <w:b/>
                <w:i/>
                <w:color w:val="auto"/>
                <w:lang w:val="ro-RO"/>
              </w:rPr>
              <w:t>Pentru poduri, podețe, pasaje sau punți pietonale pentru fiecare tip: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Drumul pe care este amplasat/clasă tehnică: Drum județean/ Drum comunal/ Drumuri publice din interiorul localităților;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Număr obiecte: …………;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Lungime: ………..m;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Număr deschideri: ……….;</w:t>
            </w:r>
          </w:p>
          <w:p w:rsidR="003E54BA" w:rsidRPr="00D5639B" w:rsidRDefault="003E54B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Număr benzi / lățime: ………</w:t>
            </w:r>
          </w:p>
          <w:p w:rsidR="003E54BA" w:rsidRPr="00D5639B" w:rsidRDefault="003E54BA" w:rsidP="000F59E5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color w:val="auto"/>
                <w:lang w:val="ro-RO"/>
              </w:rPr>
            </w:pPr>
          </w:p>
        </w:tc>
      </w:tr>
    </w:tbl>
    <w:p w:rsidR="003E54BA" w:rsidRPr="00D5639B" w:rsidRDefault="003E54BA" w:rsidP="000B78C2">
      <w:pPr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14"/>
        <w:gridCol w:w="1607"/>
        <w:gridCol w:w="1607"/>
        <w:gridCol w:w="3740"/>
      </w:tblGrid>
      <w:tr w:rsidR="003E54BA" w:rsidRPr="00D5639B" w:rsidTr="00B23BCA">
        <w:trPr>
          <w:trHeight w:val="120"/>
        </w:trPr>
        <w:tc>
          <w:tcPr>
            <w:tcW w:w="10168" w:type="dxa"/>
            <w:gridSpan w:val="4"/>
          </w:tcPr>
          <w:p w:rsidR="003E54BA" w:rsidRPr="00D5639B" w:rsidRDefault="003E54BA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4. DATE DE IDENTIFICARE ALE SOLICITANTULUI</w:t>
            </w:r>
          </w:p>
        </w:tc>
      </w:tr>
      <w:tr w:rsidR="003E54BA" w:rsidRPr="00D5639B" w:rsidTr="00B23BCA">
        <w:trPr>
          <w:trHeight w:val="120"/>
        </w:trPr>
        <w:tc>
          <w:tcPr>
            <w:tcW w:w="10168" w:type="dxa"/>
            <w:gridSpan w:val="4"/>
          </w:tcPr>
          <w:p w:rsidR="003E54BA" w:rsidRPr="00D5639B" w:rsidRDefault="003E54BA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 xml:space="preserve">Adresa poștală a solicitantului </w:t>
            </w: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>(se va completa adresa poștală a sediului principal)</w:t>
            </w:r>
          </w:p>
        </w:tc>
      </w:tr>
      <w:tr w:rsidR="003E54BA" w:rsidRPr="00D5639B" w:rsidTr="00B23BCA">
        <w:trPr>
          <w:trHeight w:val="120"/>
        </w:trPr>
        <w:tc>
          <w:tcPr>
            <w:tcW w:w="3214" w:type="dxa"/>
          </w:tcPr>
          <w:p w:rsidR="003E54BA" w:rsidRPr="00D5639B" w:rsidRDefault="003E54BA" w:rsidP="00393496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 xml:space="preserve">Strada: P-ta Centrala </w:t>
            </w:r>
          </w:p>
        </w:tc>
        <w:tc>
          <w:tcPr>
            <w:tcW w:w="3214" w:type="dxa"/>
            <w:gridSpan w:val="2"/>
          </w:tcPr>
          <w:p w:rsidR="003E54BA" w:rsidRPr="00D5639B" w:rsidRDefault="003E54BA" w:rsidP="00393496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Număr: 6</w:t>
            </w:r>
          </w:p>
        </w:tc>
        <w:tc>
          <w:tcPr>
            <w:tcW w:w="3740" w:type="dxa"/>
          </w:tcPr>
          <w:p w:rsidR="003E54BA" w:rsidRPr="00D5639B" w:rsidRDefault="003E54BA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Cod poștal:</w:t>
            </w:r>
          </w:p>
        </w:tc>
      </w:tr>
      <w:tr w:rsidR="003E54BA" w:rsidRPr="00D5639B" w:rsidTr="00B23BCA">
        <w:trPr>
          <w:trHeight w:val="120"/>
        </w:trPr>
        <w:tc>
          <w:tcPr>
            <w:tcW w:w="4821" w:type="dxa"/>
            <w:gridSpan w:val="2"/>
          </w:tcPr>
          <w:p w:rsidR="003E54BA" w:rsidRPr="00D5639B" w:rsidRDefault="003E54BA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Localitatea:BISTRITA</w:t>
            </w:r>
          </w:p>
        </w:tc>
        <w:tc>
          <w:tcPr>
            <w:tcW w:w="5347" w:type="dxa"/>
            <w:gridSpan w:val="2"/>
          </w:tcPr>
          <w:p w:rsidR="003E54BA" w:rsidRPr="00D5639B" w:rsidRDefault="003E54BA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Județul: BISTRITA NASAUD</w:t>
            </w:r>
          </w:p>
        </w:tc>
      </w:tr>
      <w:tr w:rsidR="003E54BA" w:rsidRPr="00D5639B" w:rsidTr="00B23BCA">
        <w:trPr>
          <w:trHeight w:val="271"/>
        </w:trPr>
        <w:tc>
          <w:tcPr>
            <w:tcW w:w="10168" w:type="dxa"/>
            <w:gridSpan w:val="4"/>
          </w:tcPr>
          <w:p w:rsidR="003E54BA" w:rsidRPr="00D5639B" w:rsidRDefault="003E54BA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 xml:space="preserve">Reprezentantul legal al solicitantului </w:t>
            </w:r>
            <w:r w:rsidRPr="00D5639B">
              <w:rPr>
                <w:rFonts w:ascii="Times New Roman" w:hAnsi="Times New Roman" w:cs="Times New Roman"/>
                <w:iCs/>
                <w:color w:val="auto"/>
                <w:lang w:val="ro-RO"/>
              </w:rPr>
              <w:t>:</w:t>
            </w: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 xml:space="preserve"> </w:t>
            </w:r>
          </w:p>
        </w:tc>
      </w:tr>
      <w:tr w:rsidR="003E54BA" w:rsidRPr="00D5639B" w:rsidTr="00B23BCA">
        <w:trPr>
          <w:trHeight w:val="120"/>
        </w:trPr>
        <w:tc>
          <w:tcPr>
            <w:tcW w:w="10168" w:type="dxa"/>
            <w:gridSpan w:val="4"/>
          </w:tcPr>
          <w:p w:rsidR="003E54BA" w:rsidRPr="00D5639B" w:rsidRDefault="003E54BA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Nume şi prenume: TURC IOAN</w:t>
            </w:r>
          </w:p>
        </w:tc>
      </w:tr>
      <w:tr w:rsidR="003E54BA" w:rsidRPr="00D5639B" w:rsidTr="00B23BCA">
        <w:trPr>
          <w:trHeight w:val="120"/>
        </w:trPr>
        <w:tc>
          <w:tcPr>
            <w:tcW w:w="10168" w:type="dxa"/>
            <w:gridSpan w:val="4"/>
          </w:tcPr>
          <w:p w:rsidR="003E54BA" w:rsidRPr="00D5639B" w:rsidRDefault="003E54BA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Funcție: PRIMAR</w:t>
            </w:r>
          </w:p>
        </w:tc>
      </w:tr>
      <w:tr w:rsidR="003E54BA" w:rsidRPr="00D5639B" w:rsidTr="00B23BCA">
        <w:trPr>
          <w:trHeight w:val="120"/>
        </w:trPr>
        <w:tc>
          <w:tcPr>
            <w:tcW w:w="10168" w:type="dxa"/>
            <w:gridSpan w:val="4"/>
          </w:tcPr>
          <w:p w:rsidR="003E54BA" w:rsidRPr="00D5639B" w:rsidRDefault="003E54BA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Număr de telefon fix:</w:t>
            </w:r>
          </w:p>
        </w:tc>
      </w:tr>
      <w:tr w:rsidR="003E54BA" w:rsidRPr="00D5639B" w:rsidTr="00B23BCA">
        <w:trPr>
          <w:trHeight w:val="120"/>
        </w:trPr>
        <w:tc>
          <w:tcPr>
            <w:tcW w:w="10168" w:type="dxa"/>
            <w:gridSpan w:val="4"/>
          </w:tcPr>
          <w:p w:rsidR="003E54BA" w:rsidRPr="00D5639B" w:rsidRDefault="003E54BA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Număr de telefon mobil: 0745133073</w:t>
            </w:r>
          </w:p>
        </w:tc>
      </w:tr>
      <w:tr w:rsidR="003E54BA" w:rsidRPr="00D5639B" w:rsidTr="00B23BCA">
        <w:trPr>
          <w:trHeight w:val="120"/>
        </w:trPr>
        <w:tc>
          <w:tcPr>
            <w:tcW w:w="10168" w:type="dxa"/>
            <w:gridSpan w:val="4"/>
          </w:tcPr>
          <w:p w:rsidR="003E54BA" w:rsidRPr="00D5639B" w:rsidRDefault="003E54BA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 xml:space="preserve">Adresă poștă electronică (obligatoriu): </w:t>
            </w:r>
            <w:r w:rsidRPr="00D5639B">
              <w:rPr>
                <w:color w:val="auto"/>
              </w:rPr>
              <w:t>ioan.turc@primariabistrita.ro</w:t>
            </w:r>
          </w:p>
        </w:tc>
      </w:tr>
      <w:tr w:rsidR="003E54BA" w:rsidRPr="00D5639B" w:rsidTr="00B23BCA">
        <w:trPr>
          <w:trHeight w:val="272"/>
        </w:trPr>
        <w:tc>
          <w:tcPr>
            <w:tcW w:w="10168" w:type="dxa"/>
            <w:gridSpan w:val="4"/>
          </w:tcPr>
          <w:p w:rsidR="003E54BA" w:rsidRPr="00D5639B" w:rsidRDefault="003E54BA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b/>
                <w:bCs/>
                <w:color w:val="auto"/>
                <w:lang w:val="ro-RO"/>
              </w:rPr>
              <w:t>Persoana de contact:</w:t>
            </w:r>
            <w:r w:rsidRPr="00D5639B"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  <w:t xml:space="preserve"> </w:t>
            </w:r>
          </w:p>
        </w:tc>
      </w:tr>
      <w:tr w:rsidR="003E54BA" w:rsidRPr="00D5639B" w:rsidTr="00B23BCA">
        <w:trPr>
          <w:trHeight w:val="120"/>
        </w:trPr>
        <w:tc>
          <w:tcPr>
            <w:tcW w:w="10168" w:type="dxa"/>
            <w:gridSpan w:val="4"/>
          </w:tcPr>
          <w:p w:rsidR="003E54BA" w:rsidRPr="00D5639B" w:rsidRDefault="003E54BA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Nume şi prenume: IVASCU LIA</w:t>
            </w:r>
          </w:p>
        </w:tc>
      </w:tr>
      <w:tr w:rsidR="003E54BA" w:rsidRPr="00D5639B" w:rsidTr="00B23BCA">
        <w:trPr>
          <w:trHeight w:val="120"/>
        </w:trPr>
        <w:tc>
          <w:tcPr>
            <w:tcW w:w="10168" w:type="dxa"/>
            <w:gridSpan w:val="4"/>
          </w:tcPr>
          <w:p w:rsidR="003E54BA" w:rsidRPr="00D5639B" w:rsidRDefault="003E54BA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Funcție: DIRECTOR EXECUTIV DT</w:t>
            </w:r>
          </w:p>
        </w:tc>
      </w:tr>
      <w:tr w:rsidR="003E54BA" w:rsidRPr="00D5639B" w:rsidTr="00B23BCA">
        <w:trPr>
          <w:trHeight w:val="120"/>
        </w:trPr>
        <w:tc>
          <w:tcPr>
            <w:tcW w:w="10168" w:type="dxa"/>
            <w:gridSpan w:val="4"/>
          </w:tcPr>
          <w:p w:rsidR="003E54BA" w:rsidRPr="00D5639B" w:rsidRDefault="003E54BA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Număr de telefon:0744819755</w:t>
            </w:r>
          </w:p>
        </w:tc>
      </w:tr>
      <w:tr w:rsidR="003E54BA" w:rsidRPr="00D5639B" w:rsidTr="00B23BCA">
        <w:trPr>
          <w:trHeight w:val="120"/>
        </w:trPr>
        <w:tc>
          <w:tcPr>
            <w:tcW w:w="10168" w:type="dxa"/>
            <w:gridSpan w:val="4"/>
          </w:tcPr>
          <w:p w:rsidR="003E54BA" w:rsidRPr="00D5639B" w:rsidRDefault="003E54BA" w:rsidP="00A67252">
            <w:pPr>
              <w:pStyle w:val="Default"/>
              <w:rPr>
                <w:rFonts w:ascii="Times New Roman" w:hAnsi="Times New Roman" w:cs="Times New Roman"/>
                <w:color w:val="auto"/>
                <w:lang w:val="ro-RO"/>
              </w:rPr>
            </w:pP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Adresă poștă electronică:</w:t>
            </w:r>
            <w:r w:rsidRPr="00D5639B">
              <w:rPr>
                <w:color w:val="auto"/>
              </w:rPr>
              <w:t xml:space="preserve"> </w:t>
            </w:r>
            <w:r w:rsidRPr="00D5639B">
              <w:rPr>
                <w:rFonts w:ascii="Times New Roman" w:hAnsi="Times New Roman" w:cs="Times New Roman"/>
                <w:color w:val="auto"/>
                <w:lang w:val="ro-RO"/>
              </w:rPr>
              <w:t>lia.ivascu@primariabistrita.ro</w:t>
            </w:r>
          </w:p>
        </w:tc>
      </w:tr>
    </w:tbl>
    <w:p w:rsidR="003E54BA" w:rsidRPr="00D5639B" w:rsidRDefault="003E54BA" w:rsidP="00B862ED">
      <w:pPr>
        <w:rPr>
          <w:rFonts w:ascii="Times New Roman" w:hAnsi="Times New Roman"/>
          <w:b/>
          <w:sz w:val="24"/>
          <w:szCs w:val="24"/>
          <w:lang w:val="ro-RO"/>
        </w:rPr>
      </w:pPr>
    </w:p>
    <w:p w:rsidR="003E54BA" w:rsidRPr="00D5639B" w:rsidRDefault="003E54BA" w:rsidP="003F55F4">
      <w:pPr>
        <w:pStyle w:val="Default"/>
        <w:rPr>
          <w:rFonts w:ascii="Times New Roman" w:hAnsi="Times New Roman" w:cs="Times New Roman"/>
          <w:color w:val="auto"/>
          <w:lang w:val="ro-RO"/>
        </w:rPr>
      </w:pPr>
    </w:p>
    <w:p w:rsidR="003E54BA" w:rsidRPr="00D5639B" w:rsidRDefault="003E54BA" w:rsidP="00B338BD">
      <w:pPr>
        <w:pStyle w:val="Default"/>
        <w:rPr>
          <w:rFonts w:ascii="Times New Roman" w:hAnsi="Times New Roman" w:cs="Times New Roman"/>
          <w:b/>
          <w:bCs/>
          <w:i/>
          <w:iCs/>
          <w:color w:val="auto"/>
          <w:lang w:val="ro-RO"/>
        </w:rPr>
      </w:pPr>
      <w:r w:rsidRPr="00D5639B">
        <w:rPr>
          <w:rFonts w:ascii="Times New Roman" w:hAnsi="Times New Roman" w:cs="Times New Roman"/>
          <w:b/>
          <w:bCs/>
          <w:i/>
          <w:iCs/>
          <w:color w:val="auto"/>
          <w:lang w:val="ro-RO"/>
        </w:rPr>
        <w:t>Subsemnatul Ioan Turc, având funcția de primar, în calitate de reprezentant legal al U.A.T. Bistrita, județul Bistrita Nasaud,</w:t>
      </w:r>
    </w:p>
    <w:p w:rsidR="003E54BA" w:rsidRPr="00D5639B" w:rsidRDefault="003E54BA" w:rsidP="00B338BD">
      <w:pPr>
        <w:pStyle w:val="Default"/>
        <w:rPr>
          <w:rFonts w:ascii="Times New Roman" w:hAnsi="Times New Roman" w:cs="Times New Roman"/>
          <w:color w:val="auto"/>
          <w:lang w:val="ro-RO"/>
        </w:rPr>
      </w:pPr>
    </w:p>
    <w:p w:rsidR="003E54BA" w:rsidRPr="00D5639B" w:rsidRDefault="003E54BA" w:rsidP="0010669F">
      <w:pPr>
        <w:pStyle w:val="Default"/>
        <w:spacing w:before="120"/>
        <w:jc w:val="both"/>
        <w:rPr>
          <w:rFonts w:ascii="Times New Roman" w:hAnsi="Times New Roman" w:cs="Times New Roman"/>
          <w:color w:val="auto"/>
          <w:lang w:val="ro-RO"/>
        </w:rPr>
      </w:pPr>
      <w:r w:rsidRPr="00D5639B">
        <w:rPr>
          <w:rFonts w:ascii="Times New Roman" w:hAnsi="Times New Roman" w:cs="Times New Roman"/>
          <w:color w:val="auto"/>
          <w:lang w:val="ro-RO"/>
        </w:rPr>
        <w:t>Confirm că obiectivul de investiții pentru care solicit finanțare nu este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internaționale,</w:t>
      </w:r>
    </w:p>
    <w:p w:rsidR="003E54BA" w:rsidRPr="00D5639B" w:rsidRDefault="003E54BA" w:rsidP="00467535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  <w:lang w:val="ro-RO"/>
        </w:rPr>
      </w:pPr>
      <w:r w:rsidRPr="00D5639B">
        <w:rPr>
          <w:rFonts w:ascii="Times New Roman" w:hAnsi="Times New Roman" w:cs="Times New Roman"/>
          <w:color w:val="auto"/>
          <w:lang w:val="ro-RO"/>
        </w:rPr>
        <w:t>Confirm că respect prevederile art. 4 alin. (10) din Ordonanța de urgență nr. 95/2021 pentru aprobarea Programului Național de Investiţii "Anghel Saligny",</w:t>
      </w:r>
    </w:p>
    <w:p w:rsidR="003E54BA" w:rsidRPr="00D5639B" w:rsidRDefault="003E54BA" w:rsidP="006214B5">
      <w:pPr>
        <w:pStyle w:val="Default"/>
        <w:spacing w:before="120"/>
        <w:jc w:val="both"/>
        <w:rPr>
          <w:rFonts w:ascii="Times New Roman" w:hAnsi="Times New Roman" w:cs="Times New Roman"/>
          <w:color w:val="auto"/>
          <w:lang w:val="ro-RO"/>
        </w:rPr>
      </w:pPr>
      <w:r w:rsidRPr="00D5639B">
        <w:rPr>
          <w:rFonts w:ascii="Times New Roman" w:hAnsi="Times New Roman" w:cs="Times New Roman"/>
          <w:color w:val="auto"/>
          <w:lang w:val="ro-RO"/>
        </w:rPr>
        <w:t>Confirm că informațiile incluse în această cerere şi detaliile prezentate în documentele anexate sunt corecte,</w:t>
      </w:r>
    </w:p>
    <w:p w:rsidR="003E54BA" w:rsidRPr="00D5639B" w:rsidRDefault="003E54BA" w:rsidP="006214B5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  <w:lang w:val="ro-RO"/>
        </w:rPr>
      </w:pPr>
      <w:r w:rsidRPr="00D5639B">
        <w:rPr>
          <w:rFonts w:ascii="Times New Roman" w:hAnsi="Times New Roman" w:cs="Times New Roman"/>
          <w:color w:val="auto"/>
          <w:lang w:val="ro-RO"/>
        </w:rPr>
        <w:t>De asemenea, confirm că la data prezentei, nu am cunoștință de nici un motiv pentru care proiectul ar putea să nu se deruleze sau ar putea fi întârziat.</w:t>
      </w:r>
    </w:p>
    <w:p w:rsidR="003E54BA" w:rsidRPr="00D5639B" w:rsidRDefault="003E54BA" w:rsidP="00902913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ro-RO"/>
        </w:rPr>
      </w:pPr>
    </w:p>
    <w:p w:rsidR="003E54BA" w:rsidRPr="00D5639B" w:rsidRDefault="003E54BA" w:rsidP="00902913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ro-RO"/>
        </w:rPr>
      </w:pPr>
    </w:p>
    <w:p w:rsidR="003E54BA" w:rsidRPr="00D5639B" w:rsidRDefault="003E54BA" w:rsidP="00712219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ro-RO"/>
        </w:rPr>
      </w:pPr>
    </w:p>
    <w:p w:rsidR="003E54BA" w:rsidRPr="00D5639B" w:rsidRDefault="003E54BA" w:rsidP="00FE2838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3E54BA" w:rsidRPr="00D5639B" w:rsidRDefault="003E54BA" w:rsidP="00FE2838">
      <w:pPr>
        <w:tabs>
          <w:tab w:val="left" w:pos="0"/>
        </w:tabs>
        <w:spacing w:after="0"/>
        <w:jc w:val="center"/>
        <w:rPr>
          <w:rFonts w:ascii="Times New Roman" w:hAnsi="Times New Roman"/>
          <w:b/>
          <w:strike/>
          <w:sz w:val="24"/>
          <w:szCs w:val="24"/>
          <w:lang w:val="ro-RO"/>
        </w:rPr>
      </w:pPr>
      <w:r w:rsidRPr="00D5639B">
        <w:rPr>
          <w:rFonts w:ascii="Times New Roman" w:hAnsi="Times New Roman"/>
          <w:b/>
          <w:sz w:val="24"/>
          <w:szCs w:val="24"/>
          <w:lang w:val="ro-RO"/>
        </w:rPr>
        <w:t>Primar</w:t>
      </w:r>
    </w:p>
    <w:p w:rsidR="003E54BA" w:rsidRPr="00D5639B" w:rsidRDefault="003E54BA" w:rsidP="00FE2838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5639B">
        <w:rPr>
          <w:rFonts w:ascii="Times New Roman" w:hAnsi="Times New Roman"/>
          <w:b/>
          <w:sz w:val="24"/>
          <w:szCs w:val="24"/>
          <w:lang w:val="ro-RO"/>
        </w:rPr>
        <w:t xml:space="preserve">Nume Prenume, </w:t>
      </w:r>
    </w:p>
    <w:p w:rsidR="003E54BA" w:rsidRPr="00D5639B" w:rsidRDefault="003E54BA" w:rsidP="00FE2838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5639B">
        <w:rPr>
          <w:rFonts w:ascii="Times New Roman" w:hAnsi="Times New Roman"/>
          <w:b/>
          <w:sz w:val="24"/>
          <w:szCs w:val="24"/>
          <w:lang w:val="ro-RO"/>
        </w:rPr>
        <w:t>TURC IOAN</w:t>
      </w:r>
    </w:p>
    <w:p w:rsidR="003E54BA" w:rsidRPr="00902913" w:rsidRDefault="003E54BA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3E54BA" w:rsidRPr="00902913" w:rsidSect="000F59E5">
      <w:pgSz w:w="12240" w:h="15840"/>
      <w:pgMar w:top="851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4BA" w:rsidRDefault="003E54BA" w:rsidP="0042199E">
      <w:pPr>
        <w:spacing w:after="0" w:line="240" w:lineRule="auto"/>
      </w:pPr>
      <w:r>
        <w:separator/>
      </w:r>
    </w:p>
  </w:endnote>
  <w:endnote w:type="continuationSeparator" w:id="0">
    <w:p w:rsidR="003E54BA" w:rsidRDefault="003E54BA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4BA" w:rsidRDefault="003E54BA" w:rsidP="0042199E">
      <w:pPr>
        <w:spacing w:after="0" w:line="240" w:lineRule="auto"/>
      </w:pPr>
      <w:r>
        <w:separator/>
      </w:r>
    </w:p>
  </w:footnote>
  <w:footnote w:type="continuationSeparator" w:id="0">
    <w:p w:rsidR="003E54BA" w:rsidRDefault="003E54BA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DF4"/>
    <w:rsid w:val="00004DFA"/>
    <w:rsid w:val="00012D76"/>
    <w:rsid w:val="00045057"/>
    <w:rsid w:val="00046A79"/>
    <w:rsid w:val="00055C47"/>
    <w:rsid w:val="00056F5D"/>
    <w:rsid w:val="00060C26"/>
    <w:rsid w:val="00064949"/>
    <w:rsid w:val="0007567A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450C2"/>
    <w:rsid w:val="00184D5C"/>
    <w:rsid w:val="001A0659"/>
    <w:rsid w:val="001B19CD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14E4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05AE6"/>
    <w:rsid w:val="00315F17"/>
    <w:rsid w:val="0034015E"/>
    <w:rsid w:val="00342503"/>
    <w:rsid w:val="003551F4"/>
    <w:rsid w:val="003571A5"/>
    <w:rsid w:val="003663BB"/>
    <w:rsid w:val="00366AD4"/>
    <w:rsid w:val="00366B08"/>
    <w:rsid w:val="00377A9B"/>
    <w:rsid w:val="00383D93"/>
    <w:rsid w:val="00393496"/>
    <w:rsid w:val="0039530F"/>
    <w:rsid w:val="003A600D"/>
    <w:rsid w:val="003A656F"/>
    <w:rsid w:val="003B1209"/>
    <w:rsid w:val="003B6B97"/>
    <w:rsid w:val="003C04A1"/>
    <w:rsid w:val="003C346C"/>
    <w:rsid w:val="003D5D98"/>
    <w:rsid w:val="003E426D"/>
    <w:rsid w:val="003E54BA"/>
    <w:rsid w:val="003F55F4"/>
    <w:rsid w:val="003F6046"/>
    <w:rsid w:val="003F698E"/>
    <w:rsid w:val="004026A6"/>
    <w:rsid w:val="00404F9A"/>
    <w:rsid w:val="00407DBF"/>
    <w:rsid w:val="0042199E"/>
    <w:rsid w:val="00425986"/>
    <w:rsid w:val="004375F2"/>
    <w:rsid w:val="0044246D"/>
    <w:rsid w:val="00444C5D"/>
    <w:rsid w:val="00445270"/>
    <w:rsid w:val="0045621B"/>
    <w:rsid w:val="00466F96"/>
    <w:rsid w:val="00467535"/>
    <w:rsid w:val="0049055F"/>
    <w:rsid w:val="00494E02"/>
    <w:rsid w:val="004A226B"/>
    <w:rsid w:val="004C20FA"/>
    <w:rsid w:val="004D1548"/>
    <w:rsid w:val="004F4B30"/>
    <w:rsid w:val="00503A32"/>
    <w:rsid w:val="005255D2"/>
    <w:rsid w:val="00534AC1"/>
    <w:rsid w:val="00540BD5"/>
    <w:rsid w:val="00550EEC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9306D"/>
    <w:rsid w:val="005A48D0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437CC"/>
    <w:rsid w:val="00650090"/>
    <w:rsid w:val="00653026"/>
    <w:rsid w:val="00665C85"/>
    <w:rsid w:val="00672956"/>
    <w:rsid w:val="00693B05"/>
    <w:rsid w:val="006B6181"/>
    <w:rsid w:val="006D6D8B"/>
    <w:rsid w:val="006E21A2"/>
    <w:rsid w:val="0071167C"/>
    <w:rsid w:val="00712219"/>
    <w:rsid w:val="007123ED"/>
    <w:rsid w:val="0072286A"/>
    <w:rsid w:val="00744686"/>
    <w:rsid w:val="00744E45"/>
    <w:rsid w:val="00754666"/>
    <w:rsid w:val="00754D9A"/>
    <w:rsid w:val="007573AE"/>
    <w:rsid w:val="00784C7F"/>
    <w:rsid w:val="007D52DD"/>
    <w:rsid w:val="007E3C43"/>
    <w:rsid w:val="007E3FBD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047BF"/>
    <w:rsid w:val="00910533"/>
    <w:rsid w:val="00910DE3"/>
    <w:rsid w:val="0092090E"/>
    <w:rsid w:val="00927A6B"/>
    <w:rsid w:val="009347D0"/>
    <w:rsid w:val="00936A9C"/>
    <w:rsid w:val="00941C83"/>
    <w:rsid w:val="00944A0A"/>
    <w:rsid w:val="00952B81"/>
    <w:rsid w:val="00964868"/>
    <w:rsid w:val="00966050"/>
    <w:rsid w:val="009827F4"/>
    <w:rsid w:val="00985E9D"/>
    <w:rsid w:val="009A1F30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67252"/>
    <w:rsid w:val="00A7554F"/>
    <w:rsid w:val="00A8241B"/>
    <w:rsid w:val="00AD3D60"/>
    <w:rsid w:val="00AD48D8"/>
    <w:rsid w:val="00AE0D87"/>
    <w:rsid w:val="00AF6A5F"/>
    <w:rsid w:val="00B0452F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E4DE7"/>
    <w:rsid w:val="00BF17D4"/>
    <w:rsid w:val="00BF1C3C"/>
    <w:rsid w:val="00BF29D3"/>
    <w:rsid w:val="00C01F71"/>
    <w:rsid w:val="00C4342E"/>
    <w:rsid w:val="00C45909"/>
    <w:rsid w:val="00C50857"/>
    <w:rsid w:val="00C561E9"/>
    <w:rsid w:val="00C6157D"/>
    <w:rsid w:val="00C671E3"/>
    <w:rsid w:val="00C75DE5"/>
    <w:rsid w:val="00C80AE4"/>
    <w:rsid w:val="00C96C4B"/>
    <w:rsid w:val="00C973DE"/>
    <w:rsid w:val="00CA0FC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1348"/>
    <w:rsid w:val="00D14ED6"/>
    <w:rsid w:val="00D20C23"/>
    <w:rsid w:val="00D3106D"/>
    <w:rsid w:val="00D344C2"/>
    <w:rsid w:val="00D4652A"/>
    <w:rsid w:val="00D5639B"/>
    <w:rsid w:val="00D60E4B"/>
    <w:rsid w:val="00D62BEF"/>
    <w:rsid w:val="00D73F8A"/>
    <w:rsid w:val="00D7732B"/>
    <w:rsid w:val="00D77A35"/>
    <w:rsid w:val="00D83F48"/>
    <w:rsid w:val="00DA7BAE"/>
    <w:rsid w:val="00DB500A"/>
    <w:rsid w:val="00DC1A89"/>
    <w:rsid w:val="00DE48B6"/>
    <w:rsid w:val="00DF6E52"/>
    <w:rsid w:val="00E20251"/>
    <w:rsid w:val="00E214E0"/>
    <w:rsid w:val="00E469B6"/>
    <w:rsid w:val="00E54B8F"/>
    <w:rsid w:val="00E65782"/>
    <w:rsid w:val="00E658EF"/>
    <w:rsid w:val="00E73262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42ED"/>
    <w:rsid w:val="00EF3B1B"/>
    <w:rsid w:val="00EF631C"/>
    <w:rsid w:val="00F1696A"/>
    <w:rsid w:val="00F17885"/>
    <w:rsid w:val="00F212EE"/>
    <w:rsid w:val="00F3158F"/>
    <w:rsid w:val="00F31DA1"/>
    <w:rsid w:val="00F368A6"/>
    <w:rsid w:val="00F61EBC"/>
    <w:rsid w:val="00F648B0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96A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2D4EA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99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99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3</Pages>
  <Words>656</Words>
  <Characters>3741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11</cp:revision>
  <dcterms:created xsi:type="dcterms:W3CDTF">2021-10-30T09:07:00Z</dcterms:created>
  <dcterms:modified xsi:type="dcterms:W3CDTF">2022-02-03T11:16:00Z</dcterms:modified>
</cp:coreProperties>
</file>