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8D" w:rsidRDefault="00995D8D" w:rsidP="00EE0F6F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p w:rsidR="00995D8D" w:rsidRDefault="00995D8D" w:rsidP="00EE0F6F">
      <w:pPr>
        <w:jc w:val="both"/>
        <w:rPr>
          <w:rFonts w:ascii="Tahoma" w:hAnsi="Tahoma" w:cs="Tahoma"/>
          <w:b/>
          <w:bCs/>
          <w:sz w:val="24"/>
          <w:szCs w:val="24"/>
          <w:lang w:val="ro-RO" w:eastAsia="ro-RO"/>
        </w:rPr>
      </w:pPr>
      <w:r w:rsidRPr="000533FC">
        <w:rPr>
          <w:rFonts w:ascii="Tahoma" w:hAnsi="Tahoma" w:cs="Tahoma"/>
          <w:b/>
          <w:bCs/>
          <w:sz w:val="24"/>
          <w:szCs w:val="24"/>
          <w:lang w:val="ro-RO"/>
        </w:rPr>
        <w:t xml:space="preserve">Anexa nr. 3 </w:t>
      </w:r>
      <w:r>
        <w:rPr>
          <w:rFonts w:ascii="Tahoma" w:hAnsi="Tahoma" w:cs="Tahoma"/>
          <w:b/>
          <w:bCs/>
          <w:sz w:val="24"/>
          <w:szCs w:val="24"/>
          <w:lang w:val="ro-RO"/>
        </w:rPr>
        <w:t>Hotărârea Consiliului Local nr……</w:t>
      </w:r>
    </w:p>
    <w:p w:rsidR="00995D8D" w:rsidRPr="00896463" w:rsidRDefault="00995D8D" w:rsidP="00EE0F6F">
      <w:pPr>
        <w:jc w:val="both"/>
        <w:rPr>
          <w:rFonts w:ascii="Tahoma" w:hAnsi="Tahoma" w:cs="Tahoma"/>
          <w:sz w:val="28"/>
          <w:szCs w:val="28"/>
          <w:lang w:val="ro-RO"/>
        </w:rPr>
      </w:pPr>
    </w:p>
    <w:p w:rsidR="00995D8D" w:rsidRPr="00896463" w:rsidRDefault="00995D8D" w:rsidP="000D5933">
      <w:pPr>
        <w:jc w:val="center"/>
        <w:rPr>
          <w:rFonts w:ascii="Tahoma" w:hAnsi="Tahoma" w:cs="Tahoma"/>
          <w:b/>
          <w:bCs/>
          <w:sz w:val="28"/>
          <w:szCs w:val="28"/>
          <w:lang w:val="ro-RO"/>
        </w:rPr>
      </w:pP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 xml:space="preserve">ACT ADIȚIONAL NR. </w:t>
      </w:r>
      <w:r>
        <w:rPr>
          <w:rFonts w:ascii="Tahoma" w:hAnsi="Tahoma" w:cs="Tahoma"/>
          <w:b/>
          <w:bCs/>
          <w:sz w:val="28"/>
          <w:szCs w:val="28"/>
          <w:lang w:val="ro-RO"/>
        </w:rPr>
        <w:t>5</w:t>
      </w: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 xml:space="preserve"> LA ACTULCONSTITUTIV AL</w:t>
      </w:r>
    </w:p>
    <w:p w:rsidR="00995D8D" w:rsidRPr="00896463" w:rsidRDefault="00995D8D" w:rsidP="000D5933">
      <w:pPr>
        <w:jc w:val="center"/>
        <w:rPr>
          <w:rFonts w:ascii="Tahoma" w:hAnsi="Tahoma" w:cs="Tahoma"/>
          <w:b/>
          <w:bCs/>
          <w:sz w:val="28"/>
          <w:szCs w:val="28"/>
          <w:lang w:val="ro-RO"/>
        </w:rPr>
      </w:pPr>
      <w:r w:rsidRPr="00896463">
        <w:rPr>
          <w:rFonts w:ascii="Tahoma" w:hAnsi="Tahoma" w:cs="Tahoma"/>
          <w:b/>
          <w:bCs/>
          <w:sz w:val="28"/>
          <w:szCs w:val="28"/>
        </w:rPr>
        <w:t>“</w:t>
      </w: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>Asociației de dezvoltare intercomunitară pentru gestionarea integrată a deșeurilor municipale în județul Bistrița – Năsăud”</w:t>
      </w:r>
    </w:p>
    <w:p w:rsidR="00995D8D" w:rsidRPr="00896463" w:rsidRDefault="00995D8D" w:rsidP="000D5933">
      <w:pPr>
        <w:jc w:val="center"/>
        <w:rPr>
          <w:rFonts w:ascii="Tahoma" w:hAnsi="Tahoma" w:cs="Tahoma"/>
          <w:b/>
          <w:bCs/>
          <w:sz w:val="24"/>
          <w:szCs w:val="24"/>
          <w:lang w:val="ro-RO"/>
        </w:rPr>
      </w:pPr>
    </w:p>
    <w:p w:rsidR="00995D8D" w:rsidRPr="00896463" w:rsidRDefault="00995D8D" w:rsidP="000D5933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  <w:r w:rsidRPr="00896463">
        <w:rPr>
          <w:rFonts w:ascii="Tahoma" w:hAnsi="Tahoma" w:cs="Tahoma"/>
          <w:sz w:val="24"/>
          <w:szCs w:val="24"/>
          <w:lang w:val="ro-RO"/>
        </w:rPr>
        <w:t xml:space="preserve">Prezentul Act Adițional a fost adoptat în baza Hotărârii adunării generale nr….din </w:t>
      </w:r>
      <w:r>
        <w:rPr>
          <w:rFonts w:ascii="Tahoma" w:hAnsi="Tahoma" w:cs="Tahoma"/>
          <w:sz w:val="24"/>
          <w:szCs w:val="24"/>
          <w:lang w:val="ro-RO"/>
        </w:rPr>
        <w:t>…..01</w:t>
      </w:r>
      <w:r w:rsidRPr="00896463">
        <w:rPr>
          <w:rFonts w:ascii="Tahoma" w:hAnsi="Tahoma" w:cs="Tahoma"/>
          <w:sz w:val="24"/>
          <w:szCs w:val="24"/>
          <w:lang w:val="ro-RO"/>
        </w:rPr>
        <w:t>.20</w:t>
      </w:r>
      <w:r>
        <w:rPr>
          <w:rFonts w:ascii="Tahoma" w:hAnsi="Tahoma" w:cs="Tahoma"/>
          <w:sz w:val="24"/>
          <w:szCs w:val="24"/>
          <w:lang w:val="ro-RO"/>
        </w:rPr>
        <w:t>21</w:t>
      </w:r>
      <w:r w:rsidRPr="00896463">
        <w:rPr>
          <w:rFonts w:ascii="Tahoma" w:hAnsi="Tahoma" w:cs="Tahoma"/>
          <w:sz w:val="24"/>
          <w:szCs w:val="24"/>
          <w:lang w:val="ro-RO"/>
        </w:rPr>
        <w:t xml:space="preserve"> a </w:t>
      </w:r>
      <w:r w:rsidRPr="00896463">
        <w:rPr>
          <w:rFonts w:ascii="Tahoma" w:hAnsi="Tahoma" w:cs="Tahoma"/>
          <w:sz w:val="24"/>
          <w:szCs w:val="24"/>
        </w:rPr>
        <w:t>“</w:t>
      </w:r>
      <w:r w:rsidRPr="00896463">
        <w:rPr>
          <w:rFonts w:ascii="Tahoma" w:hAnsi="Tahoma" w:cs="Tahoma"/>
          <w:sz w:val="24"/>
          <w:szCs w:val="24"/>
          <w:lang w:val="ro-RO"/>
        </w:rPr>
        <w:t>Asociației de dezvoltare intercomunitară pentru gestionarea integrată a deșeurilor municipale în județul Bistrița – Năsăud” și cuprinde următoarele modificări și completări:</w:t>
      </w:r>
    </w:p>
    <w:p w:rsidR="00995D8D" w:rsidRPr="0080231C" w:rsidRDefault="00995D8D" w:rsidP="001E612C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  <w:r w:rsidRPr="0080231C">
        <w:rPr>
          <w:rFonts w:ascii="Tahoma" w:hAnsi="Tahoma" w:cs="Tahoma"/>
          <w:b/>
          <w:bCs/>
          <w:sz w:val="24"/>
          <w:szCs w:val="24"/>
          <w:lang w:val="ro-RO"/>
        </w:rPr>
        <w:t xml:space="preserve">Art. 1. </w:t>
      </w:r>
      <w:r w:rsidRPr="0080231C">
        <w:rPr>
          <w:rFonts w:ascii="Tahoma" w:hAnsi="Tahoma" w:cs="Tahoma"/>
          <w:b/>
          <w:bCs/>
          <w:sz w:val="24"/>
          <w:szCs w:val="24"/>
        </w:rPr>
        <w:t>CAPITOLUL I. ASOCIA</w:t>
      </w:r>
      <w:r w:rsidRPr="0080231C">
        <w:rPr>
          <w:rFonts w:ascii="Tahoma" w:hAnsi="Tahoma" w:cs="Tahoma"/>
          <w:b/>
          <w:bCs/>
          <w:sz w:val="24"/>
          <w:szCs w:val="24"/>
          <w:lang w:val="ro-RO"/>
        </w:rPr>
        <w:t xml:space="preserve">ȚII – se modifică și va avea următorul conținut: </w:t>
      </w:r>
      <w:r>
        <w:rPr>
          <w:rFonts w:ascii="Tahoma" w:hAnsi="Tahoma" w:cs="Tahoma"/>
          <w:b/>
          <w:bCs/>
          <w:sz w:val="24"/>
          <w:szCs w:val="24"/>
          <w:lang w:val="ro-RO"/>
        </w:rPr>
        <w:t>”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Judeţul Bistriţa-Năsăud, prin Consiliul Judeţean Bistriţa-Năsăud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Bistriţa, strada Piaţa Petru Rareş nr. 1, județul Bistriţa-Năsăud, cod 420080, reprezentat de drept de  Emil-Radu Moldovan, în calitate de președinte al Consiliului Județean, prin delegat Grigore Florin Moldovan, administratorul public al Județului Bistrița-Năsăud.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Municipiul Bistriţa, prin Consiliul Local Bistriţa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Bistriţa, strada Piaţa Centrală nr. 6, județul Bistriţa-Năsăud, cod 420040, reprezentat de drept de Ioan Turc, în calitate de primar, prin delegat Hangan Sorin, Viceprimar 1 al Municipiului Bistrița.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Oraşul Beclean, prin Consiliul Local Beclean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Beclean, str. Aleea Ghiocelului nr.6, județul Bistriţa-Năsăud, cod 425100, reprezentat de  drept de Nicolae Moldovan, în calitate de primar, prin delegat Diugan Ovidiu Caius.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Oraşul Năsăud, prin Consiliul Local Năsăud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Năsăud, str. Piata Unirii nr.15, județul Bistriţa-Năsăud, cod 425200, reprezentat de drept Vlașin Dorin-Nicolae, în calitate de primar, prin delegat Bodea Marius, viceprimar al orașului Năsăud.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Oraşul Sângeorz-Băi, prin Consiliul Local Sângeorz-Băi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Sângeorz-Băi, str. Izvoarelor nr. 2, județul Bistriţa-Nasaud, cod 425300, reprezentat de drept de Ogâgău Traian,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Bistriţa-Bârgăului, prin Consiliul Local Bistriţa-Bârgăului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Bistriţa-Bârgăului, județul Bistriţa-Năsăud, cod 427005, reprezentată de drept de Laba Vasile, în calitate de primar, prin delegat Nimigean Ioan, viceprimar al comunei Bistriţa-Bârgăului.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Braniştea, prin Consiliul Local Braniştea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Braniştea, județul Bistriţa-Năsăud, cod 427010, reprezentată de drept de Martonos Tamas, în calitate de primar, prin delegat Săsărman Cornel-Vasile, viceprimar al comunei Braniștea.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Budacu de Jos, prin Consiliul Local Budacu de Jos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Budacu de Jos, județul Bistriţa-Năsăud, cod 427015, reprezentată de drept de Simionca Florin-Sandu,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Budeşti, prin Consiliul Local Budeşti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Budeşti, județul Bistriţa-Năsăud, cod 427020, reprezentată de drept de Codrea Vasile,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Căianu Mic, prin Consiliul Local Căianu Mic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Căianu Mic, județul Bistriţa-Năsăud, cod 427025, reprezentată de drept de Ştir Dumitru-Paul,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Chiuza, prin Consiliul Local Chiuza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Chiuza, Jud. Bistriţa-Năsăud, cod 427060, reprezentată de drept de Bradea Grigore,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Chiochiş, prin Consiliul Local Chiochiş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Chiochiş, județul Bistriţa-Năsăud, cod 427045, reprezentată de drept de Silaşi Vasile Adrian,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Ciceu-Giurgeşti, prin Consiliul Local Ciceu-Giurgeşti,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 cu sediul în comuna Ciceu-Giurgeşti, Jud. Bistriţa-Năsăud, cod 427065 , reprezentată de drept de Iuga Vasile,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Ciceu-Mihăieşti, prin Consiliul Local Ciceu-Mihăieşti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Ciceu-Mihăieşti,  județul Bistriţa-Năsăud, cod 427218, reprezentată de drept de Mureșan Valentin,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Cetate, prin Consiliul Local Cetate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Cetate, județul Bistriţa-Năsăud, cod 427035, reprezentată de drept de Tarniță Dumitru-Lucian,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Coşbuc, prin Consiliul Local Coşbuc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Coşbuc, județul Bistriţa-Năsăud, cod 427070, reprezentată de drept de Pavelea Ioan,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Dumitra, prin Consiliul Local Dumitra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Dumitra, județul Bistriţa-Năsăud, cod 427075, reprezentată de drept de Bălăjan Gheorghe,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Dumitriţa, prin Consiliul Local Dumitriţa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Dumitriţa, județul Bistriţa-Năsăud, cod 427037, reprezentată de drept de Uchrenciuc Ilie Vasile,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Feldru, prin Consiliul Local Feldru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 în comuna Feldru, județul Bistriţa-Năsăud, cod 427080, reprezentată de drept de Ţiolan Grigore, în calitate de primar, prin delegat Neamți Daniel, viceprimar al comunei Feldru.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Galaţii Bistriţei, prin Consiliul Local Galaţii Bistriţei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Galaţii Bistriţei, județul Bistriţa-Năsăud, cod 427085, reprezentată de drept de Vermeșan Vasile Mihai,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Ilva Mică, prin Consiliul Local Ilva Mică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Ilva Mică, județul Bistriţa-Năsăud, cod 427095, reprezentată de drept de Horea Aurel,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Ilva Mare, prin Consiliul Local Ilva Mare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Ilva Mare, județul Bistriţa-Năsăud, cod 427090, reprezentată de drept de Cicșa  Stelian Octavian,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Josenii Bârgăului, prin Consiliul Local Josenii Bârgăului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 în comuna Josenii Bârgăului, județul Bistriţa-Năsăud, cod 427100, reprezentată de drept de Vrîncean Nicolae, în calitate de primar.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Livezile, prin Consiliul Local Livezile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Livezile, județul Bistriţa-Năsăud, cod 427120, reprezentată de drept de Simionca Traian,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Lechinţa, prin Consiliul Local Lechinţa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Lechinţa, județul Bistriţa-Năsăud, cod 427105, reprezentată de drept de Florian Romeo-Daniel,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Leşu, prin Consiliul Local Leşu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Leşu, județul Bistriţa-Năsăud, cod 427115, reprezentată de drept de Avram Sorin,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Lunca Ilvei, prin Consiliul Local Lunca Ilvei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Lunca Ilvei, județul Bistriţa-Năsăud, cod 427125, reprezentată de drept de Lupșan Flaviu, în calitate de primar, prin delegat Someșan Titu, viceprimarul comunei Lunca Ilvei.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Maieru, prin Consiliul Local Maieru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Maieru, județul Bistriţa-Năsăud, cod 427130, reprezentată de drept de Borș Vasile,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Măgura Ilvei, prin Consiliul Local Măgura Ilvei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Măgura Ilvei, județul Bistriţa-Năsăud, cod 427145, reprezentată de drept de Avram Valer,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Mărişelu, prin Consiliul Local Mărişelu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Mărişelu, județul Bistriţa-Năsăud, cod 427150, reprezentată de drept de Petruț Horea-Călin,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Matei, prin Consiliul Local Matei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Matei, județul Bistriţa-Năsăud, cod 427135, reprezentată de drept de Encian Vasile,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Miceştii de Cîmpie, prin Consiliul Local Miceştii de Cîmpie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Miceştii de Cîmpie, județul Bistriţa-Năsăud, cod 427160, reprezentată de drept de Becan Ioan,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Milaş, prin Consiliul Local Milaş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Milaş, județul Bistriţa-Năsăud, cod 427165, reprezentată de  drept de Gabor Iosif,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Monor, prin Consiliul Local Monor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Monor, județul Bistriţa-Năsăud, cod 427175, reprezentată de drept de Cira Ioan,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Negrileşti, prin Consiliul Local Negrileşti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 în comuna Negrileşti, județul Bistriţa-Năsăud, cod 427068, reprezentată de drept  de Costin Dumitru, în calitate de primar.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Nimigea, prin Consiliul Local Nimigea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Nimigea, județul Bistriţa-Năsăud, cod 427180, reprezentată de drept de Runcan Mircea-Gavrilă,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Nuşeni, prin Consiliul Local Nuşeni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Nuşeni, județul Bistriţa-Năsăud, cod 427200, reprezentată de drept de Mureşan Ioan,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Parva, prin Consiliul Local Parva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 în comuna Parva, județul Bistriţa-Năsăud, cod 427210, reprezentată de drept de Strugari Ioan, în calitate de primar, prin împuternicit Căluș Toader Vasile, viceprimar al comunei Parva.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Petru Rareş, prin Consiliul Local Petru Rareş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 Petrau Rareș, județul Bistriţa-Năsăud, cod 427220, reprezentată de drept de Ropan Ionel,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Poiana Ilvei, prin Consiliul Local Poiana Ilvei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Poiana Ilvei, județul Bistriţa-Năsăud, cod 427147, reprezentată de drept de Scridonesi Ioan,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Prundu Bârgăului, prin Consiliul Local Prundu Bârgăului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Prundu Bârgăului, județul Bistriţa-Năsăud, cod 427230, reprezentată de drept de Crişan Doru-Toader,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Rebra, prin Consiliul Local Rebra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Rebra, județul Bistriţa-Năsăud, cod 427235, reprezentată de drept de Danci Ştefan,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 xml:space="preserve">Comuna Rebrişoara, prin Consiliul Local Rebrişoara, 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cu sediul în comuna Rebrişoara, județul Bistriţa-Năsăud, cod 427240, reprezentată de drept Clapău Viorel,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Rodna, prin Consiliul Local Rodna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Rodna, județul Bistriţa-Năsăud, cod 427245, reprezentată de drept de Grapini Valentin-Iosif,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Romuli, prin Consiliul Local Romuli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Romuli, județul Bistriţa-Năsăud, cod 427250, reprezentată de drept de Moniţa Ioan,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Runcu Salvei, prin Consiliul Local Runcu Salvei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Runcu Salvei, județul Bistriţa-Năsăud, cod 427256, reprezentată de drept de Pavelea Anchidim,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Sînmihaiu de Cîmpie, prin Consiliul Local Sînmihaiu de Cîmpie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Sînmihaiu de Cîmpie, județul Bistriţa-Năsăud, cod 427260, reprezentată de drept de Ioan Mate,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Silivaşu de Cîmpie, prin Consiliul Local Silivaşu de Cîmpie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Silivaşu de Cîmpie, județul Bistriţa-Năsăud, cod 427270, reprezentată de drept de Cămărăşan Ioan-Tiberiu,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Spermezeu, prin Consiliul Local Spermezeu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Spermezeu, județul Bistriţa-Năsăud, cod 427275, reprezentată de drept de Hognogi Sorin,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Salva, prin Consiliul Local Salva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Salva, județul Bistriţa-Năsăud, cod 427255, reprezentată de drept de Onul Gheorghe,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Şanţ, prin Consiliul Local Şanţ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Şanţ, județul Bistriţa-Năsăud, cod 427285, reprezentată de drept de Forogău Marian Viorel,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Şieu, prin Consiliul Local Şieu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Şieu, județul Bistriţa-Năsăud, cod 427290, reprezentată de drept de Cifor Tiniș Ioan Sebastian,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Şieuţ, prin Consiliul Local Şieuţ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Şieuţ, județul Bistriţa-Năsăud, cod 427315, reprezentată de drept de Ivan Mihai Gheorghe,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Şieu-Odorhei, prin Consiliul Local Şieu-Odorhei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Şieu-Odorhei, județul Bistriţa-Năsăud, cod 427305, reprezentată de drept de Sfintean Sorin-Ioan,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Şieu-Măgheruş, prin Consiliul Local Şieu-Măgheruş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Şieu-Măgheruş, județul Bistriţa-Năsăud, cod 427295, reprezentată de drept de Mititean Sorin Aurel,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Şintereag, prin Consiliul Local Şintereag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Şintereag, județul Bistriţa-Năsăud, cod 427320, reprezentată de drept de Bob Ioan,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Teaca, prin Consiliul Local Teaca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Teaca, județul Bistriţa-Năsăud, cod 427345, reprezentată de drept de Muntean Damian Iustian,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Târlişua, prin Consiliul Local Târlişua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 în comuna Târlişua, județul Bistriţa-Năsăud, cod 427330, reprezentată de drept Purja Vlăduţ-Axente, în calitate de primar.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Telciu, prin Consiliul Local Telciu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Telciu, județul Bistriţa-Năsăud, cod 427355, reprezentată de drept de Mureşan Sever,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Tiha Bârgăului, prin Consiliul Local Tiha Bârgăului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Tiha Bârgăului, județul Bistriţa-Năsăud, cod 427360, reprezentată de drept de Șut Vasile, în calitate de primar.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Uriu, prin Consiliul Local Uriu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 în comuna Uriu, județul Bistriţa-Năsăud, cod 427365, reprezentata de drept de Spermezan Radu Gheorghe, în calitate de primar.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Urmeniş, prin Consiliul Local Urmeniş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Urmeniş, județul Bistriţa-Năsăud, cod 427370, reprezentată de drept de Tomşa Dumitru, în calitate de primar.  </w:t>
      </w:r>
    </w:p>
    <w:p w:rsidR="00995D8D" w:rsidRPr="000321F6" w:rsidRDefault="00995D8D" w:rsidP="0080231C">
      <w:pPr>
        <w:numPr>
          <w:ilvl w:val="0"/>
          <w:numId w:val="10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Tahoma" w:hAnsi="Tahoma" w:cs="Tahoma"/>
          <w:i/>
          <w:iCs/>
          <w:sz w:val="28"/>
          <w:szCs w:val="28"/>
          <w:lang w:val="ro-RO"/>
        </w:rPr>
      </w:pPr>
      <w:r w:rsidRPr="000321F6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Comuna Zagra, prin Consiliul Local Zagra</w:t>
      </w:r>
      <w:r w:rsidRPr="000321F6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, cu sediul în comuna Zagra, județul Bistriţa-Năsăud, cod 427385, reprezentată de drept de Bușcoi Nicolae Eugen, în calitate de primar. </w:t>
      </w:r>
    </w:p>
    <w:p w:rsidR="00995D8D" w:rsidRPr="000321F6" w:rsidRDefault="00995D8D" w:rsidP="00185702">
      <w:pPr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0321F6" w:rsidRDefault="00995D8D" w:rsidP="00185702">
      <w:pPr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0321F6">
        <w:rPr>
          <w:rFonts w:ascii="Tahoma" w:hAnsi="Tahoma" w:cs="Tahoma"/>
          <w:i/>
          <w:iCs/>
          <w:sz w:val="24"/>
          <w:szCs w:val="24"/>
          <w:lang w:val="ro-RO"/>
        </w:rPr>
        <w:t xml:space="preserve">denumiti colectiv </w:t>
      </w:r>
      <w:r w:rsidRPr="000321F6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 xml:space="preserve">asociaţii </w:t>
      </w:r>
      <w:r w:rsidRPr="000321F6">
        <w:rPr>
          <w:rFonts w:ascii="Tahoma" w:hAnsi="Tahoma" w:cs="Tahoma"/>
          <w:i/>
          <w:iCs/>
          <w:sz w:val="24"/>
          <w:szCs w:val="24"/>
          <w:lang w:val="ro-RO"/>
        </w:rPr>
        <w:t xml:space="preserve">şi individual </w:t>
      </w:r>
      <w:r w:rsidRPr="000321F6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asociatul</w:t>
      </w:r>
      <w:r w:rsidRPr="000321F6">
        <w:rPr>
          <w:rFonts w:ascii="Tahoma" w:hAnsi="Tahoma" w:cs="Tahoma"/>
          <w:i/>
          <w:iCs/>
          <w:sz w:val="24"/>
          <w:szCs w:val="24"/>
          <w:lang w:val="ro-RO"/>
        </w:rPr>
        <w:t>,</w:t>
      </w:r>
    </w:p>
    <w:p w:rsidR="00995D8D" w:rsidRPr="0080231C" w:rsidRDefault="00995D8D" w:rsidP="0080231C">
      <w:pPr>
        <w:jc w:val="both"/>
        <w:rPr>
          <w:rFonts w:ascii="Tahoma" w:hAnsi="Tahoma" w:cs="Tahoma"/>
          <w:sz w:val="24"/>
          <w:szCs w:val="24"/>
          <w:lang w:val="ro-RO"/>
        </w:rPr>
      </w:pPr>
      <w:r w:rsidRPr="000321F6">
        <w:rPr>
          <w:rFonts w:ascii="Tahoma" w:hAnsi="Tahoma" w:cs="Tahoma"/>
          <w:i/>
          <w:iCs/>
          <w:sz w:val="24"/>
          <w:szCs w:val="24"/>
          <w:lang w:val="ro-RO"/>
        </w:rPr>
        <w:t xml:space="preserve">s-au asociat şi au înfiinţat Asociaţia de dezvoltare intercomunitară de utilităţi publice </w:t>
      </w:r>
      <w:r w:rsidRPr="000321F6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„Asociaţia de dezvoltare intercomunitară pentru gestionarea integrată a deşeurilor municipale în judeţul Bistriţa-Năsăud”</w:t>
      </w:r>
      <w:r w:rsidRPr="000321F6">
        <w:rPr>
          <w:rFonts w:ascii="Tahoma" w:hAnsi="Tahoma" w:cs="Tahoma"/>
          <w:i/>
          <w:iCs/>
          <w:sz w:val="24"/>
          <w:szCs w:val="24"/>
          <w:lang w:val="ro-RO"/>
        </w:rPr>
        <w:t xml:space="preserve"> (denumită în continuare </w:t>
      </w:r>
      <w:r w:rsidRPr="000321F6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“Asociaţia</w:t>
      </w:r>
      <w:r w:rsidRPr="000321F6">
        <w:rPr>
          <w:rFonts w:ascii="Tahoma" w:hAnsi="Tahoma" w:cs="Tahoma"/>
          <w:i/>
          <w:iCs/>
          <w:sz w:val="24"/>
          <w:szCs w:val="24"/>
          <w:lang w:val="ro-RO"/>
        </w:rPr>
        <w:t>”), în conformitate cu prevederile Legii administraţiei publice locale nr. 215/2001, republicată,cu modificările şi completările ulterioare (text de lege în vigoare la momentul asocierii și înființării Asociației),  ale Legii serviciilor comunitare de utilităţi publice nr. 51/2006, cu modificările şi completările ulterioare , ale Legii nr.101/2006 privind serviciile de deşeuri, precum şi ale Ordonanţei Guvernului nr. 26/2000 cu privire la asociaţii şi fundaţii, aprobată cu modificări şi completări prin Legea nr.246/2005, ale Ordonanței de Urgență nr. 57/2019 privind Codul administrativ.</w:t>
      </w:r>
      <w:r w:rsidRPr="0080231C">
        <w:rPr>
          <w:rFonts w:ascii="Tahoma" w:hAnsi="Tahoma" w:cs="Tahoma"/>
          <w:i/>
          <w:iCs/>
          <w:sz w:val="24"/>
          <w:szCs w:val="24"/>
          <w:lang w:val="ro-RO"/>
        </w:rPr>
        <w:t>”</w:t>
      </w:r>
    </w:p>
    <w:p w:rsidR="00995D8D" w:rsidRPr="00896463" w:rsidRDefault="00995D8D" w:rsidP="00185702">
      <w:pPr>
        <w:jc w:val="both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C0483D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  <w:r>
        <w:rPr>
          <w:rFonts w:ascii="Tahoma" w:hAnsi="Tahoma" w:cs="Tahoma"/>
          <w:b/>
          <w:bCs/>
          <w:sz w:val="24"/>
          <w:szCs w:val="24"/>
          <w:lang w:val="ro-RO"/>
        </w:rPr>
        <w:t>Art. 2 CAPITOLUL VI PATRIMONIUL INIȚIAL alin. 3) se modifică și va avea următorul conținut:</w:t>
      </w:r>
    </w:p>
    <w:p w:rsidR="00995D8D" w:rsidRPr="001E612C" w:rsidRDefault="00995D8D" w:rsidP="001E612C">
      <w:pPr>
        <w:pStyle w:val="NormalWeb"/>
        <w:spacing w:before="0" w:beforeAutospacing="0" w:after="240" w:afterAutospacing="0"/>
        <w:jc w:val="both"/>
        <w:rPr>
          <w:rFonts w:ascii="Tahoma" w:hAnsi="Tahoma" w:cs="Tahoma"/>
          <w:i/>
          <w:iCs/>
          <w:lang w:val="ro-RO"/>
        </w:rPr>
      </w:pPr>
      <w:r>
        <w:rPr>
          <w:rFonts w:ascii="Tahoma" w:hAnsi="Tahoma" w:cs="Tahoma"/>
          <w:b/>
          <w:bCs/>
          <w:lang w:val="ro-RO"/>
        </w:rPr>
        <w:t>”</w:t>
      </w:r>
      <w:r w:rsidRPr="001E612C">
        <w:rPr>
          <w:rFonts w:ascii="Tahoma" w:hAnsi="Tahoma" w:cs="Tahoma"/>
          <w:i/>
          <w:iCs/>
          <w:lang w:val="ro-RO"/>
        </w:rPr>
        <w:t xml:space="preserve">3) </w:t>
      </w:r>
      <w:bookmarkStart w:id="0" w:name="_Hlk19020842"/>
      <w:r w:rsidRPr="001E612C">
        <w:rPr>
          <w:rFonts w:ascii="Tahoma" w:hAnsi="Tahoma" w:cs="Tahoma"/>
          <w:i/>
          <w:iCs/>
          <w:lang w:val="ro-RO"/>
        </w:rPr>
        <w:t>Asociația va desfășura activități economice, conform contractelor/protocoalelor încheiate cu Organizațiile care Implementează Răspunderea Extinsă a Producătorului (OIREP);</w:t>
      </w:r>
    </w:p>
    <w:p w:rsidR="00995D8D" w:rsidRPr="001E612C" w:rsidRDefault="00995D8D" w:rsidP="001E612C">
      <w:pPr>
        <w:pStyle w:val="NormalWeb"/>
        <w:spacing w:before="0" w:beforeAutospacing="0" w:after="240" w:afterAutospacing="0"/>
        <w:jc w:val="both"/>
        <w:rPr>
          <w:rFonts w:ascii="Tahoma" w:hAnsi="Tahoma" w:cs="Tahoma"/>
          <w:i/>
          <w:iCs/>
          <w:lang w:val="ro-RO"/>
        </w:rPr>
      </w:pPr>
      <w:bookmarkStart w:id="1" w:name="_Hlk19023943"/>
      <w:bookmarkEnd w:id="0"/>
      <w:r>
        <w:rPr>
          <w:rFonts w:ascii="Tahoma" w:hAnsi="Tahoma" w:cs="Tahoma"/>
          <w:i/>
          <w:iCs/>
          <w:lang w:val="ro-RO"/>
        </w:rPr>
        <w:t>3^1</w:t>
      </w:r>
      <w:r w:rsidRPr="001E612C">
        <w:rPr>
          <w:rFonts w:ascii="Tahoma" w:hAnsi="Tahoma" w:cs="Tahoma"/>
          <w:i/>
          <w:iCs/>
          <w:lang w:val="ro-RO"/>
        </w:rPr>
        <w:t>. Asociația are calitatea de persoană impozabilă din punct de vedere al TVA pentru asigurarea serviciului de salubrizare pentru unitățile administrativ-teritoriale membre, atunci când acționează conform art. 271 alin. 2 din Legea nr. 227/2015 privind Codul fiscal, cu modificările și completările ulterioare;</w:t>
      </w:r>
      <w:r>
        <w:rPr>
          <w:rFonts w:ascii="Tahoma" w:hAnsi="Tahoma" w:cs="Tahoma"/>
          <w:i/>
          <w:iCs/>
          <w:lang w:val="ro-RO"/>
        </w:rPr>
        <w:t>”</w:t>
      </w:r>
    </w:p>
    <w:bookmarkEnd w:id="1"/>
    <w:p w:rsidR="00995D8D" w:rsidRPr="001E612C" w:rsidRDefault="00995D8D" w:rsidP="00C0483D">
      <w:pPr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815DEA" w:rsidRDefault="00995D8D" w:rsidP="00C0483D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Art. 3 </w:t>
      </w:r>
      <w:r w:rsidRPr="00896463">
        <w:rPr>
          <w:rFonts w:ascii="Tahoma" w:hAnsi="Tahoma" w:cs="Tahoma"/>
          <w:b/>
          <w:bCs/>
          <w:sz w:val="24"/>
          <w:szCs w:val="24"/>
          <w:lang w:val="ro-RO"/>
        </w:rPr>
        <w:t>CAPITOLUL</w:t>
      </w:r>
      <w:r w:rsidRPr="00896463">
        <w:rPr>
          <w:rFonts w:ascii="Tahoma" w:hAnsi="Tahoma" w:cs="Tahoma"/>
          <w:b/>
          <w:bCs/>
          <w:sz w:val="24"/>
          <w:szCs w:val="24"/>
        </w:rPr>
        <w:t xml:space="preserve"> VII. </w:t>
      </w:r>
      <w:r w:rsidRPr="00896463">
        <w:rPr>
          <w:rFonts w:ascii="Tahoma" w:hAnsi="Tahoma" w:cs="Tahoma"/>
          <w:b/>
          <w:bCs/>
          <w:sz w:val="24"/>
          <w:szCs w:val="24"/>
          <w:lang w:val="ro-RO"/>
        </w:rPr>
        <w:t xml:space="preserve">ORGANE DE CONDUCERE, ADMINISTRARE ŞI CONTROL </w:t>
      </w:r>
      <w:r w:rsidRPr="00815DEA">
        <w:rPr>
          <w:rFonts w:ascii="Tahoma" w:hAnsi="Tahoma" w:cs="Tahoma"/>
          <w:b/>
          <w:bCs/>
          <w:sz w:val="24"/>
          <w:szCs w:val="24"/>
          <w:lang w:val="ro-RO"/>
        </w:rPr>
        <w:t xml:space="preserve">– se modifică și va avea următorul conținut: </w:t>
      </w:r>
    </w:p>
    <w:p w:rsidR="00995D8D" w:rsidRPr="006A5630" w:rsidRDefault="00995D8D" w:rsidP="00C0483D">
      <w:pPr>
        <w:jc w:val="both"/>
        <w:rPr>
          <w:rFonts w:ascii="Tahoma" w:hAnsi="Tahoma" w:cs="Tahoma"/>
          <w:b/>
          <w:bCs/>
          <w:i/>
          <w:iCs/>
          <w:sz w:val="24"/>
          <w:szCs w:val="24"/>
          <w:lang w:val="ro-RO"/>
        </w:rPr>
      </w:pP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” 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CAPITOLUL</w:t>
      </w:r>
      <w:r w:rsidRPr="006A5630">
        <w:rPr>
          <w:rFonts w:ascii="Tahoma" w:hAnsi="Tahoma" w:cs="Tahoma"/>
          <w:b/>
          <w:bCs/>
          <w:i/>
          <w:iCs/>
          <w:sz w:val="24"/>
          <w:szCs w:val="24"/>
        </w:rPr>
        <w:t xml:space="preserve"> VII. 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ORGANE DE CONDUCERE, ADMINISTRARE ŞI CONTROL</w:t>
      </w:r>
    </w:p>
    <w:p w:rsidR="00995D8D" w:rsidRPr="006A5630" w:rsidRDefault="00995D8D" w:rsidP="00C0483D">
      <w:pPr>
        <w:rPr>
          <w:rFonts w:ascii="Tahoma" w:hAnsi="Tahoma" w:cs="Tahoma"/>
          <w:b/>
          <w:bCs/>
          <w:i/>
          <w:iCs/>
          <w:sz w:val="24"/>
          <w:szCs w:val="24"/>
          <w:u w:val="single"/>
          <w:lang w:val="ro-RO"/>
        </w:rPr>
      </w:pPr>
      <w:r w:rsidRPr="006A5630">
        <w:rPr>
          <w:rFonts w:ascii="Tahoma" w:hAnsi="Tahoma" w:cs="Tahoma"/>
          <w:b/>
          <w:bCs/>
          <w:i/>
          <w:iCs/>
          <w:sz w:val="24"/>
          <w:szCs w:val="24"/>
          <w:u w:val="single"/>
          <w:lang w:val="ro-RO"/>
        </w:rPr>
        <w:t>Conducerea  Asociaţiei</w:t>
      </w:r>
    </w:p>
    <w:p w:rsidR="00995D8D" w:rsidRPr="006A5630" w:rsidRDefault="00995D8D" w:rsidP="00C0483D">
      <w:pPr>
        <w:spacing w:line="360" w:lineRule="exact"/>
        <w:ind w:firstLine="72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Adunarea generală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 este organul de conducere al Asociaţiei, format din reprezentanţii de drept ai unităților administrativ teritoriale membre ale Asociației, respectiv primarii/președintele Consiliului Județean, după caz, sau din delegații acestora, după caz. </w:t>
      </w:r>
    </w:p>
    <w:p w:rsidR="00995D8D" w:rsidRPr="006A5630" w:rsidRDefault="00995D8D" w:rsidP="00C0483D">
      <w:pPr>
        <w:pStyle w:val="NormalWeb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Sunt numiţi în calitate de membri ai adunării generale: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 Florin Grigore Moldovan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Consiliul Judeţean Bistriţa Năsăud - președinte Emil Radu Moldovan;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>Hangan Sorin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municipiului Bistriţa - primar Ioan Turc;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color w:val="000000"/>
          <w:lang w:val="ro-RO"/>
        </w:rPr>
        <w:t>Caius-Ovidiu Diugan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oraşului Beclean - primar Nicolae Moldovan;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Marius bodea 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oraşului Năsăud - primar Dorin Nicolae Vlașin;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 xml:space="preserve">Traian Ogâgău, </w:t>
      </w:r>
      <w:r w:rsidRPr="006A5630">
        <w:rPr>
          <w:rFonts w:ascii="Tahoma" w:hAnsi="Tahoma" w:cs="Tahoma"/>
          <w:i/>
          <w:iCs/>
          <w:color w:val="000000"/>
          <w:lang w:val="fr-FR"/>
        </w:rPr>
        <w:t>reprezentant de drept al oraşului Sângeorz-Băi;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 Nimigean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comunei Bistriţa-Bârgăului - primar Vasile Laba;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Cornel Vasile Săsărman, delegat al reprezentantului de drept al comunei </w:t>
      </w:r>
      <w:r w:rsidRPr="006A5630">
        <w:rPr>
          <w:rFonts w:ascii="Tahoma" w:hAnsi="Tahoma" w:cs="Tahoma"/>
          <w:i/>
          <w:iCs/>
          <w:lang w:val="ro-RO"/>
        </w:rPr>
        <w:t xml:space="preserve"> Braniștea - primar Martonos Tamas</w:t>
      </w:r>
      <w:r w:rsidRPr="006A5630">
        <w:rPr>
          <w:rFonts w:ascii="Tahoma" w:hAnsi="Tahoma" w:cs="Tahoma"/>
          <w:i/>
          <w:iCs/>
          <w:color w:val="000000"/>
          <w:lang w:val="fr-FR"/>
        </w:rPr>
        <w:t>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color w:val="000000"/>
          <w:lang w:val="ro-RO"/>
        </w:rPr>
        <w:t>Florin sandu Simionca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Budacu de Jos;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Vasile Codrea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Budeşti;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Dumitru-Paul Ştir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Căianu Mic 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Grigore Bradea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Chiuza;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Vasile Adrian Silaşi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Chiochiş;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Vasile Iuga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Ciceu Giurgeşti;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Valentin Muresan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al comunei Ciceu Mihăieşti;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 Lucian Dumitru Tarniță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Cetate;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 Ioan Pavelea,reprezentant de drept al comunei Coşbuc;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Gheorghe Bălăjan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Dumitra;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Ilie Vasile Uchrenciuc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Dumitriţa;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Daniel Neamți,</w:t>
      </w:r>
      <w:r w:rsidRPr="006A5630">
        <w:rPr>
          <w:rFonts w:ascii="Tahoma" w:hAnsi="Tahoma" w:cs="Tahoma"/>
          <w:i/>
          <w:iCs/>
          <w:color w:val="000000"/>
          <w:lang w:val="fr-FR"/>
        </w:rPr>
        <w:t xml:space="preserve"> delegat al reprezentantului de drept al comunei Feldru – primar Grigore Țiolan;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Vasile Mihai Vermeșan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Galaţii Bistriţei;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Aurel Horea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Ilva Mică;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Stelian Octavian Cicșa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Ilva Mare;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 Nicolae Vrîncean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Josenii Bârgăului;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Traian Simionca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Livezile 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Romeo-Daniel Florian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Lechinţa;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Sorin Avram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Leşu;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Titu Someşan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comunei Lunca Ilvei – primar Flaviu Lupșan;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 Vasile Borș,reprezentant de drept al comunei Maieru;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Valer Avram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Măgura Ilvei;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 Horea Călin Petruț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Mărişelu;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Vasile Encian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Matei;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 Ioan Becan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Miceştii de Câmpie;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Iosif Gabor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Milaş;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 Cira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Monor;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>Dumitru Costin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Negrileşti;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Mircea-Gavrilă Runcan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Nimigea;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 Mureşan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Nuşeni;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color w:val="000000"/>
          <w:lang w:val="ro-RO"/>
        </w:rPr>
        <w:t xml:space="preserve"> Toader-Vasile Căluș</w:t>
      </w:r>
      <w:r w:rsidRPr="006A5630">
        <w:rPr>
          <w:rFonts w:ascii="Tahoma" w:hAnsi="Tahoma" w:cs="Tahoma"/>
          <w:i/>
          <w:iCs/>
          <w:color w:val="000000"/>
          <w:lang w:val="fr-FR"/>
        </w:rPr>
        <w:t>, delegat al reprezentantului de drept al comunei Parva – primar Ioan Strugari;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Ionel Ropan,  </w:t>
      </w:r>
      <w:r w:rsidRPr="006A5630">
        <w:rPr>
          <w:rFonts w:ascii="Tahoma" w:hAnsi="Tahoma" w:cs="Tahoma"/>
          <w:i/>
          <w:iCs/>
          <w:color w:val="000000"/>
          <w:lang w:val="fr-FR"/>
        </w:rPr>
        <w:t>reprezentant de drept al comunei Petru Rareş;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 xml:space="preserve">Ioan Scridonesi, </w:t>
      </w:r>
      <w:r w:rsidRPr="006A5630">
        <w:rPr>
          <w:rFonts w:ascii="Tahoma" w:hAnsi="Tahoma" w:cs="Tahoma"/>
          <w:i/>
          <w:iCs/>
          <w:color w:val="000000"/>
          <w:lang w:val="fr-FR"/>
        </w:rPr>
        <w:t>reprezentant de drept al comunei Poiana Ilvei;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Doru-Toader Crişan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Prundu Bârgăului;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Ştefan Danci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Rebra;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color w:val="000000"/>
          <w:lang w:val="ro-RO"/>
        </w:rPr>
        <w:t>Viorel Clapău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Rebrişoara 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 xml:space="preserve"> Valentin-Iosif Grapini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Rodna;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 Moniţa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Romuli;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Anchidim Pavelea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Runcu Salvei;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 Mate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Sânmihaiu de Câmpie;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Ioan-Tiberiu Cămărăşan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Silivaşu de Câmpie;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Hognogi Sorin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Spermezeu;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Gheorghe Onul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Salva;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Marian Viorel Forogău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Şanţ;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>-Dl.</w:t>
      </w:r>
      <w:r w:rsidRPr="006A5630">
        <w:rPr>
          <w:rFonts w:ascii="Tahoma" w:hAnsi="Tahoma" w:cs="Tahoma"/>
          <w:i/>
          <w:iCs/>
          <w:lang w:val="ro-RO"/>
        </w:rPr>
        <w:t>Ioan Tiniș Cifor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Şieu;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Mihai Gheorghe Ivan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Şieuţ;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Sorin-Ioan Sfintean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Şieu-Odorhei;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Sorin Aurel Mititean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Şieu-Măgheruş;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Ioan Bob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Şintereag;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Damian-Iustian Muntean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Teaca;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Vlăduţ Axente Purja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Târlişua;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Sever Mureşan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Telciu;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Șut Vasile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Tiha Bârgăului;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Radu Gheorghe Spermezan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Uriu;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Dumitru Tomşa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Urmeniş;</w:t>
      </w:r>
    </w:p>
    <w:p w:rsidR="00995D8D" w:rsidRPr="006A5630" w:rsidRDefault="00995D8D" w:rsidP="00C0483D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i/>
          <w:iCs/>
          <w:color w:val="000000"/>
          <w:lang w:val="fr-FR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-Dl. </w:t>
      </w:r>
      <w:r w:rsidRPr="006A5630">
        <w:rPr>
          <w:rFonts w:ascii="Tahoma" w:hAnsi="Tahoma" w:cs="Tahoma"/>
          <w:i/>
          <w:iCs/>
          <w:lang w:val="ro-RO"/>
        </w:rPr>
        <w:t>Nicolae Eugen Buscoi</w:t>
      </w:r>
      <w:r w:rsidRPr="006A5630">
        <w:rPr>
          <w:rFonts w:ascii="Tahoma" w:hAnsi="Tahoma" w:cs="Tahoma"/>
          <w:i/>
          <w:iCs/>
          <w:color w:val="000000"/>
          <w:lang w:val="fr-FR"/>
        </w:rPr>
        <w:t>, reprezentant de drept al comunei Zagra;</w:t>
      </w:r>
    </w:p>
    <w:p w:rsidR="00995D8D" w:rsidRPr="006A5630" w:rsidRDefault="00995D8D" w:rsidP="00C0483D">
      <w:pPr>
        <w:pStyle w:val="NormalWeb"/>
        <w:spacing w:before="0" w:beforeAutospacing="0" w:after="0" w:afterAutospacing="0"/>
        <w:jc w:val="both"/>
        <w:rPr>
          <w:rFonts w:ascii="Tahoma" w:hAnsi="Tahoma" w:cs="Tahoma"/>
          <w:i/>
          <w:iCs/>
          <w:color w:val="000000"/>
          <w:lang w:val="fr-FR"/>
        </w:rPr>
      </w:pPr>
    </w:p>
    <w:p w:rsidR="00995D8D" w:rsidRPr="006A5630" w:rsidRDefault="00995D8D" w:rsidP="00C0483D">
      <w:pPr>
        <w:pStyle w:val="NormalWeb"/>
        <w:spacing w:before="0" w:beforeAutospacing="0" w:after="0" w:afterAutospacing="0"/>
        <w:ind w:firstLine="720"/>
        <w:jc w:val="both"/>
        <w:rPr>
          <w:rFonts w:ascii="Tahoma" w:hAnsi="Tahoma" w:cs="Tahoma"/>
          <w:b/>
          <w:bCs/>
          <w:i/>
          <w:iCs/>
          <w:lang w:val="ro-RO"/>
        </w:rPr>
      </w:pPr>
      <w:r w:rsidRPr="006A5630">
        <w:rPr>
          <w:rFonts w:ascii="Tahoma" w:hAnsi="Tahoma" w:cs="Tahoma"/>
          <w:i/>
          <w:iCs/>
          <w:color w:val="000000"/>
          <w:lang w:val="fr-FR"/>
        </w:rPr>
        <w:t xml:space="preserve">Adunarea generală alege dintre membrii săi </w:t>
      </w:r>
      <w:r w:rsidRPr="006A5630">
        <w:rPr>
          <w:rFonts w:ascii="Tahoma" w:hAnsi="Tahoma" w:cs="Tahoma"/>
          <w:b/>
          <w:bCs/>
          <w:i/>
          <w:iCs/>
          <w:color w:val="000000"/>
          <w:lang w:val="fr-FR"/>
        </w:rPr>
        <w:t>preşedintele Asociaţiei</w:t>
      </w:r>
      <w:r w:rsidRPr="006A5630">
        <w:rPr>
          <w:rFonts w:ascii="Tahoma" w:hAnsi="Tahoma" w:cs="Tahoma"/>
          <w:i/>
          <w:iCs/>
          <w:color w:val="000000"/>
          <w:lang w:val="fr-FR"/>
        </w:rPr>
        <w:t xml:space="preserve"> care are atribuţiile prevăzute în Statutul Asociaţiei şi care reprezintă Asociaţia în raporturile cu terţii, cu excepţia situaţiilor în care se prevede expres altfel.</w:t>
      </w:r>
    </w:p>
    <w:p w:rsidR="00995D8D" w:rsidRPr="006A5630" w:rsidRDefault="00995D8D" w:rsidP="00C0483D">
      <w:pPr>
        <w:pStyle w:val="NormalWeb"/>
        <w:spacing w:before="0" w:beforeAutospacing="0" w:after="0" w:afterAutospacing="0"/>
        <w:ind w:firstLine="720"/>
        <w:jc w:val="both"/>
        <w:rPr>
          <w:rFonts w:ascii="Tahoma" w:hAnsi="Tahoma" w:cs="Tahoma"/>
          <w:i/>
          <w:iCs/>
          <w:color w:val="000000"/>
          <w:lang w:val="fr-FR"/>
        </w:rPr>
      </w:pPr>
    </w:p>
    <w:p w:rsidR="00995D8D" w:rsidRPr="006A5630" w:rsidRDefault="00995D8D" w:rsidP="00C0483D">
      <w:pPr>
        <w:rPr>
          <w:rFonts w:ascii="Tahoma" w:hAnsi="Tahoma" w:cs="Tahoma"/>
          <w:b/>
          <w:bCs/>
          <w:i/>
          <w:iCs/>
          <w:sz w:val="24"/>
          <w:szCs w:val="24"/>
          <w:u w:val="single"/>
          <w:lang w:val="ro-RO"/>
        </w:rPr>
      </w:pPr>
      <w:r w:rsidRPr="006A5630">
        <w:rPr>
          <w:rFonts w:ascii="Tahoma" w:hAnsi="Tahoma" w:cs="Tahoma"/>
          <w:b/>
          <w:bCs/>
          <w:i/>
          <w:iCs/>
          <w:sz w:val="24"/>
          <w:szCs w:val="24"/>
          <w:u w:val="single"/>
          <w:lang w:val="ro-RO"/>
        </w:rPr>
        <w:t>Administrarea  Asociaţiei</w:t>
      </w:r>
    </w:p>
    <w:p w:rsidR="00995D8D" w:rsidRPr="006A5630" w:rsidRDefault="00995D8D" w:rsidP="00C04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ab/>
        <w:t>Consiliul director este organul executiv de conducere al Asociaţiei, format din preşedintele Asociaţiei şi încă 4 membri desemnaţi de Adunarea generală pentru o perioadă de 4 ani. Componenţa consiliului director va asigura cât mai bine reprezentativitatea în cadrul acestui organ a tuturor membrilor Asociaţiei.</w:t>
      </w:r>
    </w:p>
    <w:p w:rsidR="00995D8D" w:rsidRPr="006A5630" w:rsidRDefault="00995D8D" w:rsidP="00C0483D">
      <w:pPr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Sunt numiţi în calitate de membri ai consiliu director :</w:t>
      </w:r>
    </w:p>
    <w:p w:rsidR="00995D8D" w:rsidRPr="006A5630" w:rsidRDefault="00995D8D" w:rsidP="00C0483D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DomnulGrigore Florin Moldovan, delegat al reprezentantului de drept al Consiliului Judeţean Bistriţa Năsăud -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preşedintele Asociaţiei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, cetăţean român, născut la data de 12 iunie 1974, domiciliatmunicipiul Bistrița, str. calea Moldovei nr. 8 sc. C ap. 27, județul Bistriţa</w:t>
      </w:r>
      <w:r w:rsidRPr="006A5630">
        <w:rPr>
          <w:rFonts w:ascii="Tahoma" w:hAnsi="Tahoma" w:cs="Tahoma"/>
          <w:i/>
          <w:iCs/>
          <w:sz w:val="24"/>
          <w:szCs w:val="24"/>
        </w:rPr>
        <w:t>-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Năsăud, posesor al C.I. seria.XB, nr.418692, eliberată de SPCLEP Bistriţa la data de 08.10.2013.</w:t>
      </w:r>
    </w:p>
    <w:p w:rsidR="00995D8D" w:rsidRPr="006A5630" w:rsidRDefault="00995D8D" w:rsidP="00C0483D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5D10AE" w:rsidRDefault="00995D8D" w:rsidP="00C0483D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DomnulDorin Nicolae Vlașin, primarul oraşului Năsăud-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membru,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 cetăţean român, </w:t>
      </w:r>
      <w:r w:rsidRPr="005D10AE">
        <w:rPr>
          <w:rFonts w:ascii="Tahoma" w:hAnsi="Tahoma" w:cs="Tahoma"/>
          <w:i/>
          <w:iCs/>
          <w:sz w:val="24"/>
          <w:szCs w:val="24"/>
          <w:lang w:val="ro-RO"/>
        </w:rPr>
        <w:t>născut la data de 13 iulie 1988 în orașul Năsăud,județul Bistrița-Năsăud,domiciliat în oraşul Năsăud, str. Valea Caselor, nr. 38B, județul Bistriţa</w:t>
      </w:r>
      <w:r w:rsidRPr="005D10AE">
        <w:rPr>
          <w:rFonts w:ascii="Tahoma" w:hAnsi="Tahoma" w:cs="Tahoma"/>
          <w:i/>
          <w:iCs/>
          <w:sz w:val="24"/>
          <w:szCs w:val="24"/>
        </w:rPr>
        <w:t>-</w:t>
      </w:r>
      <w:r w:rsidRPr="005D10AE">
        <w:rPr>
          <w:rFonts w:ascii="Tahoma" w:hAnsi="Tahoma" w:cs="Tahoma"/>
          <w:i/>
          <w:iCs/>
          <w:sz w:val="24"/>
          <w:szCs w:val="24"/>
          <w:lang w:val="ro-RO"/>
        </w:rPr>
        <w:t>Năsăud, posesor al C.I. seria. XB, nr.492910 eliberată de SPCLEP Năsăud la data de 21.09.2015.</w:t>
      </w:r>
    </w:p>
    <w:p w:rsidR="00995D8D" w:rsidRPr="006A5630" w:rsidRDefault="00995D8D" w:rsidP="00C0483D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6A5630" w:rsidRDefault="00995D8D" w:rsidP="0047101F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Domnul Damian-Iustian Muntean, primarul comunei Teaca-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membru,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 cetăţean român, născut la data de 5 august 1966 în Silivaşu de Câmpie, județul Bistriţa</w:t>
      </w:r>
      <w:r w:rsidRPr="006A5630">
        <w:rPr>
          <w:rFonts w:ascii="Tahoma" w:hAnsi="Tahoma" w:cs="Tahoma"/>
          <w:i/>
          <w:iCs/>
          <w:sz w:val="24"/>
          <w:szCs w:val="24"/>
        </w:rPr>
        <w:t>-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Năsăud, domiciliat în Comuna Teaca, Sat Teaca, nr.722, județul Bistriţa</w:t>
      </w:r>
      <w:r w:rsidRPr="006A5630">
        <w:rPr>
          <w:rFonts w:ascii="Tahoma" w:hAnsi="Tahoma" w:cs="Tahoma"/>
          <w:i/>
          <w:iCs/>
          <w:sz w:val="24"/>
          <w:szCs w:val="24"/>
        </w:rPr>
        <w:t>-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Năsăud, posesor al C.I. seria. XB, nr. 142561 eliberată de </w:t>
      </w:r>
      <w:r>
        <w:rPr>
          <w:rFonts w:ascii="Tahoma" w:hAnsi="Tahoma" w:cs="Tahoma"/>
          <w:i/>
          <w:iCs/>
          <w:sz w:val="24"/>
          <w:szCs w:val="24"/>
          <w:lang w:val="ro-RO"/>
        </w:rPr>
        <w:t>SPCLEP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 Bistriţa la data de 30.11.2004.</w:t>
      </w:r>
    </w:p>
    <w:p w:rsidR="00995D8D" w:rsidRPr="006A5630" w:rsidRDefault="00995D8D" w:rsidP="009123F4">
      <w:pPr>
        <w:pStyle w:val="ListParagrap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5D10AE" w:rsidRDefault="00995D8D" w:rsidP="00987163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Domnul Paul Știr, primarul comunei Căianu Mic-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membru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, cetățean român, </w:t>
      </w:r>
      <w:r w:rsidRPr="005D10AE">
        <w:rPr>
          <w:rFonts w:ascii="Tahoma" w:hAnsi="Tahoma" w:cs="Tahoma"/>
          <w:i/>
          <w:iCs/>
          <w:sz w:val="24"/>
          <w:szCs w:val="24"/>
          <w:lang w:val="ro-RO"/>
        </w:rPr>
        <w:t xml:space="preserve">născut la data de </w:t>
      </w:r>
      <w:r w:rsidRPr="005D10AE">
        <w:rPr>
          <w:rFonts w:ascii="Tahoma" w:hAnsi="Tahoma" w:cs="Tahoma"/>
          <w:i/>
          <w:iCs/>
          <w:sz w:val="24"/>
          <w:szCs w:val="24"/>
        </w:rPr>
        <w:t xml:space="preserve">14 ianuarie1989înmunicipiul Bistrița, județul Bistrița-Năsăud, domiciliat în comuna Căianu Mic, sat Ciceu-Poieni, </w:t>
      </w:r>
      <w:r w:rsidRPr="005D10AE">
        <w:rPr>
          <w:rFonts w:ascii="Tahoma" w:hAnsi="Tahoma" w:cs="Tahoma"/>
          <w:i/>
          <w:iCs/>
          <w:sz w:val="24"/>
          <w:szCs w:val="24"/>
          <w:lang w:val="ro-RO"/>
        </w:rPr>
        <w:t>județul Bistriţa</w:t>
      </w:r>
      <w:r w:rsidRPr="005D10AE">
        <w:rPr>
          <w:rFonts w:ascii="Tahoma" w:hAnsi="Tahoma" w:cs="Tahoma"/>
          <w:i/>
          <w:iCs/>
          <w:sz w:val="24"/>
          <w:szCs w:val="24"/>
        </w:rPr>
        <w:t>-</w:t>
      </w:r>
      <w:r w:rsidRPr="005D10AE">
        <w:rPr>
          <w:rFonts w:ascii="Tahoma" w:hAnsi="Tahoma" w:cs="Tahoma"/>
          <w:i/>
          <w:iCs/>
          <w:sz w:val="24"/>
          <w:szCs w:val="24"/>
          <w:lang w:val="ro-RO"/>
        </w:rPr>
        <w:t>Năsăud,</w:t>
      </w:r>
      <w:r w:rsidRPr="005D10AE">
        <w:rPr>
          <w:rFonts w:ascii="Tahoma" w:hAnsi="Tahoma" w:cs="Tahoma"/>
          <w:i/>
          <w:iCs/>
          <w:sz w:val="24"/>
          <w:szCs w:val="24"/>
        </w:rPr>
        <w:t>str. Principală, nr.7, posesor al C.I. seria XB, nr. 641291 eliberată de SPCLEP Beclean la data de 03.08.2020.</w:t>
      </w:r>
    </w:p>
    <w:p w:rsidR="00995D8D" w:rsidRPr="006A5630" w:rsidRDefault="00995D8D" w:rsidP="00987163">
      <w:pPr>
        <w:pStyle w:val="ListParagrap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6A5630" w:rsidRDefault="00995D8D" w:rsidP="00987163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  <w:lang w:val="ro-RO"/>
        </w:rPr>
      </w:pP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>Domnul Sever Mureșan, primar al comunei Telciu-</w:t>
      </w:r>
      <w:r w:rsidRPr="006A5630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membru</w:t>
      </w:r>
      <w:r w:rsidRPr="006A5630">
        <w:rPr>
          <w:rFonts w:ascii="Tahoma" w:hAnsi="Tahoma" w:cs="Tahoma"/>
          <w:i/>
          <w:iCs/>
          <w:sz w:val="24"/>
          <w:szCs w:val="24"/>
          <w:lang w:val="ro-RO"/>
        </w:rPr>
        <w:t xml:space="preserve">, cetățean român, născut la data de </w:t>
      </w:r>
      <w:r w:rsidRPr="006A5630">
        <w:rPr>
          <w:rFonts w:ascii="Tahoma" w:hAnsi="Tahoma" w:cs="Tahoma"/>
          <w:i/>
          <w:iCs/>
          <w:sz w:val="24"/>
          <w:szCs w:val="24"/>
        </w:rPr>
        <w:t>16 noiembrie 1964, în Municipiul Bistrita, județul Bistrița-Năsăud, domiciliat în comuna Telciu, nr. 676, posesor al C.I. seria XB, nr. 422196 eliberată de SPCLEP Năsăud, la data de 18.11.2013.</w:t>
      </w:r>
    </w:p>
    <w:p w:rsidR="00995D8D" w:rsidRDefault="00995D8D" w:rsidP="006A5630">
      <w:pPr>
        <w:pStyle w:val="ListParagraph"/>
        <w:rPr>
          <w:rFonts w:ascii="Tahoma" w:hAnsi="Tahoma" w:cs="Tahoma"/>
          <w:sz w:val="24"/>
          <w:szCs w:val="24"/>
        </w:rPr>
      </w:pPr>
    </w:p>
    <w:p w:rsidR="00995D8D" w:rsidRDefault="00995D8D" w:rsidP="006A5630">
      <w:pPr>
        <w:pStyle w:val="ListParagraph"/>
        <w:rPr>
          <w:rFonts w:ascii="Tahoma" w:hAnsi="Tahoma" w:cs="Tahoma"/>
          <w:sz w:val="24"/>
          <w:szCs w:val="24"/>
        </w:rPr>
      </w:pPr>
    </w:p>
    <w:p w:rsidR="00995D8D" w:rsidRPr="00896463" w:rsidRDefault="00995D8D" w:rsidP="006A5630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  <w:r w:rsidRPr="006A5630">
        <w:rPr>
          <w:rFonts w:ascii="Tahoma" w:hAnsi="Tahoma" w:cs="Tahoma"/>
          <w:b/>
          <w:bCs/>
          <w:sz w:val="24"/>
          <w:szCs w:val="24"/>
          <w:u w:val="single"/>
        </w:rPr>
        <w:t>Controlul Financiar al Asociației</w:t>
      </w:r>
    </w:p>
    <w:p w:rsidR="00995D8D" w:rsidRDefault="00995D8D" w:rsidP="00C0483D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</w:p>
    <w:p w:rsidR="00995D8D" w:rsidRPr="00620BC9" w:rsidRDefault="00995D8D" w:rsidP="00C0483D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>
        <w:rPr>
          <w:rFonts w:ascii="Tahoma" w:hAnsi="Tahoma" w:cs="Tahoma"/>
          <w:sz w:val="24"/>
          <w:szCs w:val="24"/>
          <w:lang w:val="ro-RO"/>
        </w:rPr>
        <w:t>”</w:t>
      </w:r>
      <w:r w:rsidRPr="00620BC9">
        <w:rPr>
          <w:rFonts w:ascii="Tahoma" w:hAnsi="Tahoma" w:cs="Tahoma"/>
          <w:i/>
          <w:iCs/>
          <w:sz w:val="24"/>
          <w:szCs w:val="24"/>
          <w:lang w:val="ro-RO"/>
        </w:rPr>
        <w:t>Controlul financiar” intern al Asociației este asigurat de o comisie de cenzori formată din 3 (trei) membri numiți de Adunarea Generală pentru o perioadă de 4 (patru) ani, cu posibilitatea prelungirii.</w:t>
      </w:r>
    </w:p>
    <w:p w:rsidR="00995D8D" w:rsidRPr="00620BC9" w:rsidRDefault="00995D8D" w:rsidP="00C0483D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620BC9" w:rsidRDefault="00995D8D" w:rsidP="00C0483D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620BC9">
        <w:rPr>
          <w:rFonts w:ascii="Tahoma" w:hAnsi="Tahoma" w:cs="Tahoma"/>
          <w:i/>
          <w:iCs/>
          <w:sz w:val="24"/>
          <w:szCs w:val="24"/>
          <w:lang w:val="ro-RO"/>
        </w:rPr>
        <w:t>Membri ai Comisiei de cenzori a Asociației sunt:</w:t>
      </w:r>
    </w:p>
    <w:p w:rsidR="00995D8D" w:rsidRPr="00620BC9" w:rsidRDefault="00995D8D" w:rsidP="00C0483D">
      <w:p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</w:p>
    <w:p w:rsidR="00995D8D" w:rsidRPr="00620BC9" w:rsidRDefault="00995D8D" w:rsidP="00D052FF">
      <w:pPr>
        <w:numPr>
          <w:ilvl w:val="0"/>
          <w:numId w:val="11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i/>
          <w:iCs/>
          <w:color w:val="FF0000"/>
          <w:sz w:val="24"/>
          <w:szCs w:val="24"/>
          <w:lang w:val="ro-RO"/>
        </w:rPr>
      </w:pPr>
      <w:r w:rsidRPr="002B0787">
        <w:rPr>
          <w:rFonts w:ascii="Tahoma" w:hAnsi="Tahoma" w:cs="Tahoma"/>
          <w:i/>
          <w:iCs/>
          <w:sz w:val="24"/>
          <w:szCs w:val="24"/>
          <w:lang w:val="ro-RO"/>
        </w:rPr>
        <w:t xml:space="preserve">doamna </w:t>
      </w:r>
      <w:r w:rsidRPr="002B0787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Nistor-Puiu Florentina</w:t>
      </w:r>
      <w:r w:rsidRPr="002B0787">
        <w:rPr>
          <w:rFonts w:ascii="Tahoma" w:hAnsi="Tahoma" w:cs="Tahoma"/>
          <w:i/>
          <w:iCs/>
          <w:sz w:val="24"/>
          <w:szCs w:val="24"/>
          <w:lang w:val="ro-RO"/>
        </w:rPr>
        <w:t>, cetăţean român, născută la data de 15.08.1954, domiciliată în Bistriţa, str. Livezi nr.2H, jud. Bistriţa-Năsăud,  titulară al C.I. seria XB nr.228101, eliberată de Poliţia Municipiului Bistriţa la data de 13.09.2007.</w:t>
      </w:r>
    </w:p>
    <w:p w:rsidR="00995D8D" w:rsidRPr="00620BC9" w:rsidRDefault="00995D8D" w:rsidP="00D052FF">
      <w:pPr>
        <w:spacing w:after="0" w:line="240" w:lineRule="auto"/>
        <w:jc w:val="both"/>
        <w:rPr>
          <w:rFonts w:ascii="Tahoma" w:hAnsi="Tahoma" w:cs="Tahoma"/>
          <w:i/>
          <w:iCs/>
          <w:color w:val="FF0000"/>
          <w:sz w:val="24"/>
          <w:szCs w:val="24"/>
          <w:lang w:val="ro-RO"/>
        </w:rPr>
      </w:pPr>
    </w:p>
    <w:p w:rsidR="00995D8D" w:rsidRPr="00461A23" w:rsidRDefault="00995D8D" w:rsidP="00D052FF">
      <w:pPr>
        <w:numPr>
          <w:ilvl w:val="0"/>
          <w:numId w:val="11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461A23">
        <w:rPr>
          <w:rFonts w:ascii="Tahoma" w:hAnsi="Tahoma" w:cs="Tahoma"/>
          <w:i/>
          <w:iCs/>
          <w:sz w:val="24"/>
          <w:szCs w:val="24"/>
          <w:lang w:val="ro-RO"/>
        </w:rPr>
        <w:t xml:space="preserve">doamna Negrușa Larisa Vivicetățean român, născută la data de 01.03.1961, domiciliată în Bistrița, str. Ecateriana Teodoroiu nr. 15 sc. B, ap.8, jud. Bistrița-Năsăud, titulară a C.I. seria XB nr. 506450 </w:t>
      </w:r>
      <w:r w:rsidRPr="002B0787">
        <w:rPr>
          <w:rFonts w:ascii="Tahoma" w:hAnsi="Tahoma" w:cs="Tahoma"/>
          <w:i/>
          <w:iCs/>
          <w:sz w:val="24"/>
          <w:szCs w:val="24"/>
          <w:lang w:val="ro-RO"/>
        </w:rPr>
        <w:t>eliberată de Poliţia Municipiului Bistriţ</w:t>
      </w:r>
      <w:r>
        <w:rPr>
          <w:rFonts w:ascii="Tahoma" w:hAnsi="Tahoma" w:cs="Tahoma"/>
          <w:i/>
          <w:iCs/>
          <w:sz w:val="24"/>
          <w:szCs w:val="24"/>
          <w:lang w:val="ro-RO"/>
        </w:rPr>
        <w:t>a la data de 02.03.2016</w:t>
      </w:r>
      <w:r w:rsidRPr="002B0787">
        <w:rPr>
          <w:rFonts w:ascii="Tahoma" w:hAnsi="Tahoma" w:cs="Tahoma"/>
          <w:i/>
          <w:iCs/>
          <w:sz w:val="24"/>
          <w:szCs w:val="24"/>
          <w:lang w:val="ro-RO"/>
        </w:rPr>
        <w:t>.</w:t>
      </w:r>
    </w:p>
    <w:p w:rsidR="00995D8D" w:rsidRPr="00620BC9" w:rsidRDefault="00995D8D" w:rsidP="00D052FF">
      <w:pPr>
        <w:spacing w:after="0" w:line="240" w:lineRule="auto"/>
        <w:jc w:val="both"/>
        <w:rPr>
          <w:rFonts w:ascii="Tahoma" w:hAnsi="Tahoma" w:cs="Tahoma"/>
          <w:i/>
          <w:iCs/>
          <w:color w:val="FF0000"/>
          <w:sz w:val="24"/>
          <w:szCs w:val="24"/>
          <w:lang w:val="ro-RO"/>
        </w:rPr>
      </w:pPr>
    </w:p>
    <w:p w:rsidR="00995D8D" w:rsidRPr="006F7B0E" w:rsidRDefault="00995D8D" w:rsidP="00D052FF">
      <w:pPr>
        <w:numPr>
          <w:ilvl w:val="0"/>
          <w:numId w:val="11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Style w:val="alineat1"/>
          <w:rFonts w:ascii="Tahoma" w:hAnsi="Tahoma" w:cs="Tahoma"/>
          <w:b w:val="0"/>
          <w:bCs w:val="0"/>
          <w:color w:val="auto"/>
          <w:sz w:val="24"/>
          <w:szCs w:val="24"/>
          <w:lang w:val="ro-RO"/>
        </w:rPr>
      </w:pPr>
      <w:r w:rsidRPr="006F7B0E">
        <w:rPr>
          <w:rFonts w:ascii="Tahoma" w:hAnsi="Tahoma" w:cs="Tahoma"/>
          <w:i/>
          <w:iCs/>
          <w:sz w:val="24"/>
          <w:szCs w:val="24"/>
          <w:lang w:val="ro-RO"/>
        </w:rPr>
        <w:t xml:space="preserve">doamna </w:t>
      </w:r>
      <w:r w:rsidRPr="006F7B0E">
        <w:rPr>
          <w:rFonts w:ascii="Tahoma" w:hAnsi="Tahoma" w:cs="Tahoma"/>
          <w:b/>
          <w:bCs/>
          <w:i/>
          <w:iCs/>
          <w:sz w:val="24"/>
          <w:szCs w:val="24"/>
          <w:lang w:val="ro-RO"/>
        </w:rPr>
        <w:t>Buta Claudia</w:t>
      </w:r>
      <w:r w:rsidRPr="006F7B0E">
        <w:rPr>
          <w:rFonts w:ascii="Tahoma" w:hAnsi="Tahoma" w:cs="Tahoma"/>
          <w:i/>
          <w:iCs/>
          <w:sz w:val="24"/>
          <w:szCs w:val="24"/>
          <w:lang w:val="ro-RO"/>
        </w:rPr>
        <w:t>.</w:t>
      </w:r>
      <w:r w:rsidRPr="006F7B0E">
        <w:rPr>
          <w:rFonts w:ascii="Tahoma" w:hAnsi="Tahoma" w:cs="Tahoma"/>
          <w:sz w:val="24"/>
          <w:szCs w:val="24"/>
          <w:lang w:val="ro-RO"/>
        </w:rPr>
        <w:t>”</w:t>
      </w:r>
    </w:p>
    <w:p w:rsidR="00995D8D" w:rsidRPr="00896463" w:rsidRDefault="00995D8D" w:rsidP="00C0483D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2C3639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p w:rsidR="00995D8D" w:rsidRDefault="00995D8D" w:rsidP="002C3639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p w:rsidR="00995D8D" w:rsidRDefault="00995D8D" w:rsidP="002C3639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p w:rsidR="00995D8D" w:rsidRDefault="00995D8D" w:rsidP="002C3639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p w:rsidR="00995D8D" w:rsidRPr="00896463" w:rsidRDefault="00995D8D" w:rsidP="002C36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ro-RO"/>
        </w:rPr>
      </w:pPr>
      <w:r w:rsidRPr="00896463">
        <w:rPr>
          <w:rFonts w:ascii="Tahoma" w:hAnsi="Tahoma" w:cs="Tahoma"/>
          <w:b/>
          <w:bCs/>
          <w:sz w:val="24"/>
          <w:szCs w:val="24"/>
          <w:lang w:val="ro-RO"/>
        </w:rPr>
        <w:t>CAPITOLUL</w:t>
      </w:r>
      <w:r w:rsidRPr="00896463">
        <w:rPr>
          <w:rFonts w:ascii="Tahoma" w:hAnsi="Tahoma" w:cs="Tahoma"/>
          <w:b/>
          <w:bCs/>
          <w:sz w:val="24"/>
          <w:szCs w:val="24"/>
        </w:rPr>
        <w:t xml:space="preserve"> .VIII.DISPOZIȚII FINALE – </w:t>
      </w:r>
      <w:r w:rsidRPr="00896463">
        <w:rPr>
          <w:rFonts w:ascii="Tahoma" w:hAnsi="Tahoma" w:cs="Tahoma"/>
          <w:sz w:val="24"/>
          <w:szCs w:val="24"/>
        </w:rPr>
        <w:t>se modifică și va avea următorul conținut:</w:t>
      </w:r>
    </w:p>
    <w:p w:rsidR="00995D8D" w:rsidRPr="00896463" w:rsidRDefault="00995D8D" w:rsidP="00CC363E">
      <w:pPr>
        <w:ind w:left="1080"/>
        <w:jc w:val="both"/>
        <w:rPr>
          <w:rFonts w:ascii="Tahoma" w:hAnsi="Tahoma" w:cs="Tahoma"/>
          <w:sz w:val="24"/>
          <w:szCs w:val="24"/>
          <w:lang w:val="ro-RO"/>
        </w:rPr>
      </w:pPr>
    </w:p>
    <w:p w:rsidR="00995D8D" w:rsidRPr="00896463" w:rsidRDefault="00995D8D" w:rsidP="001B74B2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  <w:r>
        <w:rPr>
          <w:rFonts w:ascii="Tahoma" w:hAnsi="Tahoma" w:cs="Tahoma"/>
          <w:sz w:val="24"/>
          <w:szCs w:val="24"/>
          <w:lang w:val="ro-RO"/>
        </w:rPr>
        <w:t>”</w:t>
      </w:r>
      <w:r w:rsidRPr="00E94F2D">
        <w:rPr>
          <w:rFonts w:ascii="Tahoma" w:hAnsi="Tahoma" w:cs="Tahoma"/>
          <w:i/>
          <w:iCs/>
          <w:sz w:val="24"/>
          <w:szCs w:val="24"/>
          <w:lang w:val="ro-RO"/>
        </w:rPr>
        <w:t>Pentru desfăşurarea procedurilor de autentificare şi comunicarea modificărilor la Judecătoria Bistriţa a Actului Constitutiv  şi a Statutului  se împuterniceşte doamna Petrar Nicoleta Maria, cetăţean român, născut la data de 28 aprilie 1988, domiciliată înBistrița, str. 1 Decembrie nr. 18 ap. 12, județul Bistriţa</w:t>
      </w:r>
      <w:r w:rsidRPr="00E94F2D">
        <w:rPr>
          <w:rFonts w:ascii="Tahoma" w:hAnsi="Tahoma" w:cs="Tahoma"/>
          <w:i/>
          <w:iCs/>
          <w:sz w:val="24"/>
          <w:szCs w:val="24"/>
        </w:rPr>
        <w:t>-</w:t>
      </w:r>
      <w:r w:rsidRPr="00E94F2D">
        <w:rPr>
          <w:rFonts w:ascii="Tahoma" w:hAnsi="Tahoma" w:cs="Tahoma"/>
          <w:i/>
          <w:iCs/>
          <w:sz w:val="24"/>
          <w:szCs w:val="24"/>
          <w:lang w:val="ro-RO"/>
        </w:rPr>
        <w:t>Năsăud, titular al C.I. seria.XB nr. 493158, eliberată de SPCLEPBistrițala data de 23.09.2015.</w:t>
      </w:r>
      <w:r>
        <w:rPr>
          <w:rFonts w:ascii="Tahoma" w:hAnsi="Tahoma" w:cs="Tahoma"/>
          <w:sz w:val="24"/>
          <w:szCs w:val="24"/>
          <w:lang w:val="ro-RO"/>
        </w:rPr>
        <w:t>”</w:t>
      </w:r>
    </w:p>
    <w:p w:rsidR="00995D8D" w:rsidRPr="00896463" w:rsidRDefault="00995D8D" w:rsidP="001B74B2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</w:p>
    <w:p w:rsidR="00995D8D" w:rsidRPr="00896463" w:rsidRDefault="00995D8D" w:rsidP="00185702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  <w:r w:rsidRPr="00896463">
        <w:rPr>
          <w:rFonts w:ascii="Tahoma" w:hAnsi="Tahoma" w:cs="Tahoma"/>
          <w:sz w:val="24"/>
          <w:szCs w:val="24"/>
          <w:lang w:val="ro-RO"/>
        </w:rPr>
        <w:t>Prezentul Act adițional a fost redactat în 3 exemplare originale, azi</w:t>
      </w:r>
      <w:r>
        <w:rPr>
          <w:rFonts w:ascii="Tahoma" w:hAnsi="Tahoma" w:cs="Tahoma"/>
          <w:sz w:val="24"/>
          <w:szCs w:val="24"/>
          <w:lang w:val="ro-RO"/>
        </w:rPr>
        <w:t>…..2021</w:t>
      </w:r>
    </w:p>
    <w:p w:rsidR="00995D8D" w:rsidRPr="00896463" w:rsidRDefault="00995D8D" w:rsidP="004E7C8B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bookmarkStart w:id="2" w:name="_Hlk22577620"/>
    </w:p>
    <w:p w:rsidR="00995D8D" w:rsidRPr="00896463" w:rsidRDefault="00995D8D" w:rsidP="004E7C8B">
      <w:pPr>
        <w:pStyle w:val="NoSpacing"/>
        <w:spacing w:after="200" w:line="276" w:lineRule="auto"/>
        <w:rPr>
          <w:rFonts w:ascii="Tahoma" w:hAnsi="Tahoma" w:cs="Tahoma"/>
          <w:b/>
          <w:bCs/>
          <w:sz w:val="24"/>
          <w:szCs w:val="24"/>
          <w:u w:val="single"/>
          <w:lang w:val="ro-RO"/>
        </w:rPr>
      </w:pPr>
      <w:r w:rsidRPr="00896463">
        <w:rPr>
          <w:rFonts w:ascii="Tahoma" w:hAnsi="Tahoma" w:cs="Tahoma"/>
          <w:b/>
          <w:bCs/>
          <w:sz w:val="24"/>
          <w:szCs w:val="24"/>
          <w:u w:val="single"/>
          <w:lang w:val="ro-RO"/>
        </w:rPr>
        <w:t>ASOCIAȚII</w:t>
      </w:r>
    </w:p>
    <w:p w:rsidR="00995D8D" w:rsidRPr="00896463" w:rsidRDefault="00995D8D" w:rsidP="004E7C8B">
      <w:pPr>
        <w:pStyle w:val="NoSpacing"/>
        <w:spacing w:after="200" w:line="276" w:lineRule="auto"/>
        <w:rPr>
          <w:rFonts w:ascii="Tahoma" w:hAnsi="Tahoma" w:cs="Tahoma"/>
          <w:b/>
          <w:bCs/>
          <w:sz w:val="24"/>
          <w:szCs w:val="24"/>
          <w:u w:val="single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Județul Bistrița</w:t>
      </w:r>
      <w:r>
        <w:rPr>
          <w:rFonts w:ascii="Tahoma" w:hAnsi="Tahoma" w:cs="Tahoma"/>
          <w:sz w:val="24"/>
          <w:szCs w:val="24"/>
          <w:lang w:val="ro-RO"/>
        </w:rPr>
        <w:t>-</w:t>
      </w:r>
      <w:r w:rsidRPr="00A261A7">
        <w:rPr>
          <w:rFonts w:ascii="Tahoma" w:hAnsi="Tahoma" w:cs="Tahoma"/>
          <w:sz w:val="24"/>
          <w:szCs w:val="24"/>
          <w:lang w:val="ro-RO"/>
        </w:rPr>
        <w:t>Năsăud,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Grigore Florin Moldovan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Municipiul Bistrița,</w:t>
      </w:r>
    </w:p>
    <w:p w:rsidR="00995D8D" w:rsidRPr="0059638C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59638C">
        <w:rPr>
          <w:rFonts w:ascii="Tahoma" w:hAnsi="Tahoma" w:cs="Tahoma"/>
          <w:sz w:val="24"/>
          <w:szCs w:val="24"/>
          <w:lang w:val="ro-RO"/>
        </w:rPr>
        <w:t>Prin delegat Hangan Sorin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Orașul Beclean,</w:t>
      </w:r>
    </w:p>
    <w:p w:rsidR="00995D8D" w:rsidRPr="003202D3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delegat Caius-Ovidiu Diugan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Orașul Năsăud,</w:t>
      </w:r>
    </w:p>
    <w:p w:rsidR="00995D8D" w:rsidRPr="003202D3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delegat Bodea Marius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Orașul Sângeorz-Băi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Traian Ogâgău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Bistrița-Bârgăului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Nimigean Ioan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Braniștea,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Săsărman Cornel Vasile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Budacu de Jos,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primar Simionca Florin Sandu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Budești,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Codrea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Căianu Mic,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Dumitru-Paul Știr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Chiuza,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Grigore Bradea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Chiochiș,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Adrian Silași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Ciceu-Giurgești,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Iuga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Ciceu-Mihăiești,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Valentin Mureșan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Cetate,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Dumitru-Lucian Tarniță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Coșbuc,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Pavelea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Dumitra,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Gheorghe Bălăjan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Dumitrița,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Ilie Vasile Uchrenciuc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Feldru,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Neamți Daniel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Galații Bistriței,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Vermeșan Vasile Mihai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Ilva Mică,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Aurel Horea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Ilva Mare,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Cicșa Stelian Octavian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Josenii Bârgăului,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Nicolae Vrîncean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Livezile,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Traian Simionca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Lechința,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Romeo-Daniel Florian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Leșu,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Avram Sorin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Lunca Ilvei,</w:t>
      </w:r>
    </w:p>
    <w:p w:rsidR="00995D8D" w:rsidRPr="003202D3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delegat Titu Someșan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Maieru,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Borș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Măgura Ilvei,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Valer Avram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Mărișelu,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Horea </w:t>
      </w:r>
      <w:r>
        <w:rPr>
          <w:rFonts w:ascii="Tahoma" w:hAnsi="Tahoma" w:cs="Tahoma"/>
          <w:sz w:val="24"/>
          <w:szCs w:val="24"/>
          <w:lang w:val="ro-RO"/>
        </w:rPr>
        <w:t xml:space="preserve">Călin </w:t>
      </w:r>
      <w:r w:rsidRPr="00A261A7">
        <w:rPr>
          <w:rFonts w:ascii="Tahoma" w:hAnsi="Tahoma" w:cs="Tahoma"/>
          <w:sz w:val="24"/>
          <w:szCs w:val="24"/>
          <w:lang w:val="ro-RO"/>
        </w:rPr>
        <w:t>Petruț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Matei,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Encian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Miceștii de Câmpie,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Becan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Milaș,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Iosif Gabor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Monor,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Cira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Negrilești,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 Costin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Nimigea,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Mircea-Gavrilă Runcan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Nușeni,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Mureșan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Parva,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împuternicit</w:t>
      </w:r>
      <w:r w:rsidRPr="00A261A7">
        <w:rPr>
          <w:rFonts w:ascii="Tahoma" w:hAnsi="Tahoma" w:cs="Tahoma"/>
          <w:sz w:val="24"/>
          <w:szCs w:val="24"/>
          <w:lang w:val="ro-RO"/>
        </w:rPr>
        <w:t xml:space="preserve"> Toader Căluș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Petru Rareș,</w:t>
      </w:r>
    </w:p>
    <w:p w:rsidR="00995D8D" w:rsidRPr="003202D3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primar Ionel</w:t>
      </w:r>
      <w:r>
        <w:rPr>
          <w:rFonts w:ascii="Tahoma" w:hAnsi="Tahoma" w:cs="Tahoma"/>
          <w:sz w:val="24"/>
          <w:szCs w:val="24"/>
          <w:lang w:val="ro-RO"/>
        </w:rPr>
        <w:t xml:space="preserve"> Ropan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Poiana Ilvei,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Scridonesi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Prundu Bârgăului,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Doru-Toader Crișan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Rebra,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Ștefan Danci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Rebrișoara,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primar Clapău Viorel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Rodna,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Valentin-Iosif Grapini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Romuli,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Monița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Runcu Salvei,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Anchidim Pavelea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Sînmihaiu de Cîmpie,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Mate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Silivașu de Cîmpie,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Ioan-Tiberiu Cămărășan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Spermezeu,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Sorin Hognogi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Salva,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Gheorghe Onul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Șanț,</w:t>
      </w:r>
    </w:p>
    <w:p w:rsidR="00995D8D" w:rsidRPr="003202D3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primar Marian Viorel Forogău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Ioan Cifor-Tiniș 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Șieuț,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Mihai Gheorghe Ivan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Șieu-Odorhei,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Sorin-Ioan Sfintean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Șieu-Măgheruș,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Sorin Aurel Mititean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Șintereag,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Bob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Teaca,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Damian-Iustian Muntean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Târlișua,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Vlăduț Axente Purja</w:t>
      </w: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Telciu,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Sever Mureșan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Tiha Bârgăului,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Șut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Uriu,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 xml:space="preserve">Radu Gheorghe Spermezan 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Urmeniș,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 Tomșa</w:t>
      </w: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:rsidR="00995D8D" w:rsidRPr="00A261A7" w:rsidRDefault="00995D8D" w:rsidP="00B25B5D">
      <w:pPr>
        <w:pStyle w:val="NoSpacing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Zagra,</w:t>
      </w:r>
    </w:p>
    <w:p w:rsidR="00995D8D" w:rsidRPr="00A261A7" w:rsidRDefault="00995D8D" w:rsidP="00B25B5D">
      <w:pPr>
        <w:jc w:val="both"/>
        <w:rPr>
          <w:rFonts w:ascii="Tahoma" w:hAnsi="Tahoma" w:cs="Tahoma"/>
          <w:sz w:val="24"/>
          <w:szCs w:val="24"/>
          <w:lang w:val="ro-RO"/>
        </w:rPr>
      </w:pPr>
      <w:r>
        <w:rPr>
          <w:rFonts w:ascii="Tahoma" w:hAnsi="Tahoma" w:cs="Tahoma"/>
          <w:sz w:val="24"/>
          <w:szCs w:val="24"/>
          <w:lang w:val="ro-RO"/>
        </w:rPr>
        <w:t>Prin primar Nicolae Eugen Bușcoi</w:t>
      </w:r>
    </w:p>
    <w:p w:rsidR="00995D8D" w:rsidRPr="00896463" w:rsidRDefault="00995D8D" w:rsidP="000D5933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</w:p>
    <w:bookmarkEnd w:id="2"/>
    <w:p w:rsidR="00995D8D" w:rsidRPr="00896463" w:rsidRDefault="00995D8D" w:rsidP="000D5933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sectPr w:rsidR="00995D8D" w:rsidRPr="00896463" w:rsidSect="00023552">
      <w:footerReference w:type="default" r:id="rId7"/>
      <w:pgSz w:w="12240" w:h="15840"/>
      <w:pgMar w:top="284" w:right="900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D8D" w:rsidRDefault="00995D8D" w:rsidP="0074492D">
      <w:pPr>
        <w:spacing w:after="0" w:line="240" w:lineRule="auto"/>
      </w:pPr>
      <w:r>
        <w:separator/>
      </w:r>
    </w:p>
  </w:endnote>
  <w:endnote w:type="continuationSeparator" w:id="1">
    <w:p w:rsidR="00995D8D" w:rsidRDefault="00995D8D" w:rsidP="00744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D8D" w:rsidRDefault="00995D8D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995D8D" w:rsidRDefault="00995D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D8D" w:rsidRDefault="00995D8D" w:rsidP="0074492D">
      <w:pPr>
        <w:spacing w:after="0" w:line="240" w:lineRule="auto"/>
      </w:pPr>
      <w:r>
        <w:separator/>
      </w:r>
    </w:p>
  </w:footnote>
  <w:footnote w:type="continuationSeparator" w:id="1">
    <w:p w:rsidR="00995D8D" w:rsidRDefault="00995D8D" w:rsidP="00744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2C3"/>
    <w:multiLevelType w:val="hybridMultilevel"/>
    <w:tmpl w:val="D302A97C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AE27F3"/>
    <w:multiLevelType w:val="hybridMultilevel"/>
    <w:tmpl w:val="BB9E36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DA1A52"/>
    <w:multiLevelType w:val="hybridMultilevel"/>
    <w:tmpl w:val="50261302"/>
    <w:lvl w:ilvl="0" w:tplc="1CECE4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885406"/>
    <w:multiLevelType w:val="hybridMultilevel"/>
    <w:tmpl w:val="DFF692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37115269"/>
    <w:multiLevelType w:val="hybridMultilevel"/>
    <w:tmpl w:val="4830E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10454"/>
    <w:multiLevelType w:val="singleLevel"/>
    <w:tmpl w:val="FDE61374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6">
    <w:nsid w:val="63A75318"/>
    <w:multiLevelType w:val="hybridMultilevel"/>
    <w:tmpl w:val="E1DEB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571CA"/>
    <w:multiLevelType w:val="hybridMultilevel"/>
    <w:tmpl w:val="F31E49C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78355D"/>
    <w:multiLevelType w:val="hybridMultilevel"/>
    <w:tmpl w:val="F05C8F76"/>
    <w:lvl w:ilvl="0" w:tplc="0D50F4A2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92D"/>
    <w:rsid w:val="0001538A"/>
    <w:rsid w:val="00023552"/>
    <w:rsid w:val="000321F6"/>
    <w:rsid w:val="000533FC"/>
    <w:rsid w:val="00070FE6"/>
    <w:rsid w:val="00097863"/>
    <w:rsid w:val="000D5933"/>
    <w:rsid w:val="000E1A68"/>
    <w:rsid w:val="000F1B1B"/>
    <w:rsid w:val="001034FC"/>
    <w:rsid w:val="0011180C"/>
    <w:rsid w:val="00185702"/>
    <w:rsid w:val="00190DA2"/>
    <w:rsid w:val="00197F96"/>
    <w:rsid w:val="001B1590"/>
    <w:rsid w:val="001B3F39"/>
    <w:rsid w:val="001B6D44"/>
    <w:rsid w:val="001B74B2"/>
    <w:rsid w:val="001E612C"/>
    <w:rsid w:val="0021104F"/>
    <w:rsid w:val="002631F4"/>
    <w:rsid w:val="0028416A"/>
    <w:rsid w:val="002B0787"/>
    <w:rsid w:val="002C3639"/>
    <w:rsid w:val="002E0F22"/>
    <w:rsid w:val="002F7C2B"/>
    <w:rsid w:val="003202D3"/>
    <w:rsid w:val="003275C6"/>
    <w:rsid w:val="0033485B"/>
    <w:rsid w:val="00341058"/>
    <w:rsid w:val="00356BCD"/>
    <w:rsid w:val="00362E92"/>
    <w:rsid w:val="0036314E"/>
    <w:rsid w:val="00365942"/>
    <w:rsid w:val="00370865"/>
    <w:rsid w:val="00372CD3"/>
    <w:rsid w:val="00377F18"/>
    <w:rsid w:val="00383DCD"/>
    <w:rsid w:val="003D3CBB"/>
    <w:rsid w:val="00423585"/>
    <w:rsid w:val="0044537E"/>
    <w:rsid w:val="00455695"/>
    <w:rsid w:val="004614D5"/>
    <w:rsid w:val="00461A23"/>
    <w:rsid w:val="0046286A"/>
    <w:rsid w:val="004654A7"/>
    <w:rsid w:val="0047101F"/>
    <w:rsid w:val="00472EB6"/>
    <w:rsid w:val="00476456"/>
    <w:rsid w:val="00484715"/>
    <w:rsid w:val="00485AB6"/>
    <w:rsid w:val="004A79D9"/>
    <w:rsid w:val="004D4D4C"/>
    <w:rsid w:val="004E05BE"/>
    <w:rsid w:val="004E7C8B"/>
    <w:rsid w:val="00532D0C"/>
    <w:rsid w:val="00550745"/>
    <w:rsid w:val="00554044"/>
    <w:rsid w:val="005861D9"/>
    <w:rsid w:val="0059638C"/>
    <w:rsid w:val="005A2EC3"/>
    <w:rsid w:val="005A3213"/>
    <w:rsid w:val="005C3C9F"/>
    <w:rsid w:val="005D10AE"/>
    <w:rsid w:val="00620BC9"/>
    <w:rsid w:val="00623049"/>
    <w:rsid w:val="00624F81"/>
    <w:rsid w:val="00672350"/>
    <w:rsid w:val="00685315"/>
    <w:rsid w:val="006900AB"/>
    <w:rsid w:val="00690A42"/>
    <w:rsid w:val="006916D5"/>
    <w:rsid w:val="006A5630"/>
    <w:rsid w:val="006A799D"/>
    <w:rsid w:val="006B36E4"/>
    <w:rsid w:val="006F2ACD"/>
    <w:rsid w:val="006F4699"/>
    <w:rsid w:val="006F7B0E"/>
    <w:rsid w:val="00711034"/>
    <w:rsid w:val="007169FC"/>
    <w:rsid w:val="0073031A"/>
    <w:rsid w:val="007405E7"/>
    <w:rsid w:val="0074492D"/>
    <w:rsid w:val="00754B02"/>
    <w:rsid w:val="007753C9"/>
    <w:rsid w:val="007A54BA"/>
    <w:rsid w:val="0080231C"/>
    <w:rsid w:val="00815DEA"/>
    <w:rsid w:val="00896463"/>
    <w:rsid w:val="008C0E74"/>
    <w:rsid w:val="008E0CC3"/>
    <w:rsid w:val="0090106B"/>
    <w:rsid w:val="009108E9"/>
    <w:rsid w:val="009123F4"/>
    <w:rsid w:val="00914E16"/>
    <w:rsid w:val="00917685"/>
    <w:rsid w:val="00935582"/>
    <w:rsid w:val="009418DC"/>
    <w:rsid w:val="009548AE"/>
    <w:rsid w:val="009703F5"/>
    <w:rsid w:val="00987163"/>
    <w:rsid w:val="00995D8D"/>
    <w:rsid w:val="009D2A9E"/>
    <w:rsid w:val="00A03BF9"/>
    <w:rsid w:val="00A261A7"/>
    <w:rsid w:val="00A36467"/>
    <w:rsid w:val="00A51EC5"/>
    <w:rsid w:val="00A621A0"/>
    <w:rsid w:val="00A866A3"/>
    <w:rsid w:val="00AD147D"/>
    <w:rsid w:val="00AF763A"/>
    <w:rsid w:val="00B03ABB"/>
    <w:rsid w:val="00B25B5D"/>
    <w:rsid w:val="00B34F16"/>
    <w:rsid w:val="00B465FE"/>
    <w:rsid w:val="00B64CA0"/>
    <w:rsid w:val="00B84D08"/>
    <w:rsid w:val="00BA6F05"/>
    <w:rsid w:val="00BD4507"/>
    <w:rsid w:val="00C0069E"/>
    <w:rsid w:val="00C02239"/>
    <w:rsid w:val="00C041B0"/>
    <w:rsid w:val="00C0483D"/>
    <w:rsid w:val="00C174E8"/>
    <w:rsid w:val="00C17A48"/>
    <w:rsid w:val="00C53EA8"/>
    <w:rsid w:val="00C62485"/>
    <w:rsid w:val="00C809D2"/>
    <w:rsid w:val="00C90E86"/>
    <w:rsid w:val="00CC363E"/>
    <w:rsid w:val="00D052FF"/>
    <w:rsid w:val="00D141AE"/>
    <w:rsid w:val="00D43510"/>
    <w:rsid w:val="00D677EA"/>
    <w:rsid w:val="00D85C25"/>
    <w:rsid w:val="00DC4F0C"/>
    <w:rsid w:val="00DD7C0B"/>
    <w:rsid w:val="00DE26F2"/>
    <w:rsid w:val="00DE6BC1"/>
    <w:rsid w:val="00DF583A"/>
    <w:rsid w:val="00E017AB"/>
    <w:rsid w:val="00E04A32"/>
    <w:rsid w:val="00E33C18"/>
    <w:rsid w:val="00E425F3"/>
    <w:rsid w:val="00E71E6B"/>
    <w:rsid w:val="00E91F20"/>
    <w:rsid w:val="00E94F2D"/>
    <w:rsid w:val="00EB2319"/>
    <w:rsid w:val="00EE0F6F"/>
    <w:rsid w:val="00F43093"/>
    <w:rsid w:val="00F738ED"/>
    <w:rsid w:val="00F73B8D"/>
    <w:rsid w:val="00F91415"/>
    <w:rsid w:val="00FC70EF"/>
    <w:rsid w:val="00FE7A9A"/>
    <w:rsid w:val="00FF5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2D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492D"/>
    <w:pPr>
      <w:ind w:left="720"/>
    </w:pPr>
  </w:style>
  <w:style w:type="paragraph" w:styleId="Header">
    <w:name w:val="header"/>
    <w:basedOn w:val="Normal"/>
    <w:link w:val="HeaderChar"/>
    <w:uiPriority w:val="99"/>
    <w:rsid w:val="0074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4492D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74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4492D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74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92D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4E7C8B"/>
    <w:pPr>
      <w:suppressAutoHyphens/>
    </w:pPr>
    <w:rPr>
      <w:rFonts w:cs="Calibri"/>
      <w:lang w:val="en-US" w:eastAsia="ar-SA"/>
    </w:rPr>
  </w:style>
  <w:style w:type="paragraph" w:styleId="NormalWeb">
    <w:name w:val="Normal (Web)"/>
    <w:basedOn w:val="Normal"/>
    <w:uiPriority w:val="99"/>
    <w:rsid w:val="0067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ineat1">
    <w:name w:val="alineat1"/>
    <w:uiPriority w:val="99"/>
    <w:rsid w:val="001E612C"/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42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19</Pages>
  <Words>3867</Words>
  <Characters>22432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user</dc:creator>
  <cp:keywords/>
  <dc:description/>
  <cp:lastModifiedBy>Andreies.Cristina</cp:lastModifiedBy>
  <cp:revision>2</cp:revision>
  <cp:lastPrinted>2014-09-29T11:12:00Z</cp:lastPrinted>
  <dcterms:created xsi:type="dcterms:W3CDTF">2021-03-15T05:55:00Z</dcterms:created>
  <dcterms:modified xsi:type="dcterms:W3CDTF">2021-03-15T05:57:00Z</dcterms:modified>
</cp:coreProperties>
</file>