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5D4" w:rsidRPr="000C7051" w:rsidRDefault="007635D4" w:rsidP="006C2A6B">
      <w:pPr>
        <w:spacing w:before="240"/>
        <w:jc w:val="center"/>
        <w:rPr>
          <w:rFonts w:ascii="Tahoma" w:hAnsi="Tahoma" w:cs="Tahoma"/>
          <w:b/>
          <w:bCs/>
          <w:lang w:val="ro-RO"/>
        </w:rPr>
      </w:pPr>
    </w:p>
    <w:p w:rsidR="007635D4" w:rsidRPr="000C7051" w:rsidRDefault="007635D4" w:rsidP="006C2A6B">
      <w:pPr>
        <w:tabs>
          <w:tab w:val="left" w:pos="495"/>
        </w:tabs>
        <w:spacing w:before="240"/>
        <w:ind w:left="-284"/>
        <w:rPr>
          <w:rFonts w:ascii="Tahoma" w:hAnsi="Tahoma" w:cs="Tahoma"/>
          <w:b/>
          <w:bCs/>
          <w:lang w:val="ro-RO"/>
        </w:rPr>
      </w:pPr>
      <w:r w:rsidRPr="000C7051">
        <w:rPr>
          <w:rFonts w:ascii="Tahoma" w:hAnsi="Tahoma" w:cs="Tahoma"/>
          <w:b/>
          <w:bCs/>
          <w:lang w:val="ro-RO"/>
        </w:rPr>
        <w:tab/>
        <w:t xml:space="preserve">ROMÂNIA </w:t>
      </w:r>
      <w:r w:rsidRPr="000C7051">
        <w:rPr>
          <w:rFonts w:ascii="Tahoma" w:hAnsi="Tahoma" w:cs="Tahoma"/>
          <w:b/>
          <w:bCs/>
          <w:i/>
          <w:iCs/>
          <w:lang w:val="ro-RO"/>
        </w:rPr>
        <w:t>MODEL</w:t>
      </w:r>
    </w:p>
    <w:p w:rsidR="007635D4" w:rsidRPr="000C7051" w:rsidRDefault="007635D4" w:rsidP="006C2A6B">
      <w:pPr>
        <w:tabs>
          <w:tab w:val="left" w:pos="495"/>
        </w:tabs>
        <w:spacing w:before="240"/>
        <w:rPr>
          <w:rFonts w:ascii="Tahoma" w:hAnsi="Tahoma" w:cs="Tahoma"/>
          <w:b/>
          <w:bCs/>
          <w:lang w:val="ro-RO"/>
        </w:rPr>
      </w:pPr>
      <w:r w:rsidRPr="000C7051">
        <w:rPr>
          <w:rFonts w:ascii="Tahoma" w:hAnsi="Tahoma" w:cs="Tahoma"/>
          <w:b/>
          <w:bCs/>
          <w:lang w:val="ro-RO"/>
        </w:rPr>
        <w:t>JUDEȚUL BISTRIȚA – NĂSĂUDPROIECT</w:t>
      </w:r>
    </w:p>
    <w:p w:rsidR="007635D4" w:rsidRPr="000C7051" w:rsidRDefault="007635D4" w:rsidP="006C2A6B">
      <w:pPr>
        <w:tabs>
          <w:tab w:val="left" w:pos="495"/>
        </w:tabs>
        <w:spacing w:before="240"/>
        <w:rPr>
          <w:rFonts w:ascii="Tahoma" w:hAnsi="Tahoma" w:cs="Tahoma"/>
          <w:b/>
          <w:bCs/>
          <w:lang w:val="ro-RO"/>
        </w:rPr>
      </w:pPr>
      <w:r w:rsidRPr="000C7051">
        <w:rPr>
          <w:rFonts w:ascii="Tahoma" w:hAnsi="Tahoma" w:cs="Tahoma"/>
          <w:b/>
          <w:bCs/>
          <w:lang w:val="ro-RO"/>
        </w:rPr>
        <w:t xml:space="preserve">CONSILIUL LOCAL AL </w:t>
      </w:r>
      <w:r>
        <w:rPr>
          <w:rFonts w:ascii="Tahoma" w:hAnsi="Tahoma" w:cs="Tahoma"/>
          <w:b/>
          <w:bCs/>
          <w:lang w:val="ro-RO"/>
        </w:rPr>
        <w:t>MUNICIPIULUI/</w:t>
      </w:r>
      <w:r w:rsidRPr="000C7051">
        <w:rPr>
          <w:rFonts w:ascii="Tahoma" w:hAnsi="Tahoma" w:cs="Tahoma"/>
          <w:b/>
          <w:bCs/>
          <w:lang w:val="ro-RO"/>
        </w:rPr>
        <w:t>ORAȘULUI/COMUNEI</w:t>
      </w:r>
    </w:p>
    <w:p w:rsidR="007635D4" w:rsidRPr="000C7051" w:rsidRDefault="007635D4" w:rsidP="006C2A6B">
      <w:pPr>
        <w:tabs>
          <w:tab w:val="left" w:pos="495"/>
        </w:tabs>
        <w:spacing w:before="240"/>
        <w:rPr>
          <w:rFonts w:ascii="Tahoma" w:hAnsi="Tahoma" w:cs="Tahoma"/>
          <w:b/>
          <w:bCs/>
          <w:lang w:val="ro-RO"/>
        </w:rPr>
      </w:pPr>
      <w:r w:rsidRPr="000C7051">
        <w:rPr>
          <w:rFonts w:ascii="Tahoma" w:hAnsi="Tahoma" w:cs="Tahoma"/>
          <w:b/>
          <w:bCs/>
          <w:lang w:val="ro-RO"/>
        </w:rPr>
        <w:t>………………………………….</w:t>
      </w:r>
    </w:p>
    <w:p w:rsidR="007635D4" w:rsidRPr="000C7051" w:rsidRDefault="007635D4" w:rsidP="006C2A6B">
      <w:pPr>
        <w:spacing w:before="240"/>
        <w:rPr>
          <w:rFonts w:ascii="Tahoma" w:hAnsi="Tahoma" w:cs="Tahoma"/>
          <w:b/>
          <w:bCs/>
          <w:lang w:val="ro-RO"/>
        </w:rPr>
      </w:pPr>
    </w:p>
    <w:p w:rsidR="007635D4" w:rsidRDefault="007635D4" w:rsidP="006C2A6B">
      <w:pPr>
        <w:spacing w:before="240"/>
        <w:jc w:val="center"/>
        <w:rPr>
          <w:rFonts w:ascii="Tahoma" w:hAnsi="Tahoma" w:cs="Tahoma"/>
          <w:b/>
          <w:bCs/>
          <w:lang w:val="ro-RO"/>
        </w:rPr>
      </w:pPr>
      <w:r w:rsidRPr="000C7051">
        <w:rPr>
          <w:rFonts w:ascii="Tahoma" w:hAnsi="Tahoma" w:cs="Tahoma"/>
          <w:b/>
          <w:bCs/>
          <w:lang w:val="ro-RO"/>
        </w:rPr>
        <w:t>HOTĂRÂRE</w:t>
      </w:r>
    </w:p>
    <w:p w:rsidR="007635D4" w:rsidRPr="000C7051" w:rsidRDefault="007635D4" w:rsidP="006C2A6B">
      <w:pPr>
        <w:spacing w:before="240"/>
        <w:jc w:val="center"/>
        <w:rPr>
          <w:rFonts w:ascii="Tahoma" w:hAnsi="Tahoma" w:cs="Tahoma"/>
          <w:b/>
          <w:bCs/>
          <w:lang w:val="ro-RO"/>
        </w:rPr>
      </w:pPr>
    </w:p>
    <w:p w:rsidR="007635D4" w:rsidRPr="00DB7C38" w:rsidRDefault="007635D4" w:rsidP="006C2A6B">
      <w:pPr>
        <w:autoSpaceDE w:val="0"/>
        <w:autoSpaceDN w:val="0"/>
        <w:adjustRightInd w:val="0"/>
        <w:spacing w:before="240"/>
        <w:jc w:val="center"/>
        <w:rPr>
          <w:rFonts w:ascii="Tahoma" w:hAnsi="Tahoma" w:cs="Tahoma"/>
          <w:b/>
          <w:bCs/>
          <w:color w:val="000000"/>
          <w:lang w:val="ro-RO"/>
        </w:rPr>
      </w:pPr>
      <w:bookmarkStart w:id="0" w:name="_Hlk44323290"/>
      <w:r>
        <w:rPr>
          <w:rFonts w:ascii="Tahoma" w:hAnsi="Tahoma" w:cs="Tahoma"/>
          <w:b/>
          <w:bCs/>
          <w:lang w:val="ro-RO"/>
        </w:rPr>
        <w:t>p</w:t>
      </w:r>
      <w:r w:rsidRPr="000C7051">
        <w:rPr>
          <w:rFonts w:ascii="Tahoma" w:hAnsi="Tahoma" w:cs="Tahoma"/>
          <w:b/>
          <w:bCs/>
          <w:lang w:val="ro-RO"/>
        </w:rPr>
        <w:t>rivind</w:t>
      </w:r>
      <w:r>
        <w:rPr>
          <w:rFonts w:ascii="Tahoma" w:hAnsi="Tahoma" w:cs="Tahoma"/>
          <w:b/>
          <w:bCs/>
          <w:u w:val="single"/>
          <w:lang w:val="ro-RO"/>
        </w:rPr>
        <w:t xml:space="preserve">aprobarea </w:t>
      </w:r>
      <w:r>
        <w:rPr>
          <w:rFonts w:ascii="Tahoma" w:hAnsi="Tahoma" w:cs="Tahoma"/>
          <w:b/>
          <w:bCs/>
          <w:lang w:val="ro-RO"/>
        </w:rPr>
        <w:t xml:space="preserve"> modificării și </w:t>
      </w:r>
      <w:r w:rsidRPr="00747119">
        <w:rPr>
          <w:rFonts w:ascii="Tahoma" w:hAnsi="Tahoma" w:cs="Tahoma"/>
          <w:b/>
          <w:bCs/>
          <w:lang w:val="ro-RO"/>
        </w:rPr>
        <w:t>complet</w:t>
      </w:r>
      <w:r>
        <w:rPr>
          <w:rFonts w:ascii="Tahoma" w:hAnsi="Tahoma" w:cs="Tahoma"/>
          <w:b/>
          <w:bCs/>
          <w:lang w:val="ro-RO"/>
        </w:rPr>
        <w:t xml:space="preserve">ării </w:t>
      </w:r>
      <w:r w:rsidRPr="00DB7C38">
        <w:rPr>
          <w:rFonts w:ascii="Tahoma" w:hAnsi="Tahoma" w:cs="Tahoma"/>
          <w:b/>
          <w:bCs/>
          <w:lang w:val="ro-RO"/>
        </w:rPr>
        <w:t>Regulamentului serviciului public de salubrizare al județului Bistrița-Năsăud</w:t>
      </w:r>
      <w:r>
        <w:rPr>
          <w:rFonts w:ascii="Tahoma" w:hAnsi="Tahoma" w:cs="Tahoma"/>
          <w:b/>
          <w:bCs/>
          <w:lang w:val="ro-RO"/>
        </w:rPr>
        <w:t xml:space="preserve">și avizarea </w:t>
      </w:r>
      <w:r w:rsidRPr="00DB7C38">
        <w:rPr>
          <w:rFonts w:ascii="Tahoma" w:hAnsi="Tahoma" w:cs="Tahoma"/>
          <w:b/>
          <w:bCs/>
          <w:lang w:val="ro-RO"/>
        </w:rPr>
        <w:t>Regulamentului serviciului public de salubrizare al județului Bistrița-Năsăud</w:t>
      </w:r>
      <w:r>
        <w:rPr>
          <w:rFonts w:ascii="Tahoma" w:hAnsi="Tahoma" w:cs="Tahoma"/>
          <w:b/>
          <w:bCs/>
          <w:lang w:val="ro-RO"/>
        </w:rPr>
        <w:t xml:space="preserve"> actualizat</w:t>
      </w:r>
    </w:p>
    <w:bookmarkEnd w:id="0"/>
    <w:p w:rsidR="007635D4" w:rsidRDefault="007635D4" w:rsidP="006C2A6B">
      <w:pPr>
        <w:autoSpaceDE w:val="0"/>
        <w:autoSpaceDN w:val="0"/>
        <w:adjustRightInd w:val="0"/>
        <w:spacing w:before="240"/>
        <w:jc w:val="center"/>
        <w:rPr>
          <w:rFonts w:ascii="Tahoma" w:hAnsi="Tahoma" w:cs="Tahoma"/>
          <w:b/>
          <w:bCs/>
          <w:lang w:val="ro-RO"/>
        </w:rPr>
      </w:pPr>
    </w:p>
    <w:p w:rsidR="007635D4" w:rsidRDefault="007635D4" w:rsidP="006C2A6B">
      <w:pPr>
        <w:spacing w:before="240"/>
        <w:ind w:firstLine="720"/>
        <w:jc w:val="both"/>
        <w:rPr>
          <w:rFonts w:ascii="Tahoma" w:hAnsi="Tahoma" w:cs="Tahoma"/>
          <w:lang w:val="ro-RO"/>
        </w:rPr>
      </w:pPr>
      <w:r>
        <w:rPr>
          <w:rFonts w:ascii="Tahoma" w:hAnsi="Tahoma" w:cs="Tahoma"/>
          <w:lang w:val="ro-RO"/>
        </w:rPr>
        <w:t>Consiliul Local al municipiului/orașului/comunei…………întrunit în ședința ordinară/extraordinară în prezența a……..consilieri</w:t>
      </w:r>
    </w:p>
    <w:p w:rsidR="007635D4" w:rsidRPr="000C7051" w:rsidRDefault="007635D4" w:rsidP="006C2A6B">
      <w:pPr>
        <w:autoSpaceDE w:val="0"/>
        <w:autoSpaceDN w:val="0"/>
        <w:adjustRightInd w:val="0"/>
        <w:spacing w:before="240"/>
        <w:jc w:val="center"/>
        <w:rPr>
          <w:rFonts w:ascii="Tahoma" w:hAnsi="Tahoma" w:cs="Tahoma"/>
          <w:b/>
          <w:bCs/>
          <w:lang w:val="ro-RO"/>
        </w:rPr>
      </w:pPr>
    </w:p>
    <w:p w:rsidR="007635D4" w:rsidRDefault="007635D4" w:rsidP="006C2A6B">
      <w:pPr>
        <w:autoSpaceDE w:val="0"/>
        <w:autoSpaceDN w:val="0"/>
        <w:adjustRightInd w:val="0"/>
        <w:spacing w:before="240"/>
        <w:jc w:val="both"/>
        <w:rPr>
          <w:rFonts w:ascii="Tahoma" w:hAnsi="Tahoma" w:cs="Tahoma"/>
          <w:b/>
          <w:bCs/>
          <w:lang w:val="ro-RO"/>
        </w:rPr>
      </w:pPr>
      <w:r w:rsidRPr="000C7051">
        <w:rPr>
          <w:rFonts w:ascii="Tahoma" w:hAnsi="Tahoma" w:cs="Tahoma"/>
          <w:lang w:val="ro-RO"/>
        </w:rPr>
        <w:tab/>
      </w:r>
      <w:r w:rsidRPr="00455DBC">
        <w:rPr>
          <w:rFonts w:ascii="Tahoma" w:hAnsi="Tahoma" w:cs="Tahoma"/>
          <w:b/>
          <w:bCs/>
          <w:lang w:val="ro-RO"/>
        </w:rPr>
        <w:t>Având în vedere :</w:t>
      </w:r>
    </w:p>
    <w:p w:rsidR="007635D4" w:rsidRPr="00455DBC" w:rsidRDefault="007635D4" w:rsidP="006C2A6B">
      <w:pPr>
        <w:autoSpaceDE w:val="0"/>
        <w:autoSpaceDN w:val="0"/>
        <w:adjustRightInd w:val="0"/>
        <w:spacing w:before="240"/>
        <w:jc w:val="both"/>
        <w:rPr>
          <w:rFonts w:ascii="Tahoma" w:hAnsi="Tahoma" w:cs="Tahoma"/>
          <w:b/>
          <w:bCs/>
          <w:lang w:val="ro-RO"/>
        </w:rPr>
      </w:pPr>
    </w:p>
    <w:p w:rsidR="007635D4" w:rsidRPr="000C7051" w:rsidRDefault="007635D4"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Pr>
          <w:rFonts w:ascii="Tahoma" w:hAnsi="Tahoma" w:cs="Tahoma"/>
          <w:lang w:val="ro-RO"/>
        </w:rPr>
        <w:t>Referatul de aprobare al Primarului nr. ________din __________</w:t>
      </w:r>
      <w:r w:rsidRPr="000C7051">
        <w:rPr>
          <w:rFonts w:ascii="Tahoma" w:hAnsi="Tahoma" w:cs="Tahoma"/>
          <w:lang w:val="ro-RO"/>
        </w:rPr>
        <w:t>;</w:t>
      </w:r>
    </w:p>
    <w:p w:rsidR="007635D4" w:rsidRPr="000C7051" w:rsidRDefault="007635D4"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0C7051">
        <w:rPr>
          <w:rFonts w:ascii="Tahoma" w:hAnsi="Tahoma" w:cs="Tahoma"/>
          <w:lang w:val="ro-RO"/>
        </w:rPr>
        <w:t>Raportul nr. ____ întocmit de ……………(numele, prenumele şifuncţia);</w:t>
      </w:r>
    </w:p>
    <w:p w:rsidR="007635D4" w:rsidRPr="000C7051" w:rsidRDefault="007635D4"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0C7051">
        <w:rPr>
          <w:rFonts w:ascii="Tahoma" w:hAnsi="Tahoma" w:cs="Tahoma"/>
          <w:lang w:val="ro-RO"/>
        </w:rPr>
        <w:t>Avizul de specialitate nr. ________ al Comisiei__________(denumirea).</w:t>
      </w:r>
    </w:p>
    <w:p w:rsidR="007635D4" w:rsidRPr="000C7051" w:rsidRDefault="007635D4"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0C7051">
        <w:rPr>
          <w:rFonts w:ascii="Tahoma" w:hAnsi="Tahoma" w:cs="Tahoma"/>
          <w:lang w:val="ro-RO"/>
        </w:rPr>
        <w:t>Hotărârea nr…….din…….a Consiliului local………..privind asocierea în cadrul Asociației de Dezvoltare Intercomunitară pentru gestionarea integrată a deșeurilor municipa</w:t>
      </w:r>
      <w:r>
        <w:rPr>
          <w:rFonts w:ascii="Tahoma" w:hAnsi="Tahoma" w:cs="Tahoma"/>
          <w:lang w:val="ro-RO"/>
        </w:rPr>
        <w:t>le în județul Bistrița-Năsăud;</w:t>
      </w:r>
    </w:p>
    <w:p w:rsidR="007635D4" w:rsidRDefault="007635D4"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FC2520">
        <w:rPr>
          <w:rFonts w:ascii="Tahoma" w:hAnsi="Tahoma" w:cs="Tahoma"/>
          <w:color w:val="000000"/>
          <w:lang w:val="ro-RO"/>
        </w:rPr>
        <w:t>Hotărârea A.G.A. A.D.I. Deșeuri Bistrița</w:t>
      </w:r>
      <w:r>
        <w:rPr>
          <w:rFonts w:ascii="Tahoma" w:hAnsi="Tahoma" w:cs="Tahoma"/>
          <w:color w:val="000000"/>
          <w:lang w:val="ro-RO"/>
        </w:rPr>
        <w:t>-</w:t>
      </w:r>
      <w:r w:rsidRPr="00FC2520">
        <w:rPr>
          <w:rFonts w:ascii="Tahoma" w:hAnsi="Tahoma" w:cs="Tahoma"/>
          <w:color w:val="000000"/>
          <w:lang w:val="ro-RO"/>
        </w:rPr>
        <w:t>Năsăud nr.159 din 03.12.2018 privind atribuirea și încheierea C</w:t>
      </w:r>
      <w:r>
        <w:rPr>
          <w:rFonts w:ascii="Tahoma" w:hAnsi="Tahoma" w:cs="Tahoma"/>
          <w:color w:val="000000"/>
          <w:lang w:val="ro-RO"/>
        </w:rPr>
        <w:t>o</w:t>
      </w:r>
      <w:r w:rsidRPr="00FC2520">
        <w:rPr>
          <w:rFonts w:ascii="Tahoma" w:hAnsi="Tahoma" w:cs="Tahoma"/>
          <w:color w:val="000000"/>
          <w:lang w:val="ro-RO"/>
        </w:rPr>
        <w:t>ntractului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către operatorul declarat câștigător al licitației publice, conform Raportului procedurii nr. 1006 din 18.10.2018</w:t>
      </w:r>
      <w:r>
        <w:rPr>
          <w:rFonts w:ascii="Tahoma" w:hAnsi="Tahoma" w:cs="Tahoma"/>
          <w:color w:val="000000"/>
          <w:lang w:val="ro-RO"/>
        </w:rPr>
        <w:t>;</w:t>
      </w:r>
      <w:bookmarkStart w:id="1" w:name="_Hlk45114333"/>
    </w:p>
    <w:p w:rsidR="007635D4" w:rsidRPr="001C6BCD" w:rsidRDefault="007635D4"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7340BA">
        <w:rPr>
          <w:rFonts w:ascii="Tahoma" w:hAnsi="Tahoma" w:cs="Tahoma"/>
          <w:lang w:val="ro-RO"/>
        </w:rPr>
        <w:t xml:space="preserve">Notă </w:t>
      </w:r>
      <w:r>
        <w:rPr>
          <w:rFonts w:ascii="Tahoma" w:hAnsi="Tahoma" w:cs="Tahoma"/>
          <w:lang w:val="ro-RO"/>
        </w:rPr>
        <w:t>explicativă</w:t>
      </w:r>
      <w:r w:rsidRPr="007340BA">
        <w:rPr>
          <w:rFonts w:ascii="Tahoma" w:hAnsi="Tahoma" w:cs="Tahoma"/>
          <w:lang w:val="ro-RO"/>
        </w:rPr>
        <w:t xml:space="preserve">nr. 32 din 11.03.2021 a </w:t>
      </w:r>
      <w:r>
        <w:rPr>
          <w:rFonts w:ascii="Tahoma" w:hAnsi="Tahoma" w:cs="Tahoma"/>
          <w:lang w:val="ro-RO"/>
        </w:rPr>
        <w:t xml:space="preserve">aparatului tehnic al </w:t>
      </w:r>
      <w:r w:rsidRPr="007340BA">
        <w:rPr>
          <w:rFonts w:ascii="Tahoma" w:hAnsi="Tahoma" w:cs="Tahoma"/>
          <w:lang w:val="ro-RO"/>
        </w:rPr>
        <w:t xml:space="preserve">A.D.I. Deșeuri Bistrița-Năsăud privind modificarea, completarea și actualizarea Regulamentului serviciului de salubrizare al județului Bistrița-Năsăud </w:t>
      </w:r>
    </w:p>
    <w:p w:rsidR="007635D4" w:rsidRPr="007340BA" w:rsidRDefault="007635D4" w:rsidP="001C6BCD">
      <w:pPr>
        <w:autoSpaceDE w:val="0"/>
        <w:autoSpaceDN w:val="0"/>
        <w:adjustRightInd w:val="0"/>
        <w:spacing w:before="240"/>
        <w:jc w:val="both"/>
        <w:rPr>
          <w:rFonts w:ascii="Tahoma" w:hAnsi="Tahoma" w:cs="Tahoma"/>
          <w:color w:val="000000"/>
          <w:lang w:val="ro-RO"/>
        </w:rPr>
      </w:pPr>
    </w:p>
    <w:p w:rsidR="007635D4" w:rsidRPr="001C6BCD" w:rsidRDefault="007635D4"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Pr>
          <w:rFonts w:ascii="Tahoma" w:hAnsi="Tahoma" w:cs="Tahoma"/>
          <w:lang w:val="ro-RO"/>
        </w:rPr>
        <w:t>Adresa nr. 871</w:t>
      </w:r>
      <w:r w:rsidRPr="00D07BC4">
        <w:rPr>
          <w:rFonts w:ascii="Tahoma" w:hAnsi="Tahoma" w:cs="Tahoma"/>
          <w:lang w:val="ro-RO"/>
        </w:rPr>
        <w:t xml:space="preserve"> din data de </w:t>
      </w:r>
      <w:r>
        <w:rPr>
          <w:rFonts w:ascii="Tahoma" w:hAnsi="Tahoma" w:cs="Tahoma"/>
          <w:lang w:val="ro-RO"/>
        </w:rPr>
        <w:t>12.03.2021</w:t>
      </w:r>
      <w:r w:rsidRPr="004B052D">
        <w:rPr>
          <w:rFonts w:ascii="Tahoma" w:hAnsi="Tahoma" w:cs="Tahoma"/>
          <w:lang w:val="ro-RO"/>
        </w:rPr>
        <w:t xml:space="preserve"> a Asociației de Dezvoltare Intercomunitară pentru gestionarea integrată a deșeurilor municipale în județul Bistrița-Năsăud</w:t>
      </w:r>
      <w:r>
        <w:rPr>
          <w:rFonts w:ascii="Tahoma" w:hAnsi="Tahoma" w:cs="Tahoma"/>
          <w:lang w:val="ro-RO"/>
        </w:rPr>
        <w:t>, înregistrată la sediul primăriei municipiului/orașului/comunei………. sub nr……</w:t>
      </w:r>
    </w:p>
    <w:bookmarkEnd w:id="1"/>
    <w:p w:rsidR="007635D4" w:rsidRDefault="007635D4" w:rsidP="006C2A6B">
      <w:pPr>
        <w:autoSpaceDE w:val="0"/>
        <w:autoSpaceDN w:val="0"/>
        <w:adjustRightInd w:val="0"/>
        <w:spacing w:before="240"/>
        <w:jc w:val="both"/>
        <w:rPr>
          <w:rFonts w:ascii="Tahoma" w:hAnsi="Tahoma" w:cs="Tahoma"/>
          <w:b/>
          <w:bCs/>
        </w:rPr>
      </w:pPr>
      <w:r w:rsidRPr="00455DBC">
        <w:rPr>
          <w:rFonts w:ascii="Tahoma" w:hAnsi="Tahoma" w:cs="Tahoma"/>
          <w:b/>
          <w:bCs/>
          <w:lang w:val="ro-RO"/>
        </w:rPr>
        <w:tab/>
        <w:t>În baza prevederilor</w:t>
      </w:r>
      <w:r w:rsidRPr="00455DBC">
        <w:rPr>
          <w:rFonts w:ascii="Tahoma" w:hAnsi="Tahoma" w:cs="Tahoma"/>
          <w:b/>
          <w:bCs/>
        </w:rPr>
        <w:t>:</w:t>
      </w:r>
    </w:p>
    <w:p w:rsidR="007635D4" w:rsidRPr="006472D9" w:rsidRDefault="007635D4" w:rsidP="006C2A6B">
      <w:pPr>
        <w:autoSpaceDE w:val="0"/>
        <w:autoSpaceDN w:val="0"/>
        <w:adjustRightInd w:val="0"/>
        <w:spacing w:before="240"/>
        <w:jc w:val="both"/>
        <w:rPr>
          <w:rFonts w:ascii="Tahoma" w:hAnsi="Tahoma" w:cs="Tahoma"/>
          <w:color w:val="000000"/>
          <w:lang w:val="ro-RO"/>
        </w:rPr>
      </w:pPr>
      <w:bookmarkStart w:id="2" w:name="_Hlk44323468"/>
      <w:r w:rsidRPr="006472D9">
        <w:rPr>
          <w:rFonts w:ascii="Tahoma" w:hAnsi="Tahoma" w:cs="Tahoma"/>
          <w:color w:val="000000"/>
          <w:lang w:val="ro-RO"/>
        </w:rPr>
        <w:t xml:space="preserve">-Art. 17, alin. (1), lit. a) - e) și lit. i) din Legea nr. 211/2011 privind regimul deşeurilor, </w:t>
      </w:r>
      <w:r>
        <w:rPr>
          <w:rFonts w:ascii="Tahoma" w:hAnsi="Tahoma" w:cs="Tahoma"/>
          <w:color w:val="000000"/>
          <w:lang w:val="ro-RO" w:eastAsia="ro-RO"/>
        </w:rPr>
        <w:t>republicată</w:t>
      </w:r>
      <w:r>
        <w:rPr>
          <w:rFonts w:ascii="Tahoma" w:hAnsi="Tahoma" w:cs="Tahoma"/>
          <w:color w:val="000000"/>
          <w:lang w:val="ro-RO"/>
        </w:rPr>
        <w:t>cu modificările și completările ulterioare</w:t>
      </w:r>
      <w:r w:rsidRPr="006472D9">
        <w:rPr>
          <w:rFonts w:ascii="Tahoma" w:hAnsi="Tahoma" w:cs="Tahoma"/>
          <w:color w:val="000000"/>
          <w:lang w:val="ro-RO"/>
        </w:rPr>
        <w:t>;</w:t>
      </w:r>
    </w:p>
    <w:p w:rsidR="007635D4" w:rsidRPr="006472D9" w:rsidRDefault="007635D4" w:rsidP="006C2A6B">
      <w:pPr>
        <w:autoSpaceDE w:val="0"/>
        <w:autoSpaceDN w:val="0"/>
        <w:adjustRightInd w:val="0"/>
        <w:spacing w:before="240"/>
        <w:jc w:val="both"/>
        <w:rPr>
          <w:rFonts w:ascii="Tahoma" w:hAnsi="Tahoma" w:cs="Tahoma"/>
          <w:color w:val="000000"/>
          <w:lang w:val="ro-RO"/>
        </w:rPr>
      </w:pPr>
      <w:r w:rsidRPr="006472D9">
        <w:rPr>
          <w:rFonts w:ascii="Tahoma" w:hAnsi="Tahoma" w:cs="Tahoma"/>
          <w:color w:val="000000"/>
          <w:lang w:val="ro-RO"/>
        </w:rPr>
        <w:t>- Art. 106 din Legea nr. 100/2016 privind concesiunile de lucrări şi concesiunile de servicii</w:t>
      </w:r>
      <w:r>
        <w:rPr>
          <w:rFonts w:ascii="Tahoma" w:hAnsi="Tahoma" w:cs="Tahoma"/>
          <w:color w:val="000000"/>
          <w:lang w:val="ro-RO"/>
        </w:rPr>
        <w:t>, republicată cu modificările și completările ulterioare</w:t>
      </w:r>
      <w:r w:rsidRPr="006472D9">
        <w:rPr>
          <w:rFonts w:ascii="Tahoma" w:hAnsi="Tahoma" w:cs="Tahoma"/>
          <w:color w:val="000000"/>
          <w:lang w:val="ro-RO"/>
        </w:rPr>
        <w:t>;</w:t>
      </w:r>
    </w:p>
    <w:p w:rsidR="007635D4" w:rsidRPr="006472D9" w:rsidRDefault="007635D4" w:rsidP="006C2A6B">
      <w:pPr>
        <w:spacing w:before="240"/>
        <w:rPr>
          <w:rFonts w:ascii="Tahoma" w:hAnsi="Tahoma" w:cs="Tahoma"/>
          <w:color w:val="000000"/>
          <w:lang w:val="ro-RO"/>
        </w:rPr>
      </w:pPr>
      <w:r w:rsidRPr="006472D9">
        <w:rPr>
          <w:rFonts w:ascii="Tahoma" w:hAnsi="Tahoma" w:cs="Tahoma"/>
          <w:color w:val="000000"/>
          <w:lang w:val="ro-RO"/>
        </w:rPr>
        <w:t>-</w:t>
      </w:r>
      <w:r>
        <w:rPr>
          <w:rFonts w:ascii="Tahoma" w:hAnsi="Tahoma" w:cs="Tahoma"/>
          <w:color w:val="000000"/>
          <w:lang w:val="ro-RO"/>
        </w:rPr>
        <w:t>Art. 7 alin. (1) lit. d),</w:t>
      </w:r>
      <w:r w:rsidRPr="006472D9">
        <w:rPr>
          <w:rFonts w:ascii="Tahoma" w:hAnsi="Tahoma" w:cs="Tahoma"/>
          <w:color w:val="000000"/>
          <w:lang w:val="ro-RO"/>
        </w:rPr>
        <w:t xml:space="preserve">Art. 8, alin. (3), lit. d^2 , </w:t>
      </w:r>
      <w:r>
        <w:rPr>
          <w:rFonts w:ascii="Tahoma" w:hAnsi="Tahoma" w:cs="Tahoma"/>
          <w:color w:val="000000"/>
          <w:lang w:val="ro-RO"/>
        </w:rPr>
        <w:t>lit. i), A</w:t>
      </w:r>
      <w:r w:rsidRPr="006472D9">
        <w:rPr>
          <w:rFonts w:ascii="Tahoma" w:hAnsi="Tahoma" w:cs="Tahoma"/>
          <w:color w:val="000000"/>
          <w:lang w:val="ro-RO"/>
        </w:rPr>
        <w:t>rt. 10 alin. (5)</w:t>
      </w:r>
      <w:r>
        <w:rPr>
          <w:rFonts w:ascii="Tahoma" w:hAnsi="Tahoma" w:cs="Tahoma"/>
          <w:color w:val="000000"/>
          <w:lang w:val="ro-RO"/>
        </w:rPr>
        <w:t>, Art. 22 alin. (4), Art. 23 alin. (2), Art. 33</w:t>
      </w:r>
      <w:r w:rsidRPr="006472D9">
        <w:rPr>
          <w:rFonts w:ascii="Tahoma" w:hAnsi="Tahoma" w:cs="Tahoma"/>
          <w:color w:val="000000"/>
          <w:lang w:val="ro-RO"/>
        </w:rPr>
        <w:t xml:space="preserve"> din Legea nr. 51/2006, Legea serviciilor comunitare de utilități publice, </w:t>
      </w:r>
      <w:r>
        <w:rPr>
          <w:rFonts w:ascii="Tahoma" w:hAnsi="Tahoma" w:cs="Tahoma"/>
          <w:color w:val="000000"/>
          <w:lang w:val="ro-RO" w:eastAsia="ro-RO"/>
        </w:rPr>
        <w:t>republicată</w:t>
      </w:r>
      <w:r>
        <w:rPr>
          <w:rFonts w:ascii="Tahoma" w:hAnsi="Tahoma" w:cs="Tahoma"/>
          <w:color w:val="000000"/>
          <w:lang w:val="ro-RO"/>
        </w:rPr>
        <w:t>cu modificările și completările ulterioare</w:t>
      </w:r>
      <w:r w:rsidRPr="006472D9">
        <w:rPr>
          <w:rFonts w:ascii="Tahoma" w:hAnsi="Tahoma" w:cs="Tahoma"/>
          <w:color w:val="000000"/>
          <w:lang w:val="ro-RO"/>
        </w:rPr>
        <w:t>;</w:t>
      </w:r>
    </w:p>
    <w:p w:rsidR="007635D4" w:rsidRDefault="007635D4" w:rsidP="006C2A6B">
      <w:pPr>
        <w:autoSpaceDE w:val="0"/>
        <w:autoSpaceDN w:val="0"/>
        <w:adjustRightInd w:val="0"/>
        <w:spacing w:before="240"/>
        <w:jc w:val="both"/>
        <w:rPr>
          <w:rFonts w:ascii="Tahoma" w:hAnsi="Tahoma" w:cs="Tahoma"/>
          <w:color w:val="000000"/>
          <w:lang w:val="ro-RO"/>
        </w:rPr>
      </w:pPr>
      <w:r w:rsidRPr="006472D9">
        <w:rPr>
          <w:rFonts w:ascii="Tahoma" w:hAnsi="Tahoma" w:cs="Tahoma"/>
          <w:color w:val="000000"/>
          <w:lang w:val="ro-RO"/>
        </w:rPr>
        <w:t>-</w:t>
      </w:r>
      <w:r>
        <w:rPr>
          <w:rFonts w:ascii="Tahoma" w:hAnsi="Tahoma" w:cs="Tahoma"/>
          <w:color w:val="000000"/>
          <w:lang w:val="ro-RO"/>
        </w:rPr>
        <w:t xml:space="preserve">Art.6 alin. (1) lit. h), Art. 12 alin. (3), Art. 13, alin. (1), lit. b), </w:t>
      </w:r>
      <w:r w:rsidRPr="006472D9">
        <w:rPr>
          <w:rFonts w:ascii="Tahoma" w:hAnsi="Tahoma" w:cs="Tahoma"/>
          <w:color w:val="000000"/>
          <w:lang w:val="ro-RO"/>
        </w:rPr>
        <w:t>alin. (2)</w:t>
      </w:r>
      <w:r>
        <w:rPr>
          <w:rFonts w:ascii="Tahoma" w:hAnsi="Tahoma" w:cs="Tahoma"/>
          <w:color w:val="000000"/>
          <w:lang w:val="ro-RO"/>
        </w:rPr>
        <w:t>, alin. (3)</w:t>
      </w:r>
      <w:r w:rsidRPr="006472D9">
        <w:rPr>
          <w:rFonts w:ascii="Tahoma" w:hAnsi="Tahoma" w:cs="Tahoma"/>
          <w:color w:val="000000"/>
          <w:lang w:val="ro-RO"/>
        </w:rPr>
        <w:t>,</w:t>
      </w:r>
      <w:r>
        <w:rPr>
          <w:rFonts w:ascii="Tahoma" w:hAnsi="Tahoma" w:cs="Tahoma"/>
          <w:color w:val="000000"/>
          <w:lang w:val="ro-RO"/>
        </w:rPr>
        <w:t xml:space="preserve"> Art. 17 alin. (4) Art. 24 alin. (2) și alin. (5),Art. 27 </w:t>
      </w:r>
      <w:r w:rsidRPr="006472D9">
        <w:rPr>
          <w:rFonts w:ascii="Tahoma" w:hAnsi="Tahoma" w:cs="Tahoma"/>
          <w:color w:val="000000"/>
          <w:lang w:val="ro-RO"/>
        </w:rPr>
        <w:t xml:space="preserve">din Legea nr. 101/2006, Legea Serviciului de salubrizare a localităților, </w:t>
      </w:r>
      <w:r>
        <w:rPr>
          <w:rFonts w:ascii="Tahoma" w:hAnsi="Tahoma" w:cs="Tahoma"/>
          <w:color w:val="000000"/>
          <w:lang w:val="ro-RO" w:eastAsia="ro-RO"/>
        </w:rPr>
        <w:t>republicată</w:t>
      </w:r>
      <w:r>
        <w:rPr>
          <w:rFonts w:ascii="Tahoma" w:hAnsi="Tahoma" w:cs="Tahoma"/>
          <w:color w:val="000000"/>
          <w:lang w:val="ro-RO"/>
        </w:rPr>
        <w:t>cu modificările și completările ulterioare.</w:t>
      </w:r>
    </w:p>
    <w:p w:rsidR="007635D4" w:rsidRPr="0095692A" w:rsidRDefault="007635D4" w:rsidP="006C2A6B">
      <w:pPr>
        <w:autoSpaceDE w:val="0"/>
        <w:autoSpaceDN w:val="0"/>
        <w:adjustRightInd w:val="0"/>
        <w:spacing w:before="240"/>
        <w:jc w:val="both"/>
        <w:rPr>
          <w:rFonts w:ascii="Tahoma" w:hAnsi="Tahoma" w:cs="Tahoma"/>
          <w:b/>
          <w:bCs/>
          <w:color w:val="000000"/>
          <w:lang w:val="ro-RO"/>
        </w:rPr>
      </w:pPr>
      <w:r w:rsidRPr="0095692A">
        <w:rPr>
          <w:rFonts w:ascii="Tahoma" w:hAnsi="Tahoma" w:cs="Tahoma"/>
          <w:b/>
          <w:bCs/>
          <w:color w:val="000000"/>
          <w:lang w:val="ro-RO"/>
        </w:rPr>
        <w:t>- art. 7 din Legea nr. 52/2003 privind transparenţa decizională în administraţia publică</w:t>
      </w:r>
    </w:p>
    <w:p w:rsidR="007635D4" w:rsidRPr="006472D9" w:rsidRDefault="007635D4" w:rsidP="006C2A6B">
      <w:pPr>
        <w:autoSpaceDE w:val="0"/>
        <w:autoSpaceDN w:val="0"/>
        <w:adjustRightInd w:val="0"/>
        <w:spacing w:before="240"/>
        <w:jc w:val="both"/>
        <w:rPr>
          <w:rFonts w:ascii="Tahoma" w:hAnsi="Tahoma" w:cs="Tahoma"/>
          <w:color w:val="000000"/>
          <w:lang w:val="ro-RO"/>
        </w:rPr>
      </w:pPr>
    </w:p>
    <w:bookmarkEnd w:id="2"/>
    <w:p w:rsidR="007635D4" w:rsidRPr="006472D9" w:rsidRDefault="007635D4" w:rsidP="006C2A6B">
      <w:pPr>
        <w:autoSpaceDE w:val="0"/>
        <w:autoSpaceDN w:val="0"/>
        <w:adjustRightInd w:val="0"/>
        <w:spacing w:before="240"/>
        <w:jc w:val="both"/>
        <w:rPr>
          <w:rFonts w:ascii="Tahoma" w:hAnsi="Tahoma" w:cs="Tahoma"/>
          <w:b/>
          <w:bCs/>
          <w:color w:val="000000"/>
          <w:lang w:val="ro-RO"/>
        </w:rPr>
      </w:pPr>
      <w:r w:rsidRPr="006472D9">
        <w:rPr>
          <w:rFonts w:ascii="Tahoma" w:hAnsi="Tahoma" w:cs="Tahoma"/>
          <w:b/>
          <w:bCs/>
          <w:color w:val="000000"/>
          <w:lang w:val="ro-RO"/>
        </w:rPr>
        <w:tab/>
        <w:t xml:space="preserve">În temeiul prevederilor: </w:t>
      </w:r>
    </w:p>
    <w:p w:rsidR="007635D4" w:rsidRPr="006472D9" w:rsidRDefault="007635D4" w:rsidP="006C2A6B">
      <w:pPr>
        <w:autoSpaceDE w:val="0"/>
        <w:autoSpaceDN w:val="0"/>
        <w:adjustRightInd w:val="0"/>
        <w:spacing w:before="240"/>
        <w:jc w:val="both"/>
        <w:rPr>
          <w:rFonts w:ascii="Tahoma" w:hAnsi="Tahoma" w:cs="Tahoma"/>
          <w:color w:val="000000"/>
          <w:lang w:val="ro-RO"/>
        </w:rPr>
      </w:pPr>
      <w:r w:rsidRPr="006472D9">
        <w:rPr>
          <w:rFonts w:ascii="Tahoma" w:hAnsi="Tahoma" w:cs="Tahoma"/>
          <w:color w:val="000000"/>
          <w:lang w:val="ro-RO"/>
        </w:rPr>
        <w:t xml:space="preserve">- art. 129, alin. (1), alin. (2), lit. b) - d), alin. (4), lit. e), alin. (7), lit. n) din </w:t>
      </w:r>
      <w:r w:rsidRPr="006472D9">
        <w:rPr>
          <w:rFonts w:ascii="Tahoma" w:hAnsi="Tahoma" w:cs="Tahoma"/>
          <w:color w:val="000000"/>
        </w:rPr>
        <w:t>Ordonanţ</w:t>
      </w:r>
      <w:r>
        <w:rPr>
          <w:rFonts w:ascii="Tahoma" w:hAnsi="Tahoma" w:cs="Tahoma"/>
          <w:color w:val="000000"/>
        </w:rPr>
        <w:t>a</w:t>
      </w:r>
      <w:r w:rsidRPr="006472D9">
        <w:rPr>
          <w:rFonts w:ascii="Tahoma" w:hAnsi="Tahoma" w:cs="Tahoma"/>
          <w:color w:val="000000"/>
        </w:rPr>
        <w:t xml:space="preserve"> de Urgenţă  nr. 57/2019 privindCoduladministrativ;</w:t>
      </w:r>
    </w:p>
    <w:p w:rsidR="007635D4" w:rsidRDefault="007635D4" w:rsidP="006C2A6B">
      <w:pPr>
        <w:autoSpaceDE w:val="0"/>
        <w:autoSpaceDN w:val="0"/>
        <w:adjustRightInd w:val="0"/>
        <w:spacing w:before="240"/>
        <w:rPr>
          <w:rFonts w:ascii="Tahoma" w:hAnsi="Tahoma" w:cs="Tahoma"/>
          <w:color w:val="000000"/>
        </w:rPr>
      </w:pPr>
      <w:r w:rsidRPr="006472D9">
        <w:rPr>
          <w:rFonts w:ascii="Tahoma" w:hAnsi="Tahoma" w:cs="Tahoma"/>
          <w:color w:val="000000"/>
          <w:lang w:val="ro-RO"/>
        </w:rPr>
        <w:t xml:space="preserve">- art. 196, alin. (1), lit. a) din </w:t>
      </w:r>
      <w:r w:rsidRPr="006472D9">
        <w:rPr>
          <w:rFonts w:ascii="Tahoma" w:hAnsi="Tahoma" w:cs="Tahoma"/>
          <w:color w:val="000000"/>
        </w:rPr>
        <w:t>Ordonanţ</w:t>
      </w:r>
      <w:r>
        <w:rPr>
          <w:rFonts w:ascii="Tahoma" w:hAnsi="Tahoma" w:cs="Tahoma"/>
          <w:color w:val="000000"/>
        </w:rPr>
        <w:t>a</w:t>
      </w:r>
      <w:r w:rsidRPr="006472D9">
        <w:rPr>
          <w:rFonts w:ascii="Tahoma" w:hAnsi="Tahoma" w:cs="Tahoma"/>
          <w:color w:val="000000"/>
        </w:rPr>
        <w:t xml:space="preserve"> de Urgenţă  nr. 57/2019 privindCoduladministrativ.</w:t>
      </w:r>
    </w:p>
    <w:p w:rsidR="007635D4" w:rsidRPr="006472D9" w:rsidRDefault="007635D4" w:rsidP="006C2A6B">
      <w:pPr>
        <w:autoSpaceDE w:val="0"/>
        <w:autoSpaceDN w:val="0"/>
        <w:adjustRightInd w:val="0"/>
        <w:spacing w:before="240"/>
        <w:rPr>
          <w:rFonts w:ascii="Tahoma" w:hAnsi="Tahoma" w:cs="Tahoma"/>
          <w:color w:val="000000"/>
        </w:rPr>
      </w:pPr>
    </w:p>
    <w:p w:rsidR="007635D4" w:rsidRPr="000C7051" w:rsidRDefault="007635D4" w:rsidP="006C2A6B">
      <w:pPr>
        <w:spacing w:before="240"/>
        <w:jc w:val="center"/>
        <w:rPr>
          <w:rFonts w:ascii="Tahoma" w:hAnsi="Tahoma" w:cs="Tahoma"/>
          <w:b/>
          <w:bCs/>
          <w:lang w:val="ro-RO"/>
        </w:rPr>
      </w:pPr>
      <w:r w:rsidRPr="000C7051">
        <w:rPr>
          <w:rFonts w:ascii="Tahoma" w:hAnsi="Tahoma" w:cs="Tahoma"/>
          <w:b/>
          <w:bCs/>
          <w:lang w:val="ro-RO"/>
        </w:rPr>
        <w:t>HOTĂRĂŞTE:</w:t>
      </w:r>
    </w:p>
    <w:p w:rsidR="007635D4" w:rsidRPr="000C7051" w:rsidRDefault="007635D4" w:rsidP="006C2A6B">
      <w:pPr>
        <w:spacing w:before="240"/>
        <w:jc w:val="center"/>
        <w:rPr>
          <w:rFonts w:ascii="Tahoma" w:hAnsi="Tahoma" w:cs="Tahoma"/>
          <w:b/>
          <w:bCs/>
          <w:lang w:val="ro-RO"/>
        </w:rPr>
      </w:pPr>
    </w:p>
    <w:p w:rsidR="007635D4" w:rsidRDefault="007635D4" w:rsidP="006C2A6B">
      <w:pPr>
        <w:autoSpaceDE w:val="0"/>
        <w:autoSpaceDN w:val="0"/>
        <w:adjustRightInd w:val="0"/>
        <w:spacing w:before="240"/>
        <w:jc w:val="both"/>
        <w:rPr>
          <w:rFonts w:ascii="Tahoma" w:hAnsi="Tahoma" w:cs="Tahoma"/>
          <w:color w:val="000000"/>
          <w:lang w:val="ro-RO"/>
        </w:rPr>
      </w:pPr>
      <w:r w:rsidRPr="000C7051">
        <w:rPr>
          <w:rFonts w:ascii="Tahoma" w:hAnsi="Tahoma" w:cs="Tahoma"/>
          <w:b/>
          <w:bCs/>
          <w:lang w:val="ro-RO"/>
        </w:rPr>
        <w:tab/>
        <w:t>Art.1.</w:t>
      </w:r>
      <w:r>
        <w:rPr>
          <w:rFonts w:ascii="Tahoma" w:hAnsi="Tahoma" w:cs="Tahoma"/>
          <w:lang w:val="ro-RO"/>
        </w:rPr>
        <w:t>Se aprobă modificarea și completarea Regulamentului serviciului de salubrizare al județului Bistrița-Năsăud, în forma prevăzută în Anexa nr. 1 la prezenta hotărâre.</w:t>
      </w:r>
    </w:p>
    <w:p w:rsidR="007635D4" w:rsidRDefault="007635D4" w:rsidP="006C2A6B">
      <w:pPr>
        <w:autoSpaceDE w:val="0"/>
        <w:autoSpaceDN w:val="0"/>
        <w:adjustRightInd w:val="0"/>
        <w:spacing w:before="240"/>
        <w:jc w:val="both"/>
        <w:rPr>
          <w:rFonts w:ascii="Tahoma" w:hAnsi="Tahoma" w:cs="Tahoma"/>
          <w:color w:val="000000"/>
          <w:lang w:val="ro-RO"/>
        </w:rPr>
      </w:pPr>
      <w:r w:rsidRPr="0020017E">
        <w:rPr>
          <w:rFonts w:ascii="Tahoma" w:hAnsi="Tahoma" w:cs="Tahoma"/>
          <w:color w:val="000000"/>
          <w:lang w:val="ro-RO"/>
        </w:rPr>
        <w:tab/>
      </w:r>
      <w:r w:rsidRPr="00352A7E">
        <w:rPr>
          <w:rFonts w:ascii="Tahoma" w:hAnsi="Tahoma" w:cs="Tahoma"/>
          <w:b/>
          <w:bCs/>
          <w:color w:val="000000"/>
          <w:lang w:val="ro-RO"/>
        </w:rPr>
        <w:t>Art.2.</w:t>
      </w:r>
      <w:r w:rsidRPr="00B26346">
        <w:rPr>
          <w:rFonts w:ascii="Tahoma" w:hAnsi="Tahoma" w:cs="Tahoma"/>
          <w:color w:val="000000"/>
          <w:lang w:val="ro-RO"/>
        </w:rPr>
        <w:t>Se avizează</w:t>
      </w:r>
      <w:r>
        <w:rPr>
          <w:rFonts w:ascii="Tahoma" w:hAnsi="Tahoma" w:cs="Tahoma"/>
          <w:color w:val="000000"/>
          <w:lang w:val="ro-RO"/>
        </w:rPr>
        <w:t>Regulamentul serviciului public de salubrizare al județului Bistrița-Năsăud actualizat, în forma prevăzută în Anexa nr. 2, parte integrantă din prezenta hotărâre.</w:t>
      </w:r>
    </w:p>
    <w:p w:rsidR="007635D4" w:rsidRDefault="007635D4" w:rsidP="006C2A6B">
      <w:pPr>
        <w:autoSpaceDE w:val="0"/>
        <w:autoSpaceDN w:val="0"/>
        <w:adjustRightInd w:val="0"/>
        <w:spacing w:before="240"/>
        <w:jc w:val="both"/>
        <w:rPr>
          <w:rFonts w:ascii="Tahoma" w:hAnsi="Tahoma" w:cs="Tahoma"/>
          <w:color w:val="000000"/>
          <w:lang w:val="ro-RO"/>
        </w:rPr>
      </w:pPr>
      <w:r>
        <w:rPr>
          <w:rFonts w:ascii="Tahoma" w:hAnsi="Tahoma" w:cs="Tahoma"/>
          <w:color w:val="000000"/>
          <w:lang w:val="ro-RO"/>
        </w:rPr>
        <w:tab/>
      </w:r>
      <w:r w:rsidRPr="00B26346">
        <w:rPr>
          <w:rFonts w:ascii="Tahoma" w:hAnsi="Tahoma" w:cs="Tahoma"/>
          <w:b/>
          <w:bCs/>
          <w:color w:val="000000"/>
          <w:lang w:val="ro-RO"/>
        </w:rPr>
        <w:t>Art. 3</w:t>
      </w:r>
      <w:r>
        <w:rPr>
          <w:rFonts w:ascii="Tahoma" w:hAnsi="Tahoma" w:cs="Tahoma"/>
          <w:color w:val="000000"/>
          <w:lang w:val="ro-RO"/>
        </w:rPr>
        <w:t>Regulamentul serviciului public de salubrizare al județului Bistrița-Năsăud, menționat la art. 2 din prezenta hotărâre, va înlocuiRegulamentul prevăzut ca Anexă la Actul adițional nr. 2 la Contractul de concesiune nr. 1277/06.12.2018. Părțile contractului de concesiune vor lua act de această împrejurare printr-un act adițional la contract.</w:t>
      </w:r>
    </w:p>
    <w:p w:rsidR="007635D4" w:rsidRPr="006C2A6B" w:rsidRDefault="007635D4" w:rsidP="006C2A6B">
      <w:pPr>
        <w:autoSpaceDE w:val="0"/>
        <w:autoSpaceDN w:val="0"/>
        <w:adjustRightInd w:val="0"/>
        <w:spacing w:before="240"/>
        <w:jc w:val="both"/>
        <w:rPr>
          <w:rFonts w:ascii="Tahoma" w:hAnsi="Tahoma" w:cs="Tahoma"/>
          <w:color w:val="000000"/>
          <w:lang w:val="ro-RO"/>
        </w:rPr>
      </w:pPr>
      <w:r>
        <w:rPr>
          <w:rFonts w:ascii="Tahoma" w:hAnsi="Tahoma" w:cs="Tahoma"/>
          <w:color w:val="000000"/>
          <w:lang w:val="ro-RO"/>
        </w:rPr>
        <w:tab/>
      </w:r>
      <w:r w:rsidRPr="0048598B">
        <w:rPr>
          <w:rFonts w:ascii="Tahoma" w:hAnsi="Tahoma" w:cs="Tahoma"/>
          <w:b/>
          <w:bCs/>
          <w:color w:val="000000"/>
          <w:lang w:val="ro-RO"/>
        </w:rPr>
        <w:t>Art.</w:t>
      </w:r>
      <w:r>
        <w:rPr>
          <w:rFonts w:ascii="Tahoma" w:hAnsi="Tahoma" w:cs="Tahoma"/>
          <w:b/>
          <w:bCs/>
          <w:color w:val="000000"/>
          <w:lang w:val="ro-RO"/>
        </w:rPr>
        <w:t>4</w:t>
      </w:r>
      <w:r w:rsidRPr="0048598B">
        <w:rPr>
          <w:rFonts w:ascii="Tahoma" w:hAnsi="Tahoma" w:cs="Tahoma"/>
          <w:b/>
          <w:bCs/>
          <w:color w:val="000000"/>
          <w:lang w:val="ro-RO"/>
        </w:rPr>
        <w:t xml:space="preserve">. </w:t>
      </w:r>
      <w:r w:rsidRPr="0048598B">
        <w:rPr>
          <w:rFonts w:ascii="Tahoma" w:hAnsi="Tahoma" w:cs="Tahoma"/>
          <w:color w:val="000000"/>
          <w:lang w:val="ro-RO"/>
        </w:rPr>
        <w:t xml:space="preserve">Se aprobă încredinţarea mandatului special domnului _________(numele, prenumele) în calitate de </w:t>
      </w:r>
      <w:r>
        <w:rPr>
          <w:rFonts w:ascii="Tahoma" w:hAnsi="Tahoma" w:cs="Tahoma"/>
          <w:color w:val="000000"/>
          <w:lang w:val="ro-RO"/>
        </w:rPr>
        <w:t>reprezentant al municipiului/orașului/comunei……………. în Adunarea Generală a Asociației de Dezvoltare Intercomunitară pentru gestionarea integrată a deșeurilor municipale în județul Bistrița-Năsăud, să votezeaprobarea Regulamentului serviciului public de salubrizare din județul Bistrița-Năsăud</w:t>
      </w:r>
      <w:r w:rsidRPr="0048598B">
        <w:rPr>
          <w:rFonts w:ascii="Tahoma" w:hAnsi="Tahoma" w:cs="Tahoma"/>
          <w:color w:val="000000"/>
          <w:lang w:val="ro-RO"/>
        </w:rPr>
        <w:t xml:space="preserve">, pe seama şi în numele </w:t>
      </w:r>
      <w:r>
        <w:rPr>
          <w:rFonts w:ascii="Tahoma" w:hAnsi="Tahoma" w:cs="Tahoma"/>
          <w:color w:val="000000"/>
          <w:lang w:val="ro-RO"/>
        </w:rPr>
        <w:t>municipiului/</w:t>
      </w:r>
      <w:r w:rsidRPr="0048598B">
        <w:rPr>
          <w:rFonts w:ascii="Tahoma" w:hAnsi="Tahoma" w:cs="Tahoma"/>
          <w:color w:val="000000"/>
          <w:lang w:val="ro-RO"/>
        </w:rPr>
        <w:t xml:space="preserve">oraşului/comunei__________, </w:t>
      </w:r>
      <w:r w:rsidRPr="0048598B">
        <w:rPr>
          <w:rFonts w:ascii="Arial" w:hAnsi="Arial" w:cs="Arial"/>
          <w:color w:val="000000"/>
          <w:lang w:val="ro-RO"/>
        </w:rPr>
        <w:t xml:space="preserve">în conformitate cu cele prevăzute la </w:t>
      </w:r>
      <w:r>
        <w:rPr>
          <w:rFonts w:ascii="Arial" w:hAnsi="Arial" w:cs="Arial"/>
          <w:color w:val="000000"/>
          <w:lang w:val="ro-RO"/>
        </w:rPr>
        <w:t>Art. 1, Art. 2 și Art.3 din prezenta h</w:t>
      </w:r>
      <w:r w:rsidRPr="00DB7C38">
        <w:rPr>
          <w:rFonts w:ascii="Arial" w:hAnsi="Arial" w:cs="Arial"/>
          <w:color w:val="000000"/>
          <w:lang w:val="ro-RO"/>
        </w:rPr>
        <w:t>otărâre.</w:t>
      </w:r>
    </w:p>
    <w:p w:rsidR="007635D4" w:rsidRPr="000C7051" w:rsidRDefault="007635D4" w:rsidP="006C2A6B">
      <w:pPr>
        <w:spacing w:before="240"/>
        <w:ind w:firstLine="720"/>
        <w:jc w:val="both"/>
        <w:rPr>
          <w:rFonts w:ascii="Tahoma" w:hAnsi="Tahoma" w:cs="Tahoma"/>
          <w:lang w:val="ro-RO"/>
        </w:rPr>
      </w:pPr>
      <w:r w:rsidRPr="000C7051">
        <w:rPr>
          <w:rFonts w:ascii="Tahoma" w:hAnsi="Tahoma" w:cs="Tahoma"/>
          <w:b/>
          <w:bCs/>
          <w:lang w:val="ro-RO"/>
        </w:rPr>
        <w:t>Art.</w:t>
      </w:r>
      <w:r>
        <w:rPr>
          <w:rFonts w:ascii="Tahoma" w:hAnsi="Tahoma" w:cs="Tahoma"/>
          <w:b/>
          <w:bCs/>
          <w:lang w:val="ro-RO"/>
        </w:rPr>
        <w:t>5</w:t>
      </w:r>
      <w:r w:rsidRPr="000C7051">
        <w:rPr>
          <w:rFonts w:ascii="Tahoma" w:hAnsi="Tahoma" w:cs="Tahoma"/>
          <w:b/>
          <w:bCs/>
          <w:lang w:val="ro-RO"/>
        </w:rPr>
        <w:t>.</w:t>
      </w:r>
      <w:r w:rsidRPr="000C7051">
        <w:rPr>
          <w:rFonts w:ascii="Tahoma" w:hAnsi="Tahoma" w:cs="Tahoma"/>
          <w:lang w:val="ro-RO"/>
        </w:rPr>
        <w:t xml:space="preserve"> Cu ducerea la îndeplinire a prezentei hotărâri se încredinţează:</w:t>
      </w:r>
    </w:p>
    <w:p w:rsidR="007635D4" w:rsidRPr="000C7051" w:rsidRDefault="007635D4"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0C7051">
        <w:rPr>
          <w:rFonts w:ascii="Tahoma" w:hAnsi="Tahoma" w:cs="Tahoma"/>
          <w:lang w:val="ro-RO"/>
        </w:rPr>
        <w:t>primarul (oraşului)/comunei ________________,</w:t>
      </w:r>
    </w:p>
    <w:p w:rsidR="007635D4" w:rsidRPr="004576BA" w:rsidRDefault="007635D4"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0C7051">
        <w:rPr>
          <w:rFonts w:ascii="Tahoma" w:hAnsi="Tahoma" w:cs="Tahoma"/>
          <w:lang w:val="ro-RO"/>
        </w:rPr>
        <w:t>……………………………………………………..</w:t>
      </w:r>
    </w:p>
    <w:p w:rsidR="007635D4" w:rsidRPr="000C7051" w:rsidRDefault="007635D4" w:rsidP="006C2A6B">
      <w:pPr>
        <w:tabs>
          <w:tab w:val="left" w:pos="720"/>
        </w:tabs>
        <w:spacing w:before="240"/>
        <w:jc w:val="both"/>
        <w:rPr>
          <w:rFonts w:ascii="Tahoma" w:hAnsi="Tahoma" w:cs="Tahoma"/>
          <w:lang w:val="ro-RO"/>
        </w:rPr>
      </w:pPr>
      <w:r w:rsidRPr="000C7051">
        <w:rPr>
          <w:rFonts w:ascii="Tahoma" w:hAnsi="Tahoma" w:cs="Tahoma"/>
          <w:b/>
          <w:bCs/>
          <w:lang w:val="ro-RO"/>
        </w:rPr>
        <w:tab/>
        <w:t>Art.</w:t>
      </w:r>
      <w:r>
        <w:rPr>
          <w:rFonts w:ascii="Tahoma" w:hAnsi="Tahoma" w:cs="Tahoma"/>
          <w:b/>
          <w:bCs/>
          <w:lang w:val="ro-RO"/>
        </w:rPr>
        <w:t>5</w:t>
      </w:r>
      <w:r w:rsidRPr="000C7051">
        <w:rPr>
          <w:rFonts w:ascii="Tahoma" w:hAnsi="Tahoma" w:cs="Tahoma"/>
          <w:b/>
          <w:bCs/>
          <w:lang w:val="ro-RO"/>
        </w:rPr>
        <w:t>.</w:t>
      </w:r>
      <w:r w:rsidRPr="000C7051">
        <w:rPr>
          <w:rFonts w:ascii="Tahoma" w:hAnsi="Tahoma" w:cs="Tahoma"/>
          <w:lang w:val="ro-RO"/>
        </w:rPr>
        <w:t>Prezenta hotărâre se comunică:</w:t>
      </w:r>
    </w:p>
    <w:p w:rsidR="007635D4" w:rsidRDefault="007635D4" w:rsidP="006C2A6B">
      <w:pPr>
        <w:numPr>
          <w:ilvl w:val="0"/>
          <w:numId w:val="6"/>
        </w:numPr>
        <w:tabs>
          <w:tab w:val="clear" w:pos="440"/>
          <w:tab w:val="num" w:pos="284"/>
        </w:tabs>
        <w:spacing w:before="240"/>
        <w:ind w:left="426"/>
        <w:jc w:val="both"/>
        <w:rPr>
          <w:rFonts w:ascii="Tahoma" w:hAnsi="Tahoma" w:cs="Tahoma"/>
          <w:b/>
          <w:bCs/>
          <w:lang w:val="ro-RO"/>
        </w:rPr>
      </w:pPr>
      <w:r w:rsidRPr="000C7051">
        <w:rPr>
          <w:rFonts w:ascii="Tahoma" w:hAnsi="Tahoma" w:cs="Tahoma"/>
          <w:lang w:val="ro-RO"/>
        </w:rPr>
        <w:t>Instituţiei Prefectului</w:t>
      </w:r>
      <w:r>
        <w:rPr>
          <w:rFonts w:ascii="Tahoma" w:hAnsi="Tahoma" w:cs="Tahoma"/>
          <w:lang w:val="ro-RO"/>
        </w:rPr>
        <w:t>-</w:t>
      </w:r>
      <w:r w:rsidRPr="000C7051">
        <w:rPr>
          <w:rFonts w:ascii="Tahoma" w:hAnsi="Tahoma" w:cs="Tahoma"/>
          <w:lang w:val="ro-RO"/>
        </w:rPr>
        <w:t xml:space="preserve">JudeţulBistriţa-Năsăud </w:t>
      </w:r>
    </w:p>
    <w:p w:rsidR="007635D4" w:rsidRPr="00A54A79" w:rsidRDefault="007635D4" w:rsidP="006C2A6B">
      <w:pPr>
        <w:numPr>
          <w:ilvl w:val="0"/>
          <w:numId w:val="6"/>
        </w:numPr>
        <w:tabs>
          <w:tab w:val="clear" w:pos="440"/>
          <w:tab w:val="num" w:pos="284"/>
        </w:tabs>
        <w:spacing w:before="240"/>
        <w:ind w:left="284" w:hanging="218"/>
        <w:jc w:val="both"/>
        <w:rPr>
          <w:rFonts w:ascii="Tahoma" w:hAnsi="Tahoma" w:cs="Tahoma"/>
          <w:b/>
          <w:bCs/>
          <w:lang w:val="ro-RO"/>
        </w:rPr>
      </w:pPr>
      <w:r w:rsidRPr="00A54A79">
        <w:rPr>
          <w:rFonts w:ascii="Tahoma" w:hAnsi="Tahoma" w:cs="Tahoma"/>
          <w:lang w:val="ro-RO"/>
        </w:rPr>
        <w:t>Asociaţiei de dezvoltare intercomunitarăpentru gestionarea integrată a deșeurilor municipale în județul Bistrița</w:t>
      </w:r>
      <w:r>
        <w:rPr>
          <w:rFonts w:ascii="Tahoma" w:hAnsi="Tahoma" w:cs="Tahoma"/>
          <w:lang w:val="ro-RO"/>
        </w:rPr>
        <w:t>-</w:t>
      </w:r>
      <w:r w:rsidRPr="00A54A79">
        <w:rPr>
          <w:rFonts w:ascii="Tahoma" w:hAnsi="Tahoma" w:cs="Tahoma"/>
          <w:lang w:val="ro-RO"/>
        </w:rPr>
        <w:t>Năsăud.</w:t>
      </w:r>
    </w:p>
    <w:p w:rsidR="007635D4" w:rsidRPr="000C7051" w:rsidRDefault="007635D4" w:rsidP="006C2A6B">
      <w:pPr>
        <w:numPr>
          <w:ilvl w:val="0"/>
          <w:numId w:val="6"/>
        </w:numPr>
        <w:tabs>
          <w:tab w:val="clear" w:pos="440"/>
          <w:tab w:val="num" w:pos="284"/>
        </w:tabs>
        <w:spacing w:before="240"/>
        <w:ind w:left="426"/>
        <w:jc w:val="both"/>
        <w:rPr>
          <w:rFonts w:ascii="Tahoma" w:hAnsi="Tahoma" w:cs="Tahoma"/>
          <w:b/>
          <w:bCs/>
          <w:lang w:val="ro-RO"/>
        </w:rPr>
      </w:pPr>
      <w:r w:rsidRPr="000C7051">
        <w:rPr>
          <w:rFonts w:ascii="Tahoma" w:hAnsi="Tahoma" w:cs="Tahoma"/>
          <w:lang w:val="ro-RO"/>
        </w:rPr>
        <w:t>Primarului orașului/comunei……..</w:t>
      </w:r>
    </w:p>
    <w:p w:rsidR="007635D4" w:rsidRPr="000C7051" w:rsidRDefault="007635D4" w:rsidP="006C2A6B">
      <w:pPr>
        <w:numPr>
          <w:ilvl w:val="0"/>
          <w:numId w:val="6"/>
        </w:numPr>
        <w:tabs>
          <w:tab w:val="clear" w:pos="440"/>
          <w:tab w:val="num" w:pos="284"/>
        </w:tabs>
        <w:spacing w:before="240"/>
        <w:ind w:left="426"/>
        <w:jc w:val="both"/>
        <w:rPr>
          <w:rFonts w:ascii="Tahoma" w:hAnsi="Tahoma" w:cs="Tahoma"/>
          <w:b/>
          <w:bCs/>
          <w:lang w:val="ro-RO"/>
        </w:rPr>
      </w:pPr>
      <w:r w:rsidRPr="000C7051">
        <w:rPr>
          <w:rFonts w:ascii="Tahoma" w:hAnsi="Tahoma" w:cs="Tahoma"/>
          <w:lang w:val="ro-RO"/>
        </w:rPr>
        <w:t>Persoanei nominalizată la Art.</w:t>
      </w:r>
      <w:r>
        <w:rPr>
          <w:rFonts w:ascii="Tahoma" w:hAnsi="Tahoma" w:cs="Tahoma"/>
          <w:lang w:val="ro-RO"/>
        </w:rPr>
        <w:t xml:space="preserve"> 4</w:t>
      </w:r>
      <w:r w:rsidRPr="000C7051">
        <w:rPr>
          <w:rFonts w:ascii="Tahoma" w:hAnsi="Tahoma" w:cs="Tahoma"/>
          <w:lang w:val="ro-RO"/>
        </w:rPr>
        <w:t xml:space="preserve"> din prezenta Hotărâre</w:t>
      </w:r>
    </w:p>
    <w:p w:rsidR="007635D4" w:rsidRPr="006C2A6B" w:rsidRDefault="007635D4" w:rsidP="006C2A6B">
      <w:pPr>
        <w:numPr>
          <w:ilvl w:val="0"/>
          <w:numId w:val="6"/>
        </w:numPr>
        <w:spacing w:before="240"/>
        <w:ind w:left="426"/>
        <w:jc w:val="both"/>
        <w:rPr>
          <w:rFonts w:ascii="Tahoma" w:hAnsi="Tahoma" w:cs="Tahoma"/>
          <w:b/>
          <w:bCs/>
          <w:lang w:val="ro-RO"/>
        </w:rPr>
      </w:pPr>
      <w:r w:rsidRPr="000C7051">
        <w:rPr>
          <w:rFonts w:ascii="Tahoma" w:hAnsi="Tahoma" w:cs="Tahoma"/>
          <w:lang w:val="ro-RO"/>
        </w:rPr>
        <w:t>……………………………………………………….</w:t>
      </w:r>
    </w:p>
    <w:p w:rsidR="007635D4" w:rsidRDefault="007635D4" w:rsidP="006C2A6B">
      <w:pPr>
        <w:spacing w:before="240"/>
        <w:ind w:firstLine="709"/>
        <w:rPr>
          <w:rFonts w:ascii="Tahoma" w:hAnsi="Tahoma" w:cs="Tahoma"/>
          <w:lang w:val="ro-RO"/>
        </w:rPr>
      </w:pPr>
      <w:r w:rsidRPr="000C7051">
        <w:rPr>
          <w:rFonts w:ascii="Tahoma" w:hAnsi="Tahoma" w:cs="Tahoma"/>
          <w:b/>
          <w:bCs/>
          <w:lang w:val="ro-RO"/>
        </w:rPr>
        <w:t>Art.</w:t>
      </w:r>
      <w:r>
        <w:rPr>
          <w:rFonts w:ascii="Tahoma" w:hAnsi="Tahoma" w:cs="Tahoma"/>
          <w:b/>
          <w:bCs/>
          <w:lang w:val="ro-RO"/>
        </w:rPr>
        <w:t>6</w:t>
      </w:r>
      <w:r w:rsidRPr="000C7051">
        <w:rPr>
          <w:rFonts w:ascii="Tahoma" w:hAnsi="Tahoma" w:cs="Tahoma"/>
          <w:b/>
          <w:bCs/>
          <w:lang w:val="ro-RO"/>
        </w:rPr>
        <w:t>.</w:t>
      </w:r>
      <w:r w:rsidRPr="000C7051">
        <w:rPr>
          <w:rFonts w:ascii="Tahoma" w:hAnsi="Tahoma" w:cs="Tahoma"/>
          <w:lang w:val="ro-RO"/>
        </w:rPr>
        <w:t xml:space="preserve"> Prezenta hotărâre a fost adoptată cu ____ voturi „pentru”……….voturi ”împotrivă”……………..”abțineri” din _____ consilieri prezenţi.</w:t>
      </w:r>
    </w:p>
    <w:p w:rsidR="007635D4" w:rsidRDefault="007635D4" w:rsidP="006C2A6B">
      <w:pPr>
        <w:spacing w:before="240"/>
        <w:ind w:firstLine="709"/>
        <w:rPr>
          <w:rFonts w:ascii="Tahoma" w:hAnsi="Tahoma" w:cs="Tahoma"/>
          <w:lang w:val="ro-RO"/>
        </w:rPr>
      </w:pPr>
    </w:p>
    <w:p w:rsidR="007635D4" w:rsidRPr="000C7051" w:rsidRDefault="007635D4" w:rsidP="006C2A6B">
      <w:pPr>
        <w:spacing w:before="240"/>
        <w:rPr>
          <w:rFonts w:ascii="Tahoma" w:hAnsi="Tahoma" w:cs="Tahoma"/>
          <w:b/>
          <w:bCs/>
          <w:lang w:val="ro-RO"/>
        </w:rPr>
      </w:pPr>
      <w:r w:rsidRPr="000C7051">
        <w:rPr>
          <w:rFonts w:ascii="Tahoma" w:hAnsi="Tahoma" w:cs="Tahoma"/>
          <w:b/>
          <w:bCs/>
          <w:lang w:val="ro-RO"/>
        </w:rPr>
        <w:t>PREŞEDINTE DE ŞEDINŢĂ</w:t>
      </w:r>
    </w:p>
    <w:p w:rsidR="007635D4" w:rsidRDefault="007635D4" w:rsidP="006C2A6B">
      <w:pPr>
        <w:spacing w:before="240"/>
        <w:rPr>
          <w:rFonts w:ascii="Tahoma" w:hAnsi="Tahoma" w:cs="Tahoma"/>
          <w:lang w:val="ro-RO"/>
        </w:rPr>
      </w:pPr>
      <w:r w:rsidRPr="000C7051">
        <w:rPr>
          <w:rFonts w:ascii="Tahoma" w:hAnsi="Tahoma" w:cs="Tahoma"/>
          <w:lang w:val="ro-RO"/>
        </w:rPr>
        <w:t>_______________________</w:t>
      </w:r>
    </w:p>
    <w:p w:rsidR="007635D4" w:rsidRPr="000C7051" w:rsidRDefault="007635D4" w:rsidP="006C2A6B">
      <w:pPr>
        <w:spacing w:before="240"/>
        <w:rPr>
          <w:rFonts w:ascii="Tahoma" w:hAnsi="Tahoma" w:cs="Tahoma"/>
          <w:b/>
          <w:bCs/>
          <w:lang w:val="ro-RO"/>
        </w:rPr>
      </w:pPr>
      <w:r w:rsidRPr="000C7051">
        <w:rPr>
          <w:rFonts w:ascii="Tahoma" w:hAnsi="Tahoma" w:cs="Tahoma"/>
          <w:lang w:val="ro-RO"/>
        </w:rPr>
        <w:tab/>
      </w:r>
      <w:r>
        <w:rPr>
          <w:rFonts w:ascii="Tahoma" w:hAnsi="Tahoma" w:cs="Tahoma"/>
          <w:lang w:val="ro-RO"/>
        </w:rPr>
        <w:t>Contrasemnează</w:t>
      </w:r>
    </w:p>
    <w:p w:rsidR="007635D4" w:rsidRPr="002B4DFF" w:rsidRDefault="007635D4" w:rsidP="006C2A6B">
      <w:pPr>
        <w:spacing w:before="240"/>
        <w:ind w:firstLine="720"/>
        <w:rPr>
          <w:rFonts w:ascii="Tahoma" w:hAnsi="Tahoma" w:cs="Tahoma"/>
          <w:b/>
          <w:bCs/>
          <w:lang w:val="ro-RO"/>
        </w:rPr>
      </w:pP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b/>
          <w:bCs/>
          <w:lang w:val="ro-RO"/>
        </w:rPr>
        <w:t xml:space="preserve">  SECRETAR</w:t>
      </w:r>
      <w:r>
        <w:rPr>
          <w:rFonts w:ascii="Tahoma" w:hAnsi="Tahoma" w:cs="Tahoma"/>
          <w:b/>
          <w:bCs/>
          <w:lang w:val="ro-RO"/>
        </w:rPr>
        <w:t xml:space="preserve"> GENERAL</w:t>
      </w:r>
    </w:p>
    <w:p w:rsidR="007635D4" w:rsidRDefault="007635D4" w:rsidP="006C2A6B">
      <w:pPr>
        <w:spacing w:before="240"/>
        <w:rPr>
          <w:rFonts w:ascii="Tahoma" w:hAnsi="Tahoma" w:cs="Tahoma"/>
          <w:b/>
          <w:bCs/>
          <w:lang w:val="ro-RO"/>
        </w:rPr>
      </w:pPr>
    </w:p>
    <w:p w:rsidR="007635D4" w:rsidRDefault="007635D4" w:rsidP="006C2A6B">
      <w:pPr>
        <w:spacing w:before="240"/>
        <w:rPr>
          <w:rFonts w:ascii="Tahoma" w:hAnsi="Tahoma" w:cs="Tahoma"/>
          <w:b/>
          <w:bCs/>
          <w:lang w:val="ro-RO"/>
        </w:rPr>
      </w:pPr>
    </w:p>
    <w:p w:rsidR="007635D4" w:rsidRDefault="007635D4" w:rsidP="006C2A6B">
      <w:pPr>
        <w:spacing w:before="240"/>
        <w:rPr>
          <w:rFonts w:ascii="Tahoma" w:hAnsi="Tahoma" w:cs="Tahoma"/>
          <w:b/>
          <w:bCs/>
          <w:lang w:val="ro-RO"/>
        </w:rPr>
      </w:pPr>
    </w:p>
    <w:p w:rsidR="007635D4" w:rsidRPr="000C7051" w:rsidRDefault="007635D4" w:rsidP="006C2A6B">
      <w:pPr>
        <w:spacing w:before="240"/>
        <w:rPr>
          <w:rFonts w:ascii="Tahoma" w:hAnsi="Tahoma" w:cs="Tahoma"/>
          <w:b/>
          <w:bCs/>
          <w:lang w:val="ro-RO"/>
        </w:rPr>
      </w:pPr>
      <w:r w:rsidRPr="000C7051">
        <w:rPr>
          <w:rFonts w:ascii="Tahoma" w:hAnsi="Tahoma" w:cs="Tahoma"/>
          <w:b/>
          <w:bCs/>
          <w:lang w:val="ro-RO"/>
        </w:rPr>
        <w:t>____(oraş)/comună la __________ (data)</w:t>
      </w:r>
    </w:p>
    <w:p w:rsidR="007635D4" w:rsidRDefault="007635D4" w:rsidP="006C2A6B">
      <w:pPr>
        <w:spacing w:before="240"/>
        <w:rPr>
          <w:rFonts w:ascii="Tahoma" w:hAnsi="Tahoma" w:cs="Tahoma"/>
          <w:b/>
          <w:bCs/>
          <w:lang w:val="ro-RO"/>
        </w:rPr>
      </w:pPr>
      <w:r w:rsidRPr="000C7051">
        <w:rPr>
          <w:rFonts w:ascii="Tahoma" w:hAnsi="Tahoma" w:cs="Tahoma"/>
          <w:b/>
          <w:bCs/>
          <w:lang w:val="ro-RO"/>
        </w:rPr>
        <w:t>Nr.____________</w:t>
      </w:r>
      <w:bookmarkStart w:id="3" w:name="_PictureBullets"/>
      <w:r w:rsidRPr="008E30C1">
        <w:rPr>
          <w:vanish/>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bullet="t">
            <v:imagedata r:id="rId7" o:title=""/>
          </v:shape>
        </w:pict>
      </w:r>
      <w:bookmarkEnd w:id="3"/>
    </w:p>
    <w:sectPr w:rsidR="007635D4" w:rsidSect="00C06297">
      <w:footerReference w:type="default" r:id="rId8"/>
      <w:pgSz w:w="12240" w:h="15840"/>
      <w:pgMar w:top="284" w:right="616" w:bottom="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5D4" w:rsidRDefault="007635D4" w:rsidP="00CA614F">
      <w:r>
        <w:separator/>
      </w:r>
    </w:p>
  </w:endnote>
  <w:endnote w:type="continuationSeparator" w:id="1">
    <w:p w:rsidR="007635D4" w:rsidRDefault="007635D4" w:rsidP="00CA61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5D4" w:rsidRDefault="007635D4">
    <w:pPr>
      <w:pStyle w:val="Footer"/>
      <w:jc w:val="center"/>
    </w:pPr>
    <w:fldSimple w:instr=" PAGE   \* MERGEFORMAT ">
      <w:r>
        <w:rPr>
          <w:noProof/>
        </w:rPr>
        <w:t>2</w:t>
      </w:r>
    </w:fldSimple>
  </w:p>
  <w:p w:rsidR="007635D4" w:rsidRDefault="007635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5D4" w:rsidRDefault="007635D4" w:rsidP="00CA614F">
      <w:r>
        <w:separator/>
      </w:r>
    </w:p>
  </w:footnote>
  <w:footnote w:type="continuationSeparator" w:id="1">
    <w:p w:rsidR="007635D4" w:rsidRDefault="007635D4" w:rsidP="00CA61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nsid w:val="0ABC016C"/>
    <w:multiLevelType w:val="hybridMultilevel"/>
    <w:tmpl w:val="6262A86C"/>
    <w:lvl w:ilvl="0" w:tplc="0352A8CE">
      <w:start w:val="1"/>
      <w:numFmt w:val="decimal"/>
      <w:lvlText w:val="(%1)"/>
      <w:lvlJc w:val="left"/>
      <w:pPr>
        <w:ind w:left="720" w:hanging="360"/>
      </w:pPr>
      <w:rPr>
        <w:rFonts w:eastAsia="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74B477A"/>
    <w:multiLevelType w:val="hybridMultilevel"/>
    <w:tmpl w:val="99328D3E"/>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74D1121"/>
    <w:multiLevelType w:val="multilevel"/>
    <w:tmpl w:val="E8D86C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194F2551"/>
    <w:multiLevelType w:val="hybridMultilevel"/>
    <w:tmpl w:val="73EA603E"/>
    <w:lvl w:ilvl="0" w:tplc="A22CFBA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E834E2B"/>
    <w:multiLevelType w:val="multilevel"/>
    <w:tmpl w:val="27683B3E"/>
    <w:lvl w:ilvl="0">
      <w:numFmt w:val="bullet"/>
      <w:lvlText w:val="-"/>
      <w:lvlJc w:val="left"/>
      <w:pPr>
        <w:ind w:left="720" w:hanging="360"/>
      </w:pPr>
      <w:rPr>
        <w:rFonts w:ascii="Tahoma" w:eastAsia="Times New Roman" w:hAnsi="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285343B8"/>
    <w:multiLevelType w:val="hybridMultilevel"/>
    <w:tmpl w:val="7122C8DC"/>
    <w:lvl w:ilvl="0" w:tplc="A614E8B4">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Wingdings" w:hint="default"/>
      </w:rPr>
    </w:lvl>
    <w:lvl w:ilvl="3" w:tplc="04090001">
      <w:start w:val="1"/>
      <w:numFmt w:val="bullet"/>
      <w:lvlText w:val=""/>
      <w:lvlJc w:val="left"/>
      <w:pPr>
        <w:tabs>
          <w:tab w:val="num" w:pos="1800"/>
        </w:tabs>
        <w:ind w:left="1800" w:hanging="360"/>
      </w:pPr>
      <w:rPr>
        <w:rFonts w:ascii="Symbol" w:hAnsi="Symbol" w:cs="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Wingdings" w:hint="default"/>
      </w:rPr>
    </w:lvl>
    <w:lvl w:ilvl="6" w:tplc="04090001">
      <w:start w:val="1"/>
      <w:numFmt w:val="bullet"/>
      <w:lvlText w:val=""/>
      <w:lvlJc w:val="left"/>
      <w:pPr>
        <w:tabs>
          <w:tab w:val="num" w:pos="3960"/>
        </w:tabs>
        <w:ind w:left="3960" w:hanging="360"/>
      </w:pPr>
      <w:rPr>
        <w:rFonts w:ascii="Symbol" w:hAnsi="Symbol" w:cs="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Wingdings" w:hint="default"/>
      </w:rPr>
    </w:lvl>
  </w:abstractNum>
  <w:abstractNum w:abstractNumId="7">
    <w:nsid w:val="369C3890"/>
    <w:multiLevelType w:val="hybridMultilevel"/>
    <w:tmpl w:val="D36449D8"/>
    <w:lvl w:ilvl="0" w:tplc="5BE27B62">
      <w:start w:val="1"/>
      <w:numFmt w:val="decimal"/>
      <w:lvlText w:val="(%1)"/>
      <w:lvlJc w:val="left"/>
      <w:pPr>
        <w:ind w:left="360" w:hanging="360"/>
      </w:pPr>
      <w:rPr>
        <w:b w:val="0"/>
        <w:bCs w:val="0"/>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B3057B"/>
    <w:multiLevelType w:val="hybridMultilevel"/>
    <w:tmpl w:val="D7603ADC"/>
    <w:lvl w:ilvl="0" w:tplc="68249EBA">
      <w:start w:val="1"/>
      <w:numFmt w:val="decimal"/>
      <w:lvlText w:val="(%1)"/>
      <w:lvlJc w:val="left"/>
      <w:pPr>
        <w:ind w:left="720" w:hanging="360"/>
      </w:pPr>
      <w:rPr>
        <w:rFonts w:hint="default"/>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nsid w:val="43AD0D7E"/>
    <w:multiLevelType w:val="hybridMultilevel"/>
    <w:tmpl w:val="30F0C298"/>
    <w:lvl w:ilvl="0" w:tplc="F404C47E">
      <w:start w:val="5"/>
      <w:numFmt w:val="bullet"/>
      <w:lvlText w:val="-"/>
      <w:lvlJc w:val="left"/>
      <w:pPr>
        <w:tabs>
          <w:tab w:val="num" w:pos="440"/>
        </w:tabs>
        <w:ind w:left="644" w:hanging="360"/>
      </w:pPr>
      <w:rPr>
        <w:rFonts w:ascii="Times New Roman" w:eastAsia="Times New Roman" w:hAnsi="Times New Roman" w:hint="default"/>
        <w:color w:val="000000"/>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start w:val="1"/>
      <w:numFmt w:val="bullet"/>
      <w:lvlText w:val=""/>
      <w:lvlJc w:val="left"/>
      <w:pPr>
        <w:tabs>
          <w:tab w:val="num" w:pos="2084"/>
        </w:tabs>
        <w:ind w:left="2084" w:hanging="360"/>
      </w:pPr>
      <w:rPr>
        <w:rFonts w:ascii="Wingdings" w:hAnsi="Wingdings" w:cs="Wingdings" w:hint="default"/>
      </w:rPr>
    </w:lvl>
    <w:lvl w:ilvl="3" w:tplc="04090001">
      <w:start w:val="1"/>
      <w:numFmt w:val="bullet"/>
      <w:lvlText w:val=""/>
      <w:lvlJc w:val="left"/>
      <w:pPr>
        <w:tabs>
          <w:tab w:val="num" w:pos="2804"/>
        </w:tabs>
        <w:ind w:left="2804" w:hanging="360"/>
      </w:pPr>
      <w:rPr>
        <w:rFonts w:ascii="Symbol" w:hAnsi="Symbol" w:cs="Symbol" w:hint="default"/>
      </w:rPr>
    </w:lvl>
    <w:lvl w:ilvl="4" w:tplc="04090003">
      <w:start w:val="1"/>
      <w:numFmt w:val="bullet"/>
      <w:lvlText w:val="o"/>
      <w:lvlJc w:val="left"/>
      <w:pPr>
        <w:tabs>
          <w:tab w:val="num" w:pos="3524"/>
        </w:tabs>
        <w:ind w:left="3524" w:hanging="360"/>
      </w:pPr>
      <w:rPr>
        <w:rFonts w:ascii="Courier New" w:hAnsi="Courier New" w:cs="Courier New" w:hint="default"/>
      </w:rPr>
    </w:lvl>
    <w:lvl w:ilvl="5" w:tplc="04090005">
      <w:start w:val="1"/>
      <w:numFmt w:val="bullet"/>
      <w:lvlText w:val=""/>
      <w:lvlJc w:val="left"/>
      <w:pPr>
        <w:tabs>
          <w:tab w:val="num" w:pos="4244"/>
        </w:tabs>
        <w:ind w:left="4244" w:hanging="360"/>
      </w:pPr>
      <w:rPr>
        <w:rFonts w:ascii="Wingdings" w:hAnsi="Wingdings" w:cs="Wingdings" w:hint="default"/>
      </w:rPr>
    </w:lvl>
    <w:lvl w:ilvl="6" w:tplc="04090001">
      <w:start w:val="1"/>
      <w:numFmt w:val="bullet"/>
      <w:lvlText w:val=""/>
      <w:lvlJc w:val="left"/>
      <w:pPr>
        <w:tabs>
          <w:tab w:val="num" w:pos="4964"/>
        </w:tabs>
        <w:ind w:left="4964" w:hanging="360"/>
      </w:pPr>
      <w:rPr>
        <w:rFonts w:ascii="Symbol" w:hAnsi="Symbol" w:cs="Symbol" w:hint="default"/>
      </w:rPr>
    </w:lvl>
    <w:lvl w:ilvl="7" w:tplc="04090003">
      <w:start w:val="1"/>
      <w:numFmt w:val="bullet"/>
      <w:lvlText w:val="o"/>
      <w:lvlJc w:val="left"/>
      <w:pPr>
        <w:tabs>
          <w:tab w:val="num" w:pos="5684"/>
        </w:tabs>
        <w:ind w:left="5684" w:hanging="360"/>
      </w:pPr>
      <w:rPr>
        <w:rFonts w:ascii="Courier New" w:hAnsi="Courier New" w:cs="Courier New" w:hint="default"/>
      </w:rPr>
    </w:lvl>
    <w:lvl w:ilvl="8" w:tplc="04090005">
      <w:start w:val="1"/>
      <w:numFmt w:val="bullet"/>
      <w:lvlText w:val=""/>
      <w:lvlJc w:val="left"/>
      <w:pPr>
        <w:tabs>
          <w:tab w:val="num" w:pos="6404"/>
        </w:tabs>
        <w:ind w:left="6404" w:hanging="360"/>
      </w:pPr>
      <w:rPr>
        <w:rFonts w:ascii="Wingdings" w:hAnsi="Wingdings" w:cs="Wingdings" w:hint="default"/>
      </w:rPr>
    </w:lvl>
  </w:abstractNum>
  <w:abstractNum w:abstractNumId="10">
    <w:nsid w:val="470676CE"/>
    <w:multiLevelType w:val="hybridMultilevel"/>
    <w:tmpl w:val="3914161C"/>
    <w:lvl w:ilvl="0" w:tplc="D9E83DA6">
      <w:start w:val="5"/>
      <w:numFmt w:val="bullet"/>
      <w:lvlText w:val="-"/>
      <w:lvlJc w:val="left"/>
      <w:pPr>
        <w:tabs>
          <w:tab w:val="num" w:pos="516"/>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70F672C"/>
    <w:multiLevelType w:val="multilevel"/>
    <w:tmpl w:val="E8D86C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7321115B"/>
    <w:multiLevelType w:val="hybridMultilevel"/>
    <w:tmpl w:val="E8D86C18"/>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BA53F59"/>
    <w:multiLevelType w:val="hybridMultilevel"/>
    <w:tmpl w:val="C818D4C0"/>
    <w:lvl w:ilvl="0" w:tplc="44886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E6E1B68"/>
    <w:multiLevelType w:val="hybridMultilevel"/>
    <w:tmpl w:val="3D0A247C"/>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14"/>
  </w:num>
  <w:num w:numId="3">
    <w:abstractNumId w:val="2"/>
  </w:num>
  <w:num w:numId="4">
    <w:abstractNumId w:val="12"/>
  </w:num>
  <w:num w:numId="5">
    <w:abstractNumId w:val="11"/>
  </w:num>
  <w:num w:numId="6">
    <w:abstractNumId w:val="9"/>
  </w:num>
  <w:num w:numId="7">
    <w:abstractNumId w:val="3"/>
  </w:num>
  <w:num w:numId="8">
    <w:abstractNumId w:val="10"/>
  </w:num>
  <w:num w:numId="9">
    <w:abstractNumId w:val="8"/>
  </w:num>
  <w:num w:numId="10">
    <w:abstractNumId w:val="9"/>
  </w:num>
  <w:num w:numId="11">
    <w:abstractNumId w:val="13"/>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CAA"/>
    <w:rsid w:val="00001CA8"/>
    <w:rsid w:val="000108FE"/>
    <w:rsid w:val="00011069"/>
    <w:rsid w:val="00012784"/>
    <w:rsid w:val="00026694"/>
    <w:rsid w:val="00035023"/>
    <w:rsid w:val="000408B9"/>
    <w:rsid w:val="00044F5A"/>
    <w:rsid w:val="0004780C"/>
    <w:rsid w:val="00051664"/>
    <w:rsid w:val="00052062"/>
    <w:rsid w:val="00073246"/>
    <w:rsid w:val="00080FA7"/>
    <w:rsid w:val="00082DE5"/>
    <w:rsid w:val="000838B3"/>
    <w:rsid w:val="00091B95"/>
    <w:rsid w:val="000933D6"/>
    <w:rsid w:val="000956A9"/>
    <w:rsid w:val="000966C4"/>
    <w:rsid w:val="000A1975"/>
    <w:rsid w:val="000A5B9C"/>
    <w:rsid w:val="000C7051"/>
    <w:rsid w:val="000D0807"/>
    <w:rsid w:val="000D0D30"/>
    <w:rsid w:val="000D3627"/>
    <w:rsid w:val="000D7857"/>
    <w:rsid w:val="000E0C40"/>
    <w:rsid w:val="000E49C5"/>
    <w:rsid w:val="000F0497"/>
    <w:rsid w:val="000F105D"/>
    <w:rsid w:val="00100D36"/>
    <w:rsid w:val="00103D81"/>
    <w:rsid w:val="0012401B"/>
    <w:rsid w:val="00124A5A"/>
    <w:rsid w:val="00136B4A"/>
    <w:rsid w:val="00141BD4"/>
    <w:rsid w:val="00144826"/>
    <w:rsid w:val="00144E59"/>
    <w:rsid w:val="001570EE"/>
    <w:rsid w:val="00157B86"/>
    <w:rsid w:val="00172E39"/>
    <w:rsid w:val="00175F75"/>
    <w:rsid w:val="00181854"/>
    <w:rsid w:val="00184FA8"/>
    <w:rsid w:val="001A1EFE"/>
    <w:rsid w:val="001A21B8"/>
    <w:rsid w:val="001A260E"/>
    <w:rsid w:val="001A5031"/>
    <w:rsid w:val="001A6E51"/>
    <w:rsid w:val="001B1117"/>
    <w:rsid w:val="001C5B4F"/>
    <w:rsid w:val="001C6BCD"/>
    <w:rsid w:val="001D30E0"/>
    <w:rsid w:val="001E2CAC"/>
    <w:rsid w:val="001E4042"/>
    <w:rsid w:val="001E6B90"/>
    <w:rsid w:val="001F7986"/>
    <w:rsid w:val="0020017E"/>
    <w:rsid w:val="002042D4"/>
    <w:rsid w:val="00213210"/>
    <w:rsid w:val="00217A00"/>
    <w:rsid w:val="002206A1"/>
    <w:rsid w:val="002406BB"/>
    <w:rsid w:val="0024766E"/>
    <w:rsid w:val="00252A52"/>
    <w:rsid w:val="0026084B"/>
    <w:rsid w:val="002623C8"/>
    <w:rsid w:val="0026518D"/>
    <w:rsid w:val="002654EC"/>
    <w:rsid w:val="0026553E"/>
    <w:rsid w:val="00271EDF"/>
    <w:rsid w:val="0027503B"/>
    <w:rsid w:val="0028024F"/>
    <w:rsid w:val="00281DE9"/>
    <w:rsid w:val="00287359"/>
    <w:rsid w:val="002A0980"/>
    <w:rsid w:val="002B4DFF"/>
    <w:rsid w:val="002B5A5E"/>
    <w:rsid w:val="002C2608"/>
    <w:rsid w:val="002C76DE"/>
    <w:rsid w:val="002C7803"/>
    <w:rsid w:val="002D5562"/>
    <w:rsid w:val="002D6939"/>
    <w:rsid w:val="002D70EF"/>
    <w:rsid w:val="002F03A9"/>
    <w:rsid w:val="002F5DBE"/>
    <w:rsid w:val="0031201C"/>
    <w:rsid w:val="00316149"/>
    <w:rsid w:val="003270CF"/>
    <w:rsid w:val="00341C2A"/>
    <w:rsid w:val="003423FD"/>
    <w:rsid w:val="00344038"/>
    <w:rsid w:val="00344782"/>
    <w:rsid w:val="00352A7E"/>
    <w:rsid w:val="00356E92"/>
    <w:rsid w:val="0036332C"/>
    <w:rsid w:val="00371849"/>
    <w:rsid w:val="003839B4"/>
    <w:rsid w:val="00392522"/>
    <w:rsid w:val="003A2E34"/>
    <w:rsid w:val="003A4162"/>
    <w:rsid w:val="003B6348"/>
    <w:rsid w:val="003B7BA7"/>
    <w:rsid w:val="003C3093"/>
    <w:rsid w:val="003C3668"/>
    <w:rsid w:val="003E4723"/>
    <w:rsid w:val="00402367"/>
    <w:rsid w:val="00402464"/>
    <w:rsid w:val="004148BC"/>
    <w:rsid w:val="00414C78"/>
    <w:rsid w:val="00415671"/>
    <w:rsid w:val="004167F6"/>
    <w:rsid w:val="00422ACF"/>
    <w:rsid w:val="0043305A"/>
    <w:rsid w:val="00435876"/>
    <w:rsid w:val="004418C6"/>
    <w:rsid w:val="00443580"/>
    <w:rsid w:val="004460D3"/>
    <w:rsid w:val="00452978"/>
    <w:rsid w:val="00452EC1"/>
    <w:rsid w:val="004556ED"/>
    <w:rsid w:val="00455DBC"/>
    <w:rsid w:val="00456A5C"/>
    <w:rsid w:val="004576BA"/>
    <w:rsid w:val="00466E4B"/>
    <w:rsid w:val="0048500C"/>
    <w:rsid w:val="0048598B"/>
    <w:rsid w:val="00491EA4"/>
    <w:rsid w:val="00494268"/>
    <w:rsid w:val="004A4205"/>
    <w:rsid w:val="004B052D"/>
    <w:rsid w:val="004C3D40"/>
    <w:rsid w:val="004C6110"/>
    <w:rsid w:val="004D1084"/>
    <w:rsid w:val="004D12F6"/>
    <w:rsid w:val="004D2952"/>
    <w:rsid w:val="004D63DC"/>
    <w:rsid w:val="004D63EA"/>
    <w:rsid w:val="004F4C76"/>
    <w:rsid w:val="004F5D6A"/>
    <w:rsid w:val="00507EEC"/>
    <w:rsid w:val="00511F7A"/>
    <w:rsid w:val="00513903"/>
    <w:rsid w:val="00513B75"/>
    <w:rsid w:val="00513B80"/>
    <w:rsid w:val="005313DB"/>
    <w:rsid w:val="005316EB"/>
    <w:rsid w:val="005344AB"/>
    <w:rsid w:val="005374B0"/>
    <w:rsid w:val="005427BF"/>
    <w:rsid w:val="0054708B"/>
    <w:rsid w:val="0055566A"/>
    <w:rsid w:val="00560179"/>
    <w:rsid w:val="00564103"/>
    <w:rsid w:val="0056424E"/>
    <w:rsid w:val="00564A58"/>
    <w:rsid w:val="00565E11"/>
    <w:rsid w:val="005668E0"/>
    <w:rsid w:val="005753AE"/>
    <w:rsid w:val="005847B4"/>
    <w:rsid w:val="005874F7"/>
    <w:rsid w:val="005929F6"/>
    <w:rsid w:val="005B10FD"/>
    <w:rsid w:val="005E33C4"/>
    <w:rsid w:val="005E554E"/>
    <w:rsid w:val="00610271"/>
    <w:rsid w:val="006102C9"/>
    <w:rsid w:val="0061141E"/>
    <w:rsid w:val="006262B9"/>
    <w:rsid w:val="00627867"/>
    <w:rsid w:val="00632E44"/>
    <w:rsid w:val="006340BC"/>
    <w:rsid w:val="0063667B"/>
    <w:rsid w:val="00637924"/>
    <w:rsid w:val="00640BD2"/>
    <w:rsid w:val="0064296E"/>
    <w:rsid w:val="006472D9"/>
    <w:rsid w:val="006516BE"/>
    <w:rsid w:val="00656F08"/>
    <w:rsid w:val="00666A50"/>
    <w:rsid w:val="00673FEA"/>
    <w:rsid w:val="00674640"/>
    <w:rsid w:val="006824FE"/>
    <w:rsid w:val="00685E3A"/>
    <w:rsid w:val="00690506"/>
    <w:rsid w:val="00693454"/>
    <w:rsid w:val="00696FD7"/>
    <w:rsid w:val="006B1360"/>
    <w:rsid w:val="006B7B0E"/>
    <w:rsid w:val="006C1289"/>
    <w:rsid w:val="006C2A6B"/>
    <w:rsid w:val="006C4ABD"/>
    <w:rsid w:val="006C65BE"/>
    <w:rsid w:val="006C6B61"/>
    <w:rsid w:val="006D0BF2"/>
    <w:rsid w:val="006D2F18"/>
    <w:rsid w:val="006E1CB2"/>
    <w:rsid w:val="006E2C85"/>
    <w:rsid w:val="006F27D7"/>
    <w:rsid w:val="006F3CC1"/>
    <w:rsid w:val="0070661D"/>
    <w:rsid w:val="007153E6"/>
    <w:rsid w:val="00716C3C"/>
    <w:rsid w:val="007173AD"/>
    <w:rsid w:val="00721DA7"/>
    <w:rsid w:val="0073408B"/>
    <w:rsid w:val="007340BA"/>
    <w:rsid w:val="007355A3"/>
    <w:rsid w:val="00742C99"/>
    <w:rsid w:val="00747119"/>
    <w:rsid w:val="00753F11"/>
    <w:rsid w:val="007625AF"/>
    <w:rsid w:val="007635D4"/>
    <w:rsid w:val="00767401"/>
    <w:rsid w:val="00767565"/>
    <w:rsid w:val="007705A9"/>
    <w:rsid w:val="00770DA0"/>
    <w:rsid w:val="00771DD0"/>
    <w:rsid w:val="00771F12"/>
    <w:rsid w:val="007914FB"/>
    <w:rsid w:val="00796C49"/>
    <w:rsid w:val="007A24BB"/>
    <w:rsid w:val="007A51A7"/>
    <w:rsid w:val="007A7F98"/>
    <w:rsid w:val="007B5250"/>
    <w:rsid w:val="007C098A"/>
    <w:rsid w:val="007C0E73"/>
    <w:rsid w:val="007C2680"/>
    <w:rsid w:val="007D3A09"/>
    <w:rsid w:val="007D4766"/>
    <w:rsid w:val="007D7EAC"/>
    <w:rsid w:val="007E122D"/>
    <w:rsid w:val="007E3C68"/>
    <w:rsid w:val="007F5549"/>
    <w:rsid w:val="008047BA"/>
    <w:rsid w:val="00814D17"/>
    <w:rsid w:val="00831906"/>
    <w:rsid w:val="00836CD0"/>
    <w:rsid w:val="008376D1"/>
    <w:rsid w:val="00844933"/>
    <w:rsid w:val="00845A15"/>
    <w:rsid w:val="0086062A"/>
    <w:rsid w:val="00865B31"/>
    <w:rsid w:val="0086708C"/>
    <w:rsid w:val="00871FE4"/>
    <w:rsid w:val="0087261C"/>
    <w:rsid w:val="00877BF3"/>
    <w:rsid w:val="00887A39"/>
    <w:rsid w:val="008911DB"/>
    <w:rsid w:val="00892A18"/>
    <w:rsid w:val="00892F23"/>
    <w:rsid w:val="00893FF9"/>
    <w:rsid w:val="008A7526"/>
    <w:rsid w:val="008B3940"/>
    <w:rsid w:val="008B55BA"/>
    <w:rsid w:val="008C1392"/>
    <w:rsid w:val="008C1A1A"/>
    <w:rsid w:val="008C64E6"/>
    <w:rsid w:val="008D2641"/>
    <w:rsid w:val="008D2ED2"/>
    <w:rsid w:val="008D719E"/>
    <w:rsid w:val="008E1531"/>
    <w:rsid w:val="008E30C1"/>
    <w:rsid w:val="008E491B"/>
    <w:rsid w:val="008F0D9F"/>
    <w:rsid w:val="008F667A"/>
    <w:rsid w:val="00905A7B"/>
    <w:rsid w:val="0091477F"/>
    <w:rsid w:val="00917788"/>
    <w:rsid w:val="00920295"/>
    <w:rsid w:val="00922EBE"/>
    <w:rsid w:val="00925FE5"/>
    <w:rsid w:val="00926485"/>
    <w:rsid w:val="00927052"/>
    <w:rsid w:val="00933EFB"/>
    <w:rsid w:val="00936EF1"/>
    <w:rsid w:val="009371AA"/>
    <w:rsid w:val="00947C19"/>
    <w:rsid w:val="00953C1B"/>
    <w:rsid w:val="0095581C"/>
    <w:rsid w:val="0095692A"/>
    <w:rsid w:val="00961DCB"/>
    <w:rsid w:val="00985A40"/>
    <w:rsid w:val="009861B3"/>
    <w:rsid w:val="0099310F"/>
    <w:rsid w:val="009A0B75"/>
    <w:rsid w:val="009A1A38"/>
    <w:rsid w:val="009A372E"/>
    <w:rsid w:val="009A7423"/>
    <w:rsid w:val="009A7F74"/>
    <w:rsid w:val="009B73B2"/>
    <w:rsid w:val="009C2C6E"/>
    <w:rsid w:val="009C79D9"/>
    <w:rsid w:val="009D2C70"/>
    <w:rsid w:val="009D4D90"/>
    <w:rsid w:val="009D7BFD"/>
    <w:rsid w:val="009E0781"/>
    <w:rsid w:val="009E0B04"/>
    <w:rsid w:val="009E562E"/>
    <w:rsid w:val="009E5BE0"/>
    <w:rsid w:val="009F031C"/>
    <w:rsid w:val="009F0EFB"/>
    <w:rsid w:val="009F6910"/>
    <w:rsid w:val="00A05D98"/>
    <w:rsid w:val="00A126D2"/>
    <w:rsid w:val="00A21716"/>
    <w:rsid w:val="00A21E0F"/>
    <w:rsid w:val="00A21E1E"/>
    <w:rsid w:val="00A238CC"/>
    <w:rsid w:val="00A276DA"/>
    <w:rsid w:val="00A41006"/>
    <w:rsid w:val="00A43445"/>
    <w:rsid w:val="00A4659B"/>
    <w:rsid w:val="00A4713C"/>
    <w:rsid w:val="00A527C7"/>
    <w:rsid w:val="00A53515"/>
    <w:rsid w:val="00A54A79"/>
    <w:rsid w:val="00A557AA"/>
    <w:rsid w:val="00A56050"/>
    <w:rsid w:val="00A572C4"/>
    <w:rsid w:val="00A628F3"/>
    <w:rsid w:val="00A62C33"/>
    <w:rsid w:val="00A6373F"/>
    <w:rsid w:val="00A65D0F"/>
    <w:rsid w:val="00A74DCB"/>
    <w:rsid w:val="00A8555B"/>
    <w:rsid w:val="00A93324"/>
    <w:rsid w:val="00A97149"/>
    <w:rsid w:val="00A97891"/>
    <w:rsid w:val="00AA67B4"/>
    <w:rsid w:val="00AB3DBF"/>
    <w:rsid w:val="00AB4B7D"/>
    <w:rsid w:val="00AB67D8"/>
    <w:rsid w:val="00AB730D"/>
    <w:rsid w:val="00AC24AA"/>
    <w:rsid w:val="00AC5B17"/>
    <w:rsid w:val="00AC6DA4"/>
    <w:rsid w:val="00AD337F"/>
    <w:rsid w:val="00AD3A71"/>
    <w:rsid w:val="00AD64FB"/>
    <w:rsid w:val="00AD68F2"/>
    <w:rsid w:val="00AE0800"/>
    <w:rsid w:val="00AE0DEC"/>
    <w:rsid w:val="00AE3AE0"/>
    <w:rsid w:val="00AE4653"/>
    <w:rsid w:val="00B061B4"/>
    <w:rsid w:val="00B10D9E"/>
    <w:rsid w:val="00B16253"/>
    <w:rsid w:val="00B163A5"/>
    <w:rsid w:val="00B17195"/>
    <w:rsid w:val="00B176EC"/>
    <w:rsid w:val="00B22A11"/>
    <w:rsid w:val="00B26346"/>
    <w:rsid w:val="00B34E3E"/>
    <w:rsid w:val="00B4092E"/>
    <w:rsid w:val="00B41896"/>
    <w:rsid w:val="00B43490"/>
    <w:rsid w:val="00B5490A"/>
    <w:rsid w:val="00B5576B"/>
    <w:rsid w:val="00B66F64"/>
    <w:rsid w:val="00B70CF9"/>
    <w:rsid w:val="00B75C5A"/>
    <w:rsid w:val="00B83AC0"/>
    <w:rsid w:val="00B924C9"/>
    <w:rsid w:val="00B92B2F"/>
    <w:rsid w:val="00B94D00"/>
    <w:rsid w:val="00B97CAC"/>
    <w:rsid w:val="00BA0150"/>
    <w:rsid w:val="00BA108C"/>
    <w:rsid w:val="00BA6FBD"/>
    <w:rsid w:val="00BA78F2"/>
    <w:rsid w:val="00BC59FA"/>
    <w:rsid w:val="00BC6ABB"/>
    <w:rsid w:val="00BD1A52"/>
    <w:rsid w:val="00BE6827"/>
    <w:rsid w:val="00BF0AE2"/>
    <w:rsid w:val="00BF291A"/>
    <w:rsid w:val="00C00974"/>
    <w:rsid w:val="00C06297"/>
    <w:rsid w:val="00C13489"/>
    <w:rsid w:val="00C143FC"/>
    <w:rsid w:val="00C145B5"/>
    <w:rsid w:val="00C15A2F"/>
    <w:rsid w:val="00C17A0E"/>
    <w:rsid w:val="00C2614E"/>
    <w:rsid w:val="00C31FE8"/>
    <w:rsid w:val="00C32304"/>
    <w:rsid w:val="00C416A3"/>
    <w:rsid w:val="00C43527"/>
    <w:rsid w:val="00C4361C"/>
    <w:rsid w:val="00C6148C"/>
    <w:rsid w:val="00C6234B"/>
    <w:rsid w:val="00C6319F"/>
    <w:rsid w:val="00C63383"/>
    <w:rsid w:val="00C77A68"/>
    <w:rsid w:val="00C8229E"/>
    <w:rsid w:val="00C827FF"/>
    <w:rsid w:val="00C95DDD"/>
    <w:rsid w:val="00CA1AB9"/>
    <w:rsid w:val="00CA614F"/>
    <w:rsid w:val="00CB52E2"/>
    <w:rsid w:val="00CC39ED"/>
    <w:rsid w:val="00CC4432"/>
    <w:rsid w:val="00CC4983"/>
    <w:rsid w:val="00CC764F"/>
    <w:rsid w:val="00CD3E9B"/>
    <w:rsid w:val="00CD73D0"/>
    <w:rsid w:val="00CD7807"/>
    <w:rsid w:val="00CE29AD"/>
    <w:rsid w:val="00CF0D40"/>
    <w:rsid w:val="00CF19D8"/>
    <w:rsid w:val="00CF33F4"/>
    <w:rsid w:val="00D00719"/>
    <w:rsid w:val="00D0666D"/>
    <w:rsid w:val="00D06E1E"/>
    <w:rsid w:val="00D07683"/>
    <w:rsid w:val="00D07BC4"/>
    <w:rsid w:val="00D13254"/>
    <w:rsid w:val="00D4303F"/>
    <w:rsid w:val="00D451DA"/>
    <w:rsid w:val="00D45669"/>
    <w:rsid w:val="00D55744"/>
    <w:rsid w:val="00D65366"/>
    <w:rsid w:val="00D70B2A"/>
    <w:rsid w:val="00D72055"/>
    <w:rsid w:val="00D764BD"/>
    <w:rsid w:val="00D76915"/>
    <w:rsid w:val="00D833E0"/>
    <w:rsid w:val="00D87B6B"/>
    <w:rsid w:val="00D97E2D"/>
    <w:rsid w:val="00DA1C73"/>
    <w:rsid w:val="00DA219C"/>
    <w:rsid w:val="00DB2427"/>
    <w:rsid w:val="00DB3BDD"/>
    <w:rsid w:val="00DB7C38"/>
    <w:rsid w:val="00DC6AB8"/>
    <w:rsid w:val="00DD1835"/>
    <w:rsid w:val="00DD3A69"/>
    <w:rsid w:val="00DD7AA1"/>
    <w:rsid w:val="00DE2FAA"/>
    <w:rsid w:val="00DE4E3F"/>
    <w:rsid w:val="00DF387A"/>
    <w:rsid w:val="00DF3D7B"/>
    <w:rsid w:val="00DF7BFE"/>
    <w:rsid w:val="00E01CE0"/>
    <w:rsid w:val="00E02180"/>
    <w:rsid w:val="00E03D85"/>
    <w:rsid w:val="00E11D41"/>
    <w:rsid w:val="00E1374C"/>
    <w:rsid w:val="00E14A8D"/>
    <w:rsid w:val="00E15498"/>
    <w:rsid w:val="00E17A29"/>
    <w:rsid w:val="00E27867"/>
    <w:rsid w:val="00E305FE"/>
    <w:rsid w:val="00E37CD0"/>
    <w:rsid w:val="00E41CA9"/>
    <w:rsid w:val="00E4400B"/>
    <w:rsid w:val="00E45672"/>
    <w:rsid w:val="00E47F6D"/>
    <w:rsid w:val="00E52EA7"/>
    <w:rsid w:val="00E60CAA"/>
    <w:rsid w:val="00E6343B"/>
    <w:rsid w:val="00E716F0"/>
    <w:rsid w:val="00E76693"/>
    <w:rsid w:val="00E82777"/>
    <w:rsid w:val="00E8360F"/>
    <w:rsid w:val="00E86247"/>
    <w:rsid w:val="00E86C3E"/>
    <w:rsid w:val="00E947B6"/>
    <w:rsid w:val="00EB1C9E"/>
    <w:rsid w:val="00EB1FF3"/>
    <w:rsid w:val="00EC0296"/>
    <w:rsid w:val="00EC0854"/>
    <w:rsid w:val="00EC14FB"/>
    <w:rsid w:val="00EC336D"/>
    <w:rsid w:val="00EC7A6A"/>
    <w:rsid w:val="00ED0EB2"/>
    <w:rsid w:val="00ED0F63"/>
    <w:rsid w:val="00ED31F7"/>
    <w:rsid w:val="00ED5DC9"/>
    <w:rsid w:val="00EE020A"/>
    <w:rsid w:val="00EE4167"/>
    <w:rsid w:val="00EF0B0B"/>
    <w:rsid w:val="00EF1731"/>
    <w:rsid w:val="00EF1E97"/>
    <w:rsid w:val="00EF7431"/>
    <w:rsid w:val="00EF75B1"/>
    <w:rsid w:val="00EF7B6C"/>
    <w:rsid w:val="00F0096F"/>
    <w:rsid w:val="00F00A73"/>
    <w:rsid w:val="00F108CB"/>
    <w:rsid w:val="00F15F08"/>
    <w:rsid w:val="00F16FE1"/>
    <w:rsid w:val="00F21088"/>
    <w:rsid w:val="00F2459C"/>
    <w:rsid w:val="00F24BE9"/>
    <w:rsid w:val="00F273D7"/>
    <w:rsid w:val="00F32591"/>
    <w:rsid w:val="00F34C18"/>
    <w:rsid w:val="00F3632F"/>
    <w:rsid w:val="00F417A8"/>
    <w:rsid w:val="00F438D4"/>
    <w:rsid w:val="00F444FD"/>
    <w:rsid w:val="00F5655C"/>
    <w:rsid w:val="00F60CBF"/>
    <w:rsid w:val="00F74CC8"/>
    <w:rsid w:val="00F777DB"/>
    <w:rsid w:val="00F77E07"/>
    <w:rsid w:val="00F81F5E"/>
    <w:rsid w:val="00F94795"/>
    <w:rsid w:val="00FA0236"/>
    <w:rsid w:val="00FC2520"/>
    <w:rsid w:val="00FC5A9B"/>
    <w:rsid w:val="00FC60E0"/>
    <w:rsid w:val="00FC7B80"/>
    <w:rsid w:val="00FD7479"/>
    <w:rsid w:val="00FE086F"/>
    <w:rsid w:val="00FE54B1"/>
    <w:rsid w:val="00FF1860"/>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locked="1" w:uiPriority="0"/>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semiHidden="1" w:unhideWhenUsed="1"/>
    <w:lsdException w:name="Table Subtle 2" w:locked="1" w:uiPriority="0"/>
    <w:lsdException w:name="Table Web 1" w:locked="1" w:uiPriority="0"/>
    <w:lsdException w:name="Table Web 2" w:semiHidden="1" w:unhideWhenUsed="1"/>
    <w:lsdException w:name="Table Web 3" w:semiHidden="1" w:unhideWhenUsed="1"/>
    <w:lsdException w:name="Balloon Text" w:locked="1" w:uiPriority="0"/>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0D9F"/>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A614F"/>
    <w:pPr>
      <w:tabs>
        <w:tab w:val="center" w:pos="4680"/>
        <w:tab w:val="right" w:pos="9360"/>
      </w:tabs>
    </w:pPr>
    <w:rPr>
      <w:lang w:val="ro-RO" w:eastAsia="ro-RO"/>
    </w:rPr>
  </w:style>
  <w:style w:type="character" w:customStyle="1" w:styleId="HeaderChar">
    <w:name w:val="Header Char"/>
    <w:basedOn w:val="DefaultParagraphFont"/>
    <w:link w:val="Header"/>
    <w:uiPriority w:val="99"/>
    <w:locked/>
    <w:rsid w:val="00CA614F"/>
    <w:rPr>
      <w:sz w:val="24"/>
      <w:szCs w:val="24"/>
    </w:rPr>
  </w:style>
  <w:style w:type="paragraph" w:styleId="Footer">
    <w:name w:val="footer"/>
    <w:basedOn w:val="Normal"/>
    <w:link w:val="FooterChar"/>
    <w:uiPriority w:val="99"/>
    <w:rsid w:val="00CA614F"/>
    <w:pPr>
      <w:tabs>
        <w:tab w:val="center" w:pos="4680"/>
        <w:tab w:val="right" w:pos="9360"/>
      </w:tabs>
    </w:pPr>
    <w:rPr>
      <w:lang w:val="ro-RO" w:eastAsia="ro-RO"/>
    </w:rPr>
  </w:style>
  <w:style w:type="character" w:customStyle="1" w:styleId="FooterChar">
    <w:name w:val="Footer Char"/>
    <w:basedOn w:val="DefaultParagraphFont"/>
    <w:link w:val="Footer"/>
    <w:uiPriority w:val="99"/>
    <w:locked/>
    <w:rsid w:val="00CA614F"/>
    <w:rPr>
      <w:sz w:val="24"/>
      <w:szCs w:val="24"/>
    </w:rPr>
  </w:style>
  <w:style w:type="table" w:styleId="TableGrid">
    <w:name w:val="Table Grid"/>
    <w:basedOn w:val="TableNormal"/>
    <w:uiPriority w:val="99"/>
    <w:rsid w:val="00172E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F5DBE"/>
    <w:rPr>
      <w:rFonts w:ascii="Segoe UI" w:hAnsi="Segoe UI" w:cs="Segoe UI"/>
      <w:sz w:val="18"/>
      <w:szCs w:val="18"/>
      <w:lang w:val="ro-RO" w:eastAsia="ro-RO"/>
    </w:rPr>
  </w:style>
  <w:style w:type="character" w:customStyle="1" w:styleId="BalloonTextChar">
    <w:name w:val="Balloon Text Char"/>
    <w:basedOn w:val="DefaultParagraphFont"/>
    <w:link w:val="BalloonText"/>
    <w:uiPriority w:val="99"/>
    <w:locked/>
    <w:rsid w:val="002F5DBE"/>
    <w:rPr>
      <w:rFonts w:ascii="Segoe UI" w:hAnsi="Segoe UI" w:cs="Segoe UI"/>
      <w:sz w:val="18"/>
      <w:szCs w:val="18"/>
    </w:rPr>
  </w:style>
  <w:style w:type="paragraph" w:styleId="NoSpacing">
    <w:name w:val="No Spacing"/>
    <w:uiPriority w:val="99"/>
    <w:qFormat/>
    <w:rsid w:val="004167F6"/>
    <w:rPr>
      <w:rFonts w:ascii="Calibri" w:hAnsi="Calibri" w:cs="Calibri"/>
      <w:lang w:val="en-US" w:eastAsia="en-US"/>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99"/>
    <w:qFormat/>
    <w:rsid w:val="00F74CC8"/>
    <w:pPr>
      <w:spacing w:after="160" w:line="259" w:lineRule="auto"/>
      <w:ind w:left="720"/>
    </w:pPr>
    <w:rPr>
      <w:lang w:val="ro-RO" w:eastAsia="ro-RO"/>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99"/>
    <w:locked/>
    <w:rsid w:val="00844933"/>
    <w:rPr>
      <w:rFonts w:eastAsia="Times New Roman"/>
      <w:sz w:val="24"/>
      <w:szCs w:val="24"/>
    </w:rPr>
  </w:style>
  <w:style w:type="character" w:customStyle="1" w:styleId="Bodytext10">
    <w:name w:val="Body text (10)_"/>
    <w:basedOn w:val="DefaultParagraphFont"/>
    <w:link w:val="Bodytext100"/>
    <w:uiPriority w:val="99"/>
    <w:locked/>
    <w:rsid w:val="00892F23"/>
    <w:rPr>
      <w:rFonts w:ascii="Calibri" w:eastAsia="Times New Roman" w:hAnsi="Calibri" w:cs="Calibri"/>
      <w:b/>
      <w:bCs/>
      <w:shd w:val="clear" w:color="auto" w:fill="FFFFFF"/>
    </w:rPr>
  </w:style>
  <w:style w:type="paragraph" w:customStyle="1" w:styleId="Bodytext100">
    <w:name w:val="Body text (10)"/>
    <w:basedOn w:val="Normal"/>
    <w:link w:val="Bodytext10"/>
    <w:uiPriority w:val="99"/>
    <w:rsid w:val="00892F23"/>
    <w:pPr>
      <w:widowControl w:val="0"/>
      <w:shd w:val="clear" w:color="auto" w:fill="FFFFFF"/>
      <w:spacing w:before="240" w:after="240" w:line="240" w:lineRule="atLeast"/>
      <w:jc w:val="both"/>
    </w:pPr>
    <w:rPr>
      <w:rFonts w:ascii="Calibri" w:hAnsi="Calibri" w:cs="Calibri"/>
      <w:b/>
      <w:bCs/>
      <w:sz w:val="20"/>
      <w:szCs w:val="20"/>
    </w:rPr>
  </w:style>
  <w:style w:type="character" w:customStyle="1" w:styleId="Bodytext11">
    <w:name w:val="Body text (11)_"/>
    <w:basedOn w:val="DefaultParagraphFont"/>
    <w:link w:val="Bodytext110"/>
    <w:uiPriority w:val="99"/>
    <w:locked/>
    <w:rsid w:val="00892F23"/>
    <w:rPr>
      <w:rFonts w:ascii="Tahoma" w:eastAsia="Times New Roman" w:hAnsi="Tahoma" w:cs="Tahoma"/>
      <w:sz w:val="21"/>
      <w:szCs w:val="21"/>
      <w:shd w:val="clear" w:color="auto" w:fill="FFFFFF"/>
    </w:rPr>
  </w:style>
  <w:style w:type="paragraph" w:customStyle="1" w:styleId="Bodytext110">
    <w:name w:val="Body text (11)"/>
    <w:basedOn w:val="Normal"/>
    <w:link w:val="Bodytext11"/>
    <w:uiPriority w:val="99"/>
    <w:rsid w:val="00892F23"/>
    <w:pPr>
      <w:widowControl w:val="0"/>
      <w:shd w:val="clear" w:color="auto" w:fill="FFFFFF"/>
      <w:spacing w:before="240" w:after="240" w:line="240" w:lineRule="atLeast"/>
      <w:jc w:val="both"/>
    </w:pPr>
    <w:rPr>
      <w:rFonts w:ascii="Tahoma" w:hAnsi="Tahoma" w:cs="Tahoma"/>
      <w:sz w:val="21"/>
      <w:szCs w:val="21"/>
    </w:rPr>
  </w:style>
  <w:style w:type="character" w:customStyle="1" w:styleId="Bodytext11TimesNewRoman">
    <w:name w:val="Body text (11) + Times New Roman"/>
    <w:aliases w:val="8 pt"/>
    <w:basedOn w:val="Bodytext11"/>
    <w:uiPriority w:val="99"/>
    <w:rsid w:val="00892F23"/>
    <w:rPr>
      <w:rFonts w:ascii="Times New Roman" w:hAnsi="Times New Roman" w:cs="Times New Roman"/>
      <w:b/>
      <w:bCs/>
      <w:color w:val="000000"/>
      <w:spacing w:val="0"/>
      <w:w w:val="100"/>
      <w:position w:val="0"/>
      <w:sz w:val="16"/>
      <w:szCs w:val="16"/>
      <w:lang w:val="ro-RO" w:eastAsia="ro-RO"/>
    </w:rPr>
  </w:style>
  <w:style w:type="paragraph" w:customStyle="1" w:styleId="Listparagraf1">
    <w:name w:val="Listă paragraf1"/>
    <w:basedOn w:val="Normal"/>
    <w:uiPriority w:val="99"/>
    <w:rsid w:val="00051664"/>
    <w:pPr>
      <w:suppressAutoHyphens/>
      <w:autoSpaceDN w:val="0"/>
      <w:spacing w:after="160" w:line="251" w:lineRule="auto"/>
      <w:ind w:left="720"/>
      <w:textAlignment w:val="baseline"/>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754430245">
      <w:marLeft w:val="0"/>
      <w:marRight w:val="0"/>
      <w:marTop w:val="0"/>
      <w:marBottom w:val="0"/>
      <w:divBdr>
        <w:top w:val="none" w:sz="0" w:space="0" w:color="auto"/>
        <w:left w:val="none" w:sz="0" w:space="0" w:color="auto"/>
        <w:bottom w:val="none" w:sz="0" w:space="0" w:color="auto"/>
        <w:right w:val="none" w:sz="0" w:space="0" w:color="auto"/>
      </w:divBdr>
    </w:div>
    <w:div w:id="1754430246">
      <w:marLeft w:val="0"/>
      <w:marRight w:val="0"/>
      <w:marTop w:val="0"/>
      <w:marBottom w:val="0"/>
      <w:divBdr>
        <w:top w:val="none" w:sz="0" w:space="0" w:color="auto"/>
        <w:left w:val="none" w:sz="0" w:space="0" w:color="auto"/>
        <w:bottom w:val="none" w:sz="0" w:space="0" w:color="auto"/>
        <w:right w:val="none" w:sz="0" w:space="0" w:color="auto"/>
      </w:divBdr>
    </w:div>
    <w:div w:id="1754430247">
      <w:marLeft w:val="0"/>
      <w:marRight w:val="0"/>
      <w:marTop w:val="0"/>
      <w:marBottom w:val="0"/>
      <w:divBdr>
        <w:top w:val="none" w:sz="0" w:space="0" w:color="auto"/>
        <w:left w:val="none" w:sz="0" w:space="0" w:color="auto"/>
        <w:bottom w:val="none" w:sz="0" w:space="0" w:color="auto"/>
        <w:right w:val="none" w:sz="0" w:space="0" w:color="auto"/>
      </w:divBdr>
    </w:div>
    <w:div w:id="1754430248">
      <w:marLeft w:val="0"/>
      <w:marRight w:val="0"/>
      <w:marTop w:val="0"/>
      <w:marBottom w:val="0"/>
      <w:divBdr>
        <w:top w:val="none" w:sz="0" w:space="0" w:color="auto"/>
        <w:left w:val="none" w:sz="0" w:space="0" w:color="auto"/>
        <w:bottom w:val="none" w:sz="0" w:space="0" w:color="auto"/>
        <w:right w:val="none" w:sz="0" w:space="0" w:color="auto"/>
      </w:divBdr>
    </w:div>
    <w:div w:id="17544302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751</Words>
  <Characters>4356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dc:title>
  <dc:subject/>
  <dc:creator>Ionela</dc:creator>
  <cp:keywords/>
  <dc:description/>
  <cp:lastModifiedBy>Andreies.Cristina</cp:lastModifiedBy>
  <cp:revision>2</cp:revision>
  <cp:lastPrinted>2020-07-09T11:16:00Z</cp:lastPrinted>
  <dcterms:created xsi:type="dcterms:W3CDTF">2021-03-15T06:02:00Z</dcterms:created>
  <dcterms:modified xsi:type="dcterms:W3CDTF">2021-03-15T06:02:00Z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